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8BB" w:rsidRPr="00AD29C2" w:rsidRDefault="001A4A1A" w:rsidP="001A4A1A">
      <w:pPr>
        <w:jc w:val="right"/>
        <w:rPr>
          <w:sz w:val="24"/>
        </w:rPr>
      </w:pPr>
      <w:bookmarkStart w:id="0" w:name="_GoBack"/>
      <w:r>
        <w:rPr>
          <w:sz w:val="24"/>
        </w:rPr>
        <w:t>Priloga 4</w:t>
      </w:r>
    </w:p>
    <w:bookmarkEnd w:id="0"/>
    <w:p w:rsidR="00B318BB" w:rsidRPr="00A15709" w:rsidRDefault="00B318BB" w:rsidP="00B318BB">
      <w:pPr>
        <w:pStyle w:val="NASLOVDOKUMENTA"/>
        <w:framePr w:wrap="around" w:y="7127"/>
        <w:spacing w:before="120" w:after="120" w:line="360" w:lineRule="auto"/>
        <w:contextualSpacing/>
        <w:rPr>
          <w:b/>
        </w:rPr>
      </w:pPr>
      <w:r w:rsidRPr="00A15709">
        <w:rPr>
          <w:b/>
        </w:rPr>
        <w:t>TIPIZACIJA OMREŽNIH PRIKLJUČKOV UPORABNIKOV SISTEMA IN</w:t>
      </w:r>
    </w:p>
    <w:p w:rsidR="00B318BB" w:rsidRPr="00A15709" w:rsidRDefault="00B318BB" w:rsidP="00B318BB">
      <w:pPr>
        <w:pStyle w:val="NASLOVDOKUMENTA"/>
        <w:framePr w:wrap="around" w:y="7127"/>
        <w:spacing w:before="120" w:after="120" w:line="360" w:lineRule="auto"/>
        <w:contextualSpacing/>
        <w:rPr>
          <w:b/>
        </w:rPr>
      </w:pPr>
      <w:r w:rsidRPr="00A15709">
        <w:rPr>
          <w:b/>
        </w:rPr>
        <w:t>NN PRIKLJUČNIH OMARIC</w:t>
      </w: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p>
    <w:p w:rsidR="00B318BB" w:rsidRDefault="00B318BB" w:rsidP="00B318BB">
      <w:pPr>
        <w:jc w:val="center"/>
        <w:rPr>
          <w:sz w:val="24"/>
        </w:rPr>
      </w:pPr>
      <w:r w:rsidRPr="00EA1E54">
        <w:rPr>
          <w:sz w:val="24"/>
        </w:rPr>
        <w:t xml:space="preserve">Maribor, </w:t>
      </w:r>
      <w:r>
        <w:rPr>
          <w:sz w:val="24"/>
        </w:rPr>
        <w:t>2022</w:t>
      </w:r>
    </w:p>
    <w:p w:rsidR="00B318BB" w:rsidRDefault="00B318BB" w:rsidP="00B318BB">
      <w:pPr>
        <w:jc w:val="center"/>
        <w:rPr>
          <w:sz w:val="24"/>
        </w:rPr>
      </w:pPr>
    </w:p>
    <w:p w:rsidR="00B318BB" w:rsidRDefault="00B318BB" w:rsidP="00B318BB">
      <w:pPr>
        <w:jc w:val="center"/>
        <w:rPr>
          <w:sz w:val="24"/>
        </w:rPr>
        <w:sectPr w:rsidR="00B318BB" w:rsidSect="007E5158">
          <w:headerReference w:type="default" r:id="rId7"/>
          <w:footerReference w:type="default" r:id="rId8"/>
          <w:pgSz w:w="11906" w:h="16838"/>
          <w:pgMar w:top="1134" w:right="1134" w:bottom="1134" w:left="1134" w:header="709" w:footer="491" w:gutter="0"/>
          <w:cols w:space="708"/>
          <w:titlePg/>
          <w:docGrid w:linePitch="360"/>
        </w:sectPr>
      </w:pPr>
    </w:p>
    <w:p w:rsidR="00B318BB" w:rsidRDefault="00B318BB" w:rsidP="00B318BB">
      <w:pPr>
        <w:rPr>
          <w:b/>
        </w:rPr>
      </w:pPr>
      <w:r>
        <w:rPr>
          <w:b/>
        </w:rPr>
        <w:lastRenderedPageBreak/>
        <w:t>KAZALO VSEBINE:</w:t>
      </w:r>
    </w:p>
    <w:p w:rsidR="00B318BB" w:rsidRPr="00A15709" w:rsidRDefault="00B318BB" w:rsidP="00B318BB">
      <w:pPr>
        <w:rPr>
          <w:sz w:val="12"/>
        </w:rPr>
      </w:pPr>
    </w:p>
    <w:p w:rsidR="007E7DB1" w:rsidRDefault="00B318BB">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r>
        <w:fldChar w:fldCharType="begin"/>
      </w:r>
      <w:r>
        <w:instrText xml:space="preserve"> TOC \o "1-3" \h \z \u </w:instrText>
      </w:r>
      <w:r>
        <w:fldChar w:fldCharType="separate"/>
      </w:r>
      <w:hyperlink w:anchor="_Toc101789170" w:history="1">
        <w:r w:rsidR="007E7DB1" w:rsidRPr="00941456">
          <w:rPr>
            <w:rStyle w:val="Hiperpovezava"/>
            <w:noProof/>
          </w:rPr>
          <w:t>1</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UVOD</w:t>
        </w:r>
        <w:r w:rsidR="007E7DB1">
          <w:rPr>
            <w:noProof/>
            <w:webHidden/>
          </w:rPr>
          <w:tab/>
        </w:r>
        <w:r w:rsidR="007E7DB1">
          <w:rPr>
            <w:noProof/>
            <w:webHidden/>
          </w:rPr>
          <w:fldChar w:fldCharType="begin"/>
        </w:r>
        <w:r w:rsidR="007E7DB1">
          <w:rPr>
            <w:noProof/>
            <w:webHidden/>
          </w:rPr>
          <w:instrText xml:space="preserve"> PAGEREF _Toc101789170 \h </w:instrText>
        </w:r>
        <w:r w:rsidR="007E7DB1">
          <w:rPr>
            <w:noProof/>
            <w:webHidden/>
          </w:rPr>
        </w:r>
        <w:r w:rsidR="007E7DB1">
          <w:rPr>
            <w:noProof/>
            <w:webHidden/>
          </w:rPr>
          <w:fldChar w:fldCharType="separate"/>
        </w:r>
        <w:r w:rsidR="007E7DB1">
          <w:rPr>
            <w:noProof/>
            <w:webHidden/>
          </w:rPr>
          <w:t>1</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1" w:history="1">
        <w:r w:rsidR="007E7DB1" w:rsidRPr="00941456">
          <w:rPr>
            <w:rStyle w:val="Hiperpovezava"/>
            <w:noProof/>
          </w:rPr>
          <w:t>1.1</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Splošno</w:t>
        </w:r>
        <w:r w:rsidR="007E7DB1">
          <w:rPr>
            <w:noProof/>
            <w:webHidden/>
          </w:rPr>
          <w:tab/>
        </w:r>
        <w:r w:rsidR="007E7DB1">
          <w:rPr>
            <w:noProof/>
            <w:webHidden/>
          </w:rPr>
          <w:fldChar w:fldCharType="begin"/>
        </w:r>
        <w:r w:rsidR="007E7DB1">
          <w:rPr>
            <w:noProof/>
            <w:webHidden/>
          </w:rPr>
          <w:instrText xml:space="preserve"> PAGEREF _Toc101789171 \h </w:instrText>
        </w:r>
        <w:r w:rsidR="007E7DB1">
          <w:rPr>
            <w:noProof/>
            <w:webHidden/>
          </w:rPr>
        </w:r>
        <w:r w:rsidR="007E7DB1">
          <w:rPr>
            <w:noProof/>
            <w:webHidden/>
          </w:rPr>
          <w:fldChar w:fldCharType="separate"/>
        </w:r>
        <w:r w:rsidR="007E7DB1">
          <w:rPr>
            <w:noProof/>
            <w:webHidden/>
          </w:rPr>
          <w:t>1</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2" w:history="1">
        <w:r w:rsidR="007E7DB1" w:rsidRPr="00941456">
          <w:rPr>
            <w:rStyle w:val="Hiperpovezava"/>
            <w:noProof/>
          </w:rPr>
          <w:t>1.2</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Namen in območje uporabe</w:t>
        </w:r>
        <w:r w:rsidR="007E7DB1">
          <w:rPr>
            <w:noProof/>
            <w:webHidden/>
          </w:rPr>
          <w:tab/>
        </w:r>
        <w:r w:rsidR="007E7DB1">
          <w:rPr>
            <w:noProof/>
            <w:webHidden/>
          </w:rPr>
          <w:fldChar w:fldCharType="begin"/>
        </w:r>
        <w:r w:rsidR="007E7DB1">
          <w:rPr>
            <w:noProof/>
            <w:webHidden/>
          </w:rPr>
          <w:instrText xml:space="preserve"> PAGEREF _Toc101789172 \h </w:instrText>
        </w:r>
        <w:r w:rsidR="007E7DB1">
          <w:rPr>
            <w:noProof/>
            <w:webHidden/>
          </w:rPr>
        </w:r>
        <w:r w:rsidR="007E7DB1">
          <w:rPr>
            <w:noProof/>
            <w:webHidden/>
          </w:rPr>
          <w:fldChar w:fldCharType="separate"/>
        </w:r>
        <w:r w:rsidR="007E7DB1">
          <w:rPr>
            <w:noProof/>
            <w:webHidden/>
          </w:rPr>
          <w:t>1</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3" w:history="1">
        <w:r w:rsidR="007E7DB1" w:rsidRPr="00941456">
          <w:rPr>
            <w:rStyle w:val="Hiperpovezava"/>
            <w:noProof/>
          </w:rPr>
          <w:t>1.3</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Referenčni dokumenti</w:t>
        </w:r>
        <w:r w:rsidR="007E7DB1">
          <w:rPr>
            <w:noProof/>
            <w:webHidden/>
          </w:rPr>
          <w:tab/>
        </w:r>
        <w:r w:rsidR="007E7DB1">
          <w:rPr>
            <w:noProof/>
            <w:webHidden/>
          </w:rPr>
          <w:fldChar w:fldCharType="begin"/>
        </w:r>
        <w:r w:rsidR="007E7DB1">
          <w:rPr>
            <w:noProof/>
            <w:webHidden/>
          </w:rPr>
          <w:instrText xml:space="preserve"> PAGEREF _Toc101789173 \h </w:instrText>
        </w:r>
        <w:r w:rsidR="007E7DB1">
          <w:rPr>
            <w:noProof/>
            <w:webHidden/>
          </w:rPr>
        </w:r>
        <w:r w:rsidR="007E7DB1">
          <w:rPr>
            <w:noProof/>
            <w:webHidden/>
          </w:rPr>
          <w:fldChar w:fldCharType="separate"/>
        </w:r>
        <w:r w:rsidR="007E7DB1">
          <w:rPr>
            <w:noProof/>
            <w:webHidden/>
          </w:rPr>
          <w:t>1</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4" w:history="1">
        <w:r w:rsidR="007E7DB1" w:rsidRPr="00941456">
          <w:rPr>
            <w:rStyle w:val="Hiperpovezava"/>
            <w:noProof/>
          </w:rPr>
          <w:t>1.4</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Predpisi in smernice</w:t>
        </w:r>
        <w:r w:rsidR="007E7DB1">
          <w:rPr>
            <w:noProof/>
            <w:webHidden/>
          </w:rPr>
          <w:tab/>
        </w:r>
        <w:r w:rsidR="007E7DB1">
          <w:rPr>
            <w:noProof/>
            <w:webHidden/>
          </w:rPr>
          <w:fldChar w:fldCharType="begin"/>
        </w:r>
        <w:r w:rsidR="007E7DB1">
          <w:rPr>
            <w:noProof/>
            <w:webHidden/>
          </w:rPr>
          <w:instrText xml:space="preserve"> PAGEREF _Toc101789174 \h </w:instrText>
        </w:r>
        <w:r w:rsidR="007E7DB1">
          <w:rPr>
            <w:noProof/>
            <w:webHidden/>
          </w:rPr>
        </w:r>
        <w:r w:rsidR="007E7DB1">
          <w:rPr>
            <w:noProof/>
            <w:webHidden/>
          </w:rPr>
          <w:fldChar w:fldCharType="separate"/>
        </w:r>
        <w:r w:rsidR="007E7DB1">
          <w:rPr>
            <w:noProof/>
            <w:webHidden/>
          </w:rPr>
          <w:t>2</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5" w:history="1">
        <w:r w:rsidR="007E7DB1" w:rsidRPr="00941456">
          <w:rPr>
            <w:rStyle w:val="Hiperpovezava"/>
            <w:noProof/>
          </w:rPr>
          <w:t>1.5</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Standardi</w:t>
        </w:r>
        <w:r w:rsidR="007E7DB1">
          <w:rPr>
            <w:noProof/>
            <w:webHidden/>
          </w:rPr>
          <w:tab/>
        </w:r>
        <w:r w:rsidR="007E7DB1">
          <w:rPr>
            <w:noProof/>
            <w:webHidden/>
          </w:rPr>
          <w:fldChar w:fldCharType="begin"/>
        </w:r>
        <w:r w:rsidR="007E7DB1">
          <w:rPr>
            <w:noProof/>
            <w:webHidden/>
          </w:rPr>
          <w:instrText xml:space="preserve"> PAGEREF _Toc101789175 \h </w:instrText>
        </w:r>
        <w:r w:rsidR="007E7DB1">
          <w:rPr>
            <w:noProof/>
            <w:webHidden/>
          </w:rPr>
        </w:r>
        <w:r w:rsidR="007E7DB1">
          <w:rPr>
            <w:noProof/>
            <w:webHidden/>
          </w:rPr>
          <w:fldChar w:fldCharType="separate"/>
        </w:r>
        <w:r w:rsidR="007E7DB1">
          <w:rPr>
            <w:noProof/>
            <w:webHidden/>
          </w:rPr>
          <w:t>2</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6" w:history="1">
        <w:r w:rsidR="007E7DB1" w:rsidRPr="00941456">
          <w:rPr>
            <w:rStyle w:val="Hiperpovezava"/>
            <w:noProof/>
          </w:rPr>
          <w:t>1.6</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Pomen izrazov</w:t>
        </w:r>
        <w:r w:rsidR="007E7DB1">
          <w:rPr>
            <w:noProof/>
            <w:webHidden/>
          </w:rPr>
          <w:tab/>
        </w:r>
        <w:r w:rsidR="007E7DB1">
          <w:rPr>
            <w:noProof/>
            <w:webHidden/>
          </w:rPr>
          <w:fldChar w:fldCharType="begin"/>
        </w:r>
        <w:r w:rsidR="007E7DB1">
          <w:rPr>
            <w:noProof/>
            <w:webHidden/>
          </w:rPr>
          <w:instrText xml:space="preserve"> PAGEREF _Toc101789176 \h </w:instrText>
        </w:r>
        <w:r w:rsidR="007E7DB1">
          <w:rPr>
            <w:noProof/>
            <w:webHidden/>
          </w:rPr>
        </w:r>
        <w:r w:rsidR="007E7DB1">
          <w:rPr>
            <w:noProof/>
            <w:webHidden/>
          </w:rPr>
          <w:fldChar w:fldCharType="separate"/>
        </w:r>
        <w:r w:rsidR="007E7DB1">
          <w:rPr>
            <w:noProof/>
            <w:webHidden/>
          </w:rPr>
          <w:t>3</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7" w:history="1">
        <w:r w:rsidR="007E7DB1" w:rsidRPr="00941456">
          <w:rPr>
            <w:rStyle w:val="Hiperpovezava"/>
            <w:noProof/>
          </w:rPr>
          <w:t>1.7</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Seznam kratic</w:t>
        </w:r>
        <w:r w:rsidR="007E7DB1">
          <w:rPr>
            <w:noProof/>
            <w:webHidden/>
          </w:rPr>
          <w:tab/>
        </w:r>
        <w:r w:rsidR="007E7DB1">
          <w:rPr>
            <w:noProof/>
            <w:webHidden/>
          </w:rPr>
          <w:fldChar w:fldCharType="begin"/>
        </w:r>
        <w:r w:rsidR="007E7DB1">
          <w:rPr>
            <w:noProof/>
            <w:webHidden/>
          </w:rPr>
          <w:instrText xml:space="preserve"> PAGEREF _Toc101789177 \h </w:instrText>
        </w:r>
        <w:r w:rsidR="007E7DB1">
          <w:rPr>
            <w:noProof/>
            <w:webHidden/>
          </w:rPr>
        </w:r>
        <w:r w:rsidR="007E7DB1">
          <w:rPr>
            <w:noProof/>
            <w:webHidden/>
          </w:rPr>
          <w:fldChar w:fldCharType="separate"/>
        </w:r>
        <w:r w:rsidR="007E7DB1">
          <w:rPr>
            <w:noProof/>
            <w:webHidden/>
          </w:rPr>
          <w:t>3</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78" w:history="1">
        <w:r w:rsidR="007E7DB1" w:rsidRPr="00941456">
          <w:rPr>
            <w:rStyle w:val="Hiperpovezava"/>
            <w:noProof/>
          </w:rPr>
          <w:t>1.8</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Grafični simboli</w:t>
        </w:r>
        <w:r w:rsidR="007E7DB1">
          <w:rPr>
            <w:noProof/>
            <w:webHidden/>
          </w:rPr>
          <w:tab/>
        </w:r>
        <w:r w:rsidR="007E7DB1">
          <w:rPr>
            <w:noProof/>
            <w:webHidden/>
          </w:rPr>
          <w:fldChar w:fldCharType="begin"/>
        </w:r>
        <w:r w:rsidR="007E7DB1">
          <w:rPr>
            <w:noProof/>
            <w:webHidden/>
          </w:rPr>
          <w:instrText xml:space="preserve"> PAGEREF _Toc101789178 \h </w:instrText>
        </w:r>
        <w:r w:rsidR="007E7DB1">
          <w:rPr>
            <w:noProof/>
            <w:webHidden/>
          </w:rPr>
        </w:r>
        <w:r w:rsidR="007E7DB1">
          <w:rPr>
            <w:noProof/>
            <w:webHidden/>
          </w:rPr>
          <w:fldChar w:fldCharType="separate"/>
        </w:r>
        <w:r w:rsidR="007E7DB1">
          <w:rPr>
            <w:noProof/>
            <w:webHidden/>
          </w:rPr>
          <w:t>4</w:t>
        </w:r>
        <w:r w:rsidR="007E7DB1">
          <w:rPr>
            <w:noProof/>
            <w:webHidden/>
          </w:rPr>
          <w:fldChar w:fldCharType="end"/>
        </w:r>
      </w:hyperlink>
    </w:p>
    <w:p w:rsidR="007E7DB1" w:rsidRDefault="00756FDF">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hyperlink w:anchor="_Toc101789179" w:history="1">
        <w:r w:rsidR="007E7DB1" w:rsidRPr="00941456">
          <w:rPr>
            <w:rStyle w:val="Hiperpovezava"/>
            <w:noProof/>
          </w:rPr>
          <w:t>2</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Tipske izvedbe priključka</w:t>
        </w:r>
        <w:r w:rsidR="007E7DB1">
          <w:rPr>
            <w:noProof/>
            <w:webHidden/>
          </w:rPr>
          <w:tab/>
        </w:r>
        <w:r w:rsidR="007E7DB1">
          <w:rPr>
            <w:noProof/>
            <w:webHidden/>
          </w:rPr>
          <w:fldChar w:fldCharType="begin"/>
        </w:r>
        <w:r w:rsidR="007E7DB1">
          <w:rPr>
            <w:noProof/>
            <w:webHidden/>
          </w:rPr>
          <w:instrText xml:space="preserve"> PAGEREF _Toc101789179 \h </w:instrText>
        </w:r>
        <w:r w:rsidR="007E7DB1">
          <w:rPr>
            <w:noProof/>
            <w:webHidden/>
          </w:rPr>
        </w:r>
        <w:r w:rsidR="007E7DB1">
          <w:rPr>
            <w:noProof/>
            <w:webHidden/>
          </w:rPr>
          <w:fldChar w:fldCharType="separate"/>
        </w:r>
        <w:r w:rsidR="007E7DB1">
          <w:rPr>
            <w:noProof/>
            <w:webHidden/>
          </w:rPr>
          <w:t>5</w:t>
        </w:r>
        <w:r w:rsidR="007E7DB1">
          <w:rPr>
            <w:noProof/>
            <w:webHidden/>
          </w:rPr>
          <w:fldChar w:fldCharType="end"/>
        </w:r>
      </w:hyperlink>
    </w:p>
    <w:p w:rsidR="007E7DB1" w:rsidRDefault="00756FDF">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hyperlink w:anchor="_Toc101789180" w:history="1">
        <w:r w:rsidR="007E7DB1" w:rsidRPr="00941456">
          <w:rPr>
            <w:rStyle w:val="Hiperpovezava"/>
            <w:noProof/>
          </w:rPr>
          <w:t>3</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NN PRIKLJUČKI</w:t>
        </w:r>
        <w:r w:rsidR="007E7DB1">
          <w:rPr>
            <w:noProof/>
            <w:webHidden/>
          </w:rPr>
          <w:tab/>
        </w:r>
        <w:r w:rsidR="007E7DB1">
          <w:rPr>
            <w:noProof/>
            <w:webHidden/>
          </w:rPr>
          <w:fldChar w:fldCharType="begin"/>
        </w:r>
        <w:r w:rsidR="007E7DB1">
          <w:rPr>
            <w:noProof/>
            <w:webHidden/>
          </w:rPr>
          <w:instrText xml:space="preserve"> PAGEREF _Toc101789180 \h </w:instrText>
        </w:r>
        <w:r w:rsidR="007E7DB1">
          <w:rPr>
            <w:noProof/>
            <w:webHidden/>
          </w:rPr>
        </w:r>
        <w:r w:rsidR="007E7DB1">
          <w:rPr>
            <w:noProof/>
            <w:webHidden/>
          </w:rPr>
          <w:fldChar w:fldCharType="separate"/>
        </w:r>
        <w:r w:rsidR="007E7DB1">
          <w:rPr>
            <w:noProof/>
            <w:webHidden/>
          </w:rPr>
          <w:t>5</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81" w:history="1">
        <w:r w:rsidR="007E7DB1" w:rsidRPr="00941456">
          <w:rPr>
            <w:rStyle w:val="Hiperpovezava"/>
            <w:noProof/>
          </w:rPr>
          <w:t>3.1</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Tipski preseki vodnikov</w:t>
        </w:r>
        <w:r w:rsidR="007E7DB1">
          <w:rPr>
            <w:noProof/>
            <w:webHidden/>
          </w:rPr>
          <w:tab/>
        </w:r>
        <w:r w:rsidR="007E7DB1">
          <w:rPr>
            <w:noProof/>
            <w:webHidden/>
          </w:rPr>
          <w:fldChar w:fldCharType="begin"/>
        </w:r>
        <w:r w:rsidR="007E7DB1">
          <w:rPr>
            <w:noProof/>
            <w:webHidden/>
          </w:rPr>
          <w:instrText xml:space="preserve"> PAGEREF _Toc101789181 \h </w:instrText>
        </w:r>
        <w:r w:rsidR="007E7DB1">
          <w:rPr>
            <w:noProof/>
            <w:webHidden/>
          </w:rPr>
        </w:r>
        <w:r w:rsidR="007E7DB1">
          <w:rPr>
            <w:noProof/>
            <w:webHidden/>
          </w:rPr>
          <w:fldChar w:fldCharType="separate"/>
        </w:r>
        <w:r w:rsidR="007E7DB1">
          <w:rPr>
            <w:noProof/>
            <w:webHidden/>
          </w:rPr>
          <w:t>5</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82" w:history="1">
        <w:r w:rsidR="007E7DB1" w:rsidRPr="00941456">
          <w:rPr>
            <w:rStyle w:val="Hiperpovezava"/>
            <w:noProof/>
          </w:rPr>
          <w:t>3.2</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Priključki tipa A – individualna stanovanjska gradnja</w:t>
        </w:r>
        <w:r w:rsidR="007E7DB1">
          <w:rPr>
            <w:noProof/>
            <w:webHidden/>
          </w:rPr>
          <w:tab/>
        </w:r>
        <w:r w:rsidR="007E7DB1">
          <w:rPr>
            <w:noProof/>
            <w:webHidden/>
          </w:rPr>
          <w:fldChar w:fldCharType="begin"/>
        </w:r>
        <w:r w:rsidR="007E7DB1">
          <w:rPr>
            <w:noProof/>
            <w:webHidden/>
          </w:rPr>
          <w:instrText xml:space="preserve"> PAGEREF _Toc101789182 \h </w:instrText>
        </w:r>
        <w:r w:rsidR="007E7DB1">
          <w:rPr>
            <w:noProof/>
            <w:webHidden/>
          </w:rPr>
        </w:r>
        <w:r w:rsidR="007E7DB1">
          <w:rPr>
            <w:noProof/>
            <w:webHidden/>
          </w:rPr>
          <w:fldChar w:fldCharType="separate"/>
        </w:r>
        <w:r w:rsidR="007E7DB1">
          <w:rPr>
            <w:noProof/>
            <w:webHidden/>
          </w:rPr>
          <w:t>5</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83" w:history="1">
        <w:r w:rsidR="007E7DB1" w:rsidRPr="00941456">
          <w:rPr>
            <w:rStyle w:val="Hiperpovezava"/>
            <w:noProof/>
          </w:rPr>
          <w:t>3.2.1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A1– podzemni kabelski priključek</w:t>
        </w:r>
        <w:r w:rsidR="007E7DB1">
          <w:rPr>
            <w:noProof/>
            <w:webHidden/>
          </w:rPr>
          <w:tab/>
        </w:r>
        <w:r w:rsidR="007E7DB1">
          <w:rPr>
            <w:noProof/>
            <w:webHidden/>
          </w:rPr>
          <w:fldChar w:fldCharType="begin"/>
        </w:r>
        <w:r w:rsidR="007E7DB1">
          <w:rPr>
            <w:noProof/>
            <w:webHidden/>
          </w:rPr>
          <w:instrText xml:space="preserve"> PAGEREF _Toc101789183 \h </w:instrText>
        </w:r>
        <w:r w:rsidR="007E7DB1">
          <w:rPr>
            <w:noProof/>
            <w:webHidden/>
          </w:rPr>
        </w:r>
        <w:r w:rsidR="007E7DB1">
          <w:rPr>
            <w:noProof/>
            <w:webHidden/>
          </w:rPr>
          <w:fldChar w:fldCharType="separate"/>
        </w:r>
        <w:r w:rsidR="007E7DB1">
          <w:rPr>
            <w:noProof/>
            <w:webHidden/>
          </w:rPr>
          <w:t>5</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84" w:history="1">
        <w:r w:rsidR="007E7DB1" w:rsidRPr="00941456">
          <w:rPr>
            <w:rStyle w:val="Hiperpovezava"/>
            <w:noProof/>
          </w:rPr>
          <w:t>3.2.2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A2 – nadzemni priključek</w:t>
        </w:r>
        <w:r w:rsidR="007E7DB1">
          <w:rPr>
            <w:noProof/>
            <w:webHidden/>
          </w:rPr>
          <w:tab/>
        </w:r>
        <w:r w:rsidR="007E7DB1">
          <w:rPr>
            <w:noProof/>
            <w:webHidden/>
          </w:rPr>
          <w:fldChar w:fldCharType="begin"/>
        </w:r>
        <w:r w:rsidR="007E7DB1">
          <w:rPr>
            <w:noProof/>
            <w:webHidden/>
          </w:rPr>
          <w:instrText xml:space="preserve"> PAGEREF _Toc101789184 \h </w:instrText>
        </w:r>
        <w:r w:rsidR="007E7DB1">
          <w:rPr>
            <w:noProof/>
            <w:webHidden/>
          </w:rPr>
        </w:r>
        <w:r w:rsidR="007E7DB1">
          <w:rPr>
            <w:noProof/>
            <w:webHidden/>
          </w:rPr>
          <w:fldChar w:fldCharType="separate"/>
        </w:r>
        <w:r w:rsidR="007E7DB1">
          <w:rPr>
            <w:noProof/>
            <w:webHidden/>
          </w:rPr>
          <w:t>7</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85" w:history="1">
        <w:r w:rsidR="007E7DB1" w:rsidRPr="00941456">
          <w:rPr>
            <w:rStyle w:val="Hiperpovezava"/>
            <w:noProof/>
          </w:rPr>
          <w:t>3.3</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Priključki tipa B – skupinska stanovanjska gradnja</w:t>
        </w:r>
        <w:r w:rsidR="007E7DB1">
          <w:rPr>
            <w:noProof/>
            <w:webHidden/>
          </w:rPr>
          <w:tab/>
        </w:r>
        <w:r w:rsidR="007E7DB1">
          <w:rPr>
            <w:noProof/>
            <w:webHidden/>
          </w:rPr>
          <w:fldChar w:fldCharType="begin"/>
        </w:r>
        <w:r w:rsidR="007E7DB1">
          <w:rPr>
            <w:noProof/>
            <w:webHidden/>
          </w:rPr>
          <w:instrText xml:space="preserve"> PAGEREF _Toc101789185 \h </w:instrText>
        </w:r>
        <w:r w:rsidR="007E7DB1">
          <w:rPr>
            <w:noProof/>
            <w:webHidden/>
          </w:rPr>
        </w:r>
        <w:r w:rsidR="007E7DB1">
          <w:rPr>
            <w:noProof/>
            <w:webHidden/>
          </w:rPr>
          <w:fldChar w:fldCharType="separate"/>
        </w:r>
        <w:r w:rsidR="007E7DB1">
          <w:rPr>
            <w:noProof/>
            <w:webHidden/>
          </w:rPr>
          <w:t>7</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86" w:history="1">
        <w:r w:rsidR="007E7DB1" w:rsidRPr="00941456">
          <w:rPr>
            <w:rStyle w:val="Hiperpovezava"/>
            <w:noProof/>
          </w:rPr>
          <w:t>3.3.1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B1 – individualni priključki–radialni priklop</w:t>
        </w:r>
        <w:r w:rsidR="007E7DB1">
          <w:rPr>
            <w:noProof/>
            <w:webHidden/>
          </w:rPr>
          <w:tab/>
        </w:r>
        <w:r w:rsidR="007E7DB1">
          <w:rPr>
            <w:noProof/>
            <w:webHidden/>
          </w:rPr>
          <w:fldChar w:fldCharType="begin"/>
        </w:r>
        <w:r w:rsidR="007E7DB1">
          <w:rPr>
            <w:noProof/>
            <w:webHidden/>
          </w:rPr>
          <w:instrText xml:space="preserve"> PAGEREF _Toc101789186 \h </w:instrText>
        </w:r>
        <w:r w:rsidR="007E7DB1">
          <w:rPr>
            <w:noProof/>
            <w:webHidden/>
          </w:rPr>
        </w:r>
        <w:r w:rsidR="007E7DB1">
          <w:rPr>
            <w:noProof/>
            <w:webHidden/>
          </w:rPr>
          <w:fldChar w:fldCharType="separate"/>
        </w:r>
        <w:r w:rsidR="007E7DB1">
          <w:rPr>
            <w:noProof/>
            <w:webHidden/>
          </w:rPr>
          <w:t>7</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87" w:history="1">
        <w:r w:rsidR="007E7DB1" w:rsidRPr="00941456">
          <w:rPr>
            <w:rStyle w:val="Hiperpovezava"/>
            <w:noProof/>
          </w:rPr>
          <w:t>3.3.2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B2 – zaporedni priklop–izjema</w:t>
        </w:r>
        <w:r w:rsidR="007E7DB1">
          <w:rPr>
            <w:noProof/>
            <w:webHidden/>
          </w:rPr>
          <w:tab/>
        </w:r>
        <w:r w:rsidR="007E7DB1">
          <w:rPr>
            <w:noProof/>
            <w:webHidden/>
          </w:rPr>
          <w:fldChar w:fldCharType="begin"/>
        </w:r>
        <w:r w:rsidR="007E7DB1">
          <w:rPr>
            <w:noProof/>
            <w:webHidden/>
          </w:rPr>
          <w:instrText xml:space="preserve"> PAGEREF _Toc101789187 \h </w:instrText>
        </w:r>
        <w:r w:rsidR="007E7DB1">
          <w:rPr>
            <w:noProof/>
            <w:webHidden/>
          </w:rPr>
        </w:r>
        <w:r w:rsidR="007E7DB1">
          <w:rPr>
            <w:noProof/>
            <w:webHidden/>
          </w:rPr>
          <w:fldChar w:fldCharType="separate"/>
        </w:r>
        <w:r w:rsidR="007E7DB1">
          <w:rPr>
            <w:noProof/>
            <w:webHidden/>
          </w:rPr>
          <w:t>8</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88" w:history="1">
        <w:r w:rsidR="007E7DB1" w:rsidRPr="00941456">
          <w:rPr>
            <w:rStyle w:val="Hiperpovezava"/>
            <w:noProof/>
          </w:rPr>
          <w:t>3.4</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Priključki tipa C – blokovna stanovanjska gradnja</w:t>
        </w:r>
        <w:r w:rsidR="007E7DB1">
          <w:rPr>
            <w:noProof/>
            <w:webHidden/>
          </w:rPr>
          <w:tab/>
        </w:r>
        <w:r w:rsidR="007E7DB1">
          <w:rPr>
            <w:noProof/>
            <w:webHidden/>
          </w:rPr>
          <w:fldChar w:fldCharType="begin"/>
        </w:r>
        <w:r w:rsidR="007E7DB1">
          <w:rPr>
            <w:noProof/>
            <w:webHidden/>
          </w:rPr>
          <w:instrText xml:space="preserve"> PAGEREF _Toc101789188 \h </w:instrText>
        </w:r>
        <w:r w:rsidR="007E7DB1">
          <w:rPr>
            <w:noProof/>
            <w:webHidden/>
          </w:rPr>
        </w:r>
        <w:r w:rsidR="007E7DB1">
          <w:rPr>
            <w:noProof/>
            <w:webHidden/>
          </w:rPr>
          <w:fldChar w:fldCharType="separate"/>
        </w:r>
        <w:r w:rsidR="007E7DB1">
          <w:rPr>
            <w:noProof/>
            <w:webHidden/>
          </w:rPr>
          <w:t>9</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89" w:history="1">
        <w:r w:rsidR="007E7DB1" w:rsidRPr="00941456">
          <w:rPr>
            <w:rStyle w:val="Hiperpovezava"/>
            <w:noProof/>
          </w:rPr>
          <w:t>3.4.1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C1 – objekti do 6 stanovanjskih enot</w:t>
        </w:r>
        <w:r w:rsidR="007E7DB1">
          <w:rPr>
            <w:noProof/>
            <w:webHidden/>
          </w:rPr>
          <w:tab/>
        </w:r>
        <w:r w:rsidR="007E7DB1">
          <w:rPr>
            <w:noProof/>
            <w:webHidden/>
          </w:rPr>
          <w:fldChar w:fldCharType="begin"/>
        </w:r>
        <w:r w:rsidR="007E7DB1">
          <w:rPr>
            <w:noProof/>
            <w:webHidden/>
          </w:rPr>
          <w:instrText xml:space="preserve"> PAGEREF _Toc101789189 \h </w:instrText>
        </w:r>
        <w:r w:rsidR="007E7DB1">
          <w:rPr>
            <w:noProof/>
            <w:webHidden/>
          </w:rPr>
        </w:r>
        <w:r w:rsidR="007E7DB1">
          <w:rPr>
            <w:noProof/>
            <w:webHidden/>
          </w:rPr>
          <w:fldChar w:fldCharType="separate"/>
        </w:r>
        <w:r w:rsidR="007E7DB1">
          <w:rPr>
            <w:noProof/>
            <w:webHidden/>
          </w:rPr>
          <w:t>9</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90" w:history="1">
        <w:r w:rsidR="007E7DB1" w:rsidRPr="00941456">
          <w:rPr>
            <w:rStyle w:val="Hiperpovezava"/>
            <w:noProof/>
          </w:rPr>
          <w:t>3.4.2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C2 – objekti nad 6 stanovanjskih enot</w:t>
        </w:r>
        <w:r w:rsidR="007E7DB1">
          <w:rPr>
            <w:noProof/>
            <w:webHidden/>
          </w:rPr>
          <w:tab/>
        </w:r>
        <w:r w:rsidR="007E7DB1">
          <w:rPr>
            <w:noProof/>
            <w:webHidden/>
          </w:rPr>
          <w:fldChar w:fldCharType="begin"/>
        </w:r>
        <w:r w:rsidR="007E7DB1">
          <w:rPr>
            <w:noProof/>
            <w:webHidden/>
          </w:rPr>
          <w:instrText xml:space="preserve"> PAGEREF _Toc101789190 \h </w:instrText>
        </w:r>
        <w:r w:rsidR="007E7DB1">
          <w:rPr>
            <w:noProof/>
            <w:webHidden/>
          </w:rPr>
        </w:r>
        <w:r w:rsidR="007E7DB1">
          <w:rPr>
            <w:noProof/>
            <w:webHidden/>
          </w:rPr>
          <w:fldChar w:fldCharType="separate"/>
        </w:r>
        <w:r w:rsidR="007E7DB1">
          <w:rPr>
            <w:noProof/>
            <w:webHidden/>
          </w:rPr>
          <w:t>10</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91" w:history="1">
        <w:r w:rsidR="007E7DB1" w:rsidRPr="00941456">
          <w:rPr>
            <w:rStyle w:val="Hiperpovezava"/>
            <w:noProof/>
          </w:rPr>
          <w:t>3.5</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Priključki tipa D – poslovni odjem</w:t>
        </w:r>
        <w:r w:rsidR="007E7DB1">
          <w:rPr>
            <w:noProof/>
            <w:webHidden/>
          </w:rPr>
          <w:tab/>
        </w:r>
        <w:r w:rsidR="007E7DB1">
          <w:rPr>
            <w:noProof/>
            <w:webHidden/>
          </w:rPr>
          <w:fldChar w:fldCharType="begin"/>
        </w:r>
        <w:r w:rsidR="007E7DB1">
          <w:rPr>
            <w:noProof/>
            <w:webHidden/>
          </w:rPr>
          <w:instrText xml:space="preserve"> PAGEREF _Toc101789191 \h </w:instrText>
        </w:r>
        <w:r w:rsidR="007E7DB1">
          <w:rPr>
            <w:noProof/>
            <w:webHidden/>
          </w:rPr>
        </w:r>
        <w:r w:rsidR="007E7DB1">
          <w:rPr>
            <w:noProof/>
            <w:webHidden/>
          </w:rPr>
          <w:fldChar w:fldCharType="separate"/>
        </w:r>
        <w:r w:rsidR="007E7DB1">
          <w:rPr>
            <w:noProof/>
            <w:webHidden/>
          </w:rPr>
          <w:t>11</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92" w:history="1">
        <w:r w:rsidR="007E7DB1" w:rsidRPr="00941456">
          <w:rPr>
            <w:rStyle w:val="Hiperpovezava"/>
            <w:noProof/>
          </w:rPr>
          <w:t>3.5.1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D1 – mali poslovni odjemalci (do 43 kW)</w:t>
        </w:r>
        <w:r w:rsidR="007E7DB1">
          <w:rPr>
            <w:noProof/>
            <w:webHidden/>
          </w:rPr>
          <w:tab/>
        </w:r>
        <w:r w:rsidR="007E7DB1">
          <w:rPr>
            <w:noProof/>
            <w:webHidden/>
          </w:rPr>
          <w:fldChar w:fldCharType="begin"/>
        </w:r>
        <w:r w:rsidR="007E7DB1">
          <w:rPr>
            <w:noProof/>
            <w:webHidden/>
          </w:rPr>
          <w:instrText xml:space="preserve"> PAGEREF _Toc101789192 \h </w:instrText>
        </w:r>
        <w:r w:rsidR="007E7DB1">
          <w:rPr>
            <w:noProof/>
            <w:webHidden/>
          </w:rPr>
        </w:r>
        <w:r w:rsidR="007E7DB1">
          <w:rPr>
            <w:noProof/>
            <w:webHidden/>
          </w:rPr>
          <w:fldChar w:fldCharType="separate"/>
        </w:r>
        <w:r w:rsidR="007E7DB1">
          <w:rPr>
            <w:noProof/>
            <w:webHidden/>
          </w:rPr>
          <w:t>11</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93" w:history="1">
        <w:r w:rsidR="007E7DB1" w:rsidRPr="00941456">
          <w:rPr>
            <w:rStyle w:val="Hiperpovezava"/>
            <w:noProof/>
          </w:rPr>
          <w:t>3.5.2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D2 – z merjenjem moči (nad 43 kW)</w:t>
        </w:r>
        <w:r w:rsidR="007E7DB1">
          <w:rPr>
            <w:noProof/>
            <w:webHidden/>
          </w:rPr>
          <w:tab/>
        </w:r>
        <w:r w:rsidR="007E7DB1">
          <w:rPr>
            <w:noProof/>
            <w:webHidden/>
          </w:rPr>
          <w:fldChar w:fldCharType="begin"/>
        </w:r>
        <w:r w:rsidR="007E7DB1">
          <w:rPr>
            <w:noProof/>
            <w:webHidden/>
          </w:rPr>
          <w:instrText xml:space="preserve"> PAGEREF _Toc101789193 \h </w:instrText>
        </w:r>
        <w:r w:rsidR="007E7DB1">
          <w:rPr>
            <w:noProof/>
            <w:webHidden/>
          </w:rPr>
        </w:r>
        <w:r w:rsidR="007E7DB1">
          <w:rPr>
            <w:noProof/>
            <w:webHidden/>
          </w:rPr>
          <w:fldChar w:fldCharType="separate"/>
        </w:r>
        <w:r w:rsidR="007E7DB1">
          <w:rPr>
            <w:noProof/>
            <w:webHidden/>
          </w:rPr>
          <w:t>12</w:t>
        </w:r>
        <w:r w:rsidR="007E7DB1">
          <w:rPr>
            <w:noProof/>
            <w:webHidden/>
          </w:rPr>
          <w:fldChar w:fldCharType="end"/>
        </w:r>
      </w:hyperlink>
    </w:p>
    <w:p w:rsidR="007E7DB1" w:rsidRDefault="00756FDF">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hyperlink w:anchor="_Toc101789194" w:history="1">
        <w:r w:rsidR="007E7DB1" w:rsidRPr="00941456">
          <w:rPr>
            <w:rStyle w:val="Hiperpovezava"/>
            <w:noProof/>
          </w:rPr>
          <w:t>4</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SN PRIKLJUČKI</w:t>
        </w:r>
        <w:r w:rsidR="007E7DB1">
          <w:rPr>
            <w:noProof/>
            <w:webHidden/>
          </w:rPr>
          <w:tab/>
        </w:r>
        <w:r w:rsidR="007E7DB1">
          <w:rPr>
            <w:noProof/>
            <w:webHidden/>
          </w:rPr>
          <w:fldChar w:fldCharType="begin"/>
        </w:r>
        <w:r w:rsidR="007E7DB1">
          <w:rPr>
            <w:noProof/>
            <w:webHidden/>
          </w:rPr>
          <w:instrText xml:space="preserve"> PAGEREF _Toc101789194 \h </w:instrText>
        </w:r>
        <w:r w:rsidR="007E7DB1">
          <w:rPr>
            <w:noProof/>
            <w:webHidden/>
          </w:rPr>
        </w:r>
        <w:r w:rsidR="007E7DB1">
          <w:rPr>
            <w:noProof/>
            <w:webHidden/>
          </w:rPr>
          <w:fldChar w:fldCharType="separate"/>
        </w:r>
        <w:r w:rsidR="007E7DB1">
          <w:rPr>
            <w:noProof/>
            <w:webHidden/>
          </w:rPr>
          <w:t>13</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95" w:history="1">
        <w:r w:rsidR="007E7DB1" w:rsidRPr="00941456">
          <w:rPr>
            <w:rStyle w:val="Hiperpovezava"/>
            <w:noProof/>
          </w:rPr>
          <w:t>4.1</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Osnovna pravila</w:t>
        </w:r>
        <w:r w:rsidR="007E7DB1">
          <w:rPr>
            <w:noProof/>
            <w:webHidden/>
          </w:rPr>
          <w:tab/>
        </w:r>
        <w:r w:rsidR="007E7DB1">
          <w:rPr>
            <w:noProof/>
            <w:webHidden/>
          </w:rPr>
          <w:fldChar w:fldCharType="begin"/>
        </w:r>
        <w:r w:rsidR="007E7DB1">
          <w:rPr>
            <w:noProof/>
            <w:webHidden/>
          </w:rPr>
          <w:instrText xml:space="preserve"> PAGEREF _Toc101789195 \h </w:instrText>
        </w:r>
        <w:r w:rsidR="007E7DB1">
          <w:rPr>
            <w:noProof/>
            <w:webHidden/>
          </w:rPr>
        </w:r>
        <w:r w:rsidR="007E7DB1">
          <w:rPr>
            <w:noProof/>
            <w:webHidden/>
          </w:rPr>
          <w:fldChar w:fldCharType="separate"/>
        </w:r>
        <w:r w:rsidR="007E7DB1">
          <w:rPr>
            <w:noProof/>
            <w:webHidden/>
          </w:rPr>
          <w:t>13</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96" w:history="1">
        <w:r w:rsidR="007E7DB1" w:rsidRPr="00941456">
          <w:rPr>
            <w:rStyle w:val="Hiperpovezava"/>
            <w:noProof/>
          </w:rPr>
          <w:t>4.2</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Tipski preseki vodnikov</w:t>
        </w:r>
        <w:r w:rsidR="007E7DB1">
          <w:rPr>
            <w:noProof/>
            <w:webHidden/>
          </w:rPr>
          <w:tab/>
        </w:r>
        <w:r w:rsidR="007E7DB1">
          <w:rPr>
            <w:noProof/>
            <w:webHidden/>
          </w:rPr>
          <w:fldChar w:fldCharType="begin"/>
        </w:r>
        <w:r w:rsidR="007E7DB1">
          <w:rPr>
            <w:noProof/>
            <w:webHidden/>
          </w:rPr>
          <w:instrText xml:space="preserve"> PAGEREF _Toc101789196 \h </w:instrText>
        </w:r>
        <w:r w:rsidR="007E7DB1">
          <w:rPr>
            <w:noProof/>
            <w:webHidden/>
          </w:rPr>
        </w:r>
        <w:r w:rsidR="007E7DB1">
          <w:rPr>
            <w:noProof/>
            <w:webHidden/>
          </w:rPr>
          <w:fldChar w:fldCharType="separate"/>
        </w:r>
        <w:r w:rsidR="007E7DB1">
          <w:rPr>
            <w:noProof/>
            <w:webHidden/>
          </w:rPr>
          <w:t>13</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197" w:history="1">
        <w:r w:rsidR="007E7DB1" w:rsidRPr="00941456">
          <w:rPr>
            <w:rStyle w:val="Hiperpovezava"/>
            <w:noProof/>
          </w:rPr>
          <w:t>4.3</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Priključki tipa E – ostala gradnja – odjem na srednji napetosti</w:t>
        </w:r>
        <w:r w:rsidR="007E7DB1">
          <w:rPr>
            <w:noProof/>
            <w:webHidden/>
          </w:rPr>
          <w:tab/>
        </w:r>
        <w:r w:rsidR="007E7DB1">
          <w:rPr>
            <w:noProof/>
            <w:webHidden/>
          </w:rPr>
          <w:fldChar w:fldCharType="begin"/>
        </w:r>
        <w:r w:rsidR="007E7DB1">
          <w:rPr>
            <w:noProof/>
            <w:webHidden/>
          </w:rPr>
          <w:instrText xml:space="preserve"> PAGEREF _Toc101789197 \h </w:instrText>
        </w:r>
        <w:r w:rsidR="007E7DB1">
          <w:rPr>
            <w:noProof/>
            <w:webHidden/>
          </w:rPr>
        </w:r>
        <w:r w:rsidR="007E7DB1">
          <w:rPr>
            <w:noProof/>
            <w:webHidden/>
          </w:rPr>
          <w:fldChar w:fldCharType="separate"/>
        </w:r>
        <w:r w:rsidR="007E7DB1">
          <w:rPr>
            <w:noProof/>
            <w:webHidden/>
          </w:rPr>
          <w:t>13</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98" w:history="1">
        <w:r w:rsidR="007E7DB1" w:rsidRPr="00941456">
          <w:rPr>
            <w:rStyle w:val="Hiperpovezava"/>
            <w:noProof/>
          </w:rPr>
          <w:t>4.3.1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E1</w:t>
        </w:r>
        <w:r w:rsidR="007E7DB1">
          <w:rPr>
            <w:noProof/>
            <w:webHidden/>
          </w:rPr>
          <w:tab/>
        </w:r>
        <w:r w:rsidR="007E7DB1">
          <w:rPr>
            <w:noProof/>
            <w:webHidden/>
          </w:rPr>
          <w:fldChar w:fldCharType="begin"/>
        </w:r>
        <w:r w:rsidR="007E7DB1">
          <w:rPr>
            <w:noProof/>
            <w:webHidden/>
          </w:rPr>
          <w:instrText xml:space="preserve"> PAGEREF _Toc101789198 \h </w:instrText>
        </w:r>
        <w:r w:rsidR="007E7DB1">
          <w:rPr>
            <w:noProof/>
            <w:webHidden/>
          </w:rPr>
        </w:r>
        <w:r w:rsidR="007E7DB1">
          <w:rPr>
            <w:noProof/>
            <w:webHidden/>
          </w:rPr>
          <w:fldChar w:fldCharType="separate"/>
        </w:r>
        <w:r w:rsidR="007E7DB1">
          <w:rPr>
            <w:noProof/>
            <w:webHidden/>
          </w:rPr>
          <w:t>14</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199" w:history="1">
        <w:r w:rsidR="007E7DB1" w:rsidRPr="00941456">
          <w:rPr>
            <w:rStyle w:val="Hiperpovezava"/>
            <w:noProof/>
          </w:rPr>
          <w:t>4.3.2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E2</w:t>
        </w:r>
        <w:r w:rsidR="007E7DB1">
          <w:rPr>
            <w:noProof/>
            <w:webHidden/>
          </w:rPr>
          <w:tab/>
        </w:r>
        <w:r w:rsidR="007E7DB1">
          <w:rPr>
            <w:noProof/>
            <w:webHidden/>
          </w:rPr>
          <w:fldChar w:fldCharType="begin"/>
        </w:r>
        <w:r w:rsidR="007E7DB1">
          <w:rPr>
            <w:noProof/>
            <w:webHidden/>
          </w:rPr>
          <w:instrText xml:space="preserve"> PAGEREF _Toc101789199 \h </w:instrText>
        </w:r>
        <w:r w:rsidR="007E7DB1">
          <w:rPr>
            <w:noProof/>
            <w:webHidden/>
          </w:rPr>
        </w:r>
        <w:r w:rsidR="007E7DB1">
          <w:rPr>
            <w:noProof/>
            <w:webHidden/>
          </w:rPr>
          <w:fldChar w:fldCharType="separate"/>
        </w:r>
        <w:r w:rsidR="007E7DB1">
          <w:rPr>
            <w:noProof/>
            <w:webHidden/>
          </w:rPr>
          <w:t>14</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00" w:history="1">
        <w:r w:rsidR="007E7DB1" w:rsidRPr="00941456">
          <w:rPr>
            <w:rStyle w:val="Hiperpovezava"/>
            <w:noProof/>
          </w:rPr>
          <w:t>4.3.3</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Tipska izvedba E3 – radialni priklop</w:t>
        </w:r>
        <w:r w:rsidR="007E7DB1">
          <w:rPr>
            <w:noProof/>
            <w:webHidden/>
          </w:rPr>
          <w:tab/>
        </w:r>
        <w:r w:rsidR="007E7DB1">
          <w:rPr>
            <w:noProof/>
            <w:webHidden/>
          </w:rPr>
          <w:fldChar w:fldCharType="begin"/>
        </w:r>
        <w:r w:rsidR="007E7DB1">
          <w:rPr>
            <w:noProof/>
            <w:webHidden/>
          </w:rPr>
          <w:instrText xml:space="preserve"> PAGEREF _Toc101789200 \h </w:instrText>
        </w:r>
        <w:r w:rsidR="007E7DB1">
          <w:rPr>
            <w:noProof/>
            <w:webHidden/>
          </w:rPr>
        </w:r>
        <w:r w:rsidR="007E7DB1">
          <w:rPr>
            <w:noProof/>
            <w:webHidden/>
          </w:rPr>
          <w:fldChar w:fldCharType="separate"/>
        </w:r>
        <w:r w:rsidR="007E7DB1">
          <w:rPr>
            <w:noProof/>
            <w:webHidden/>
          </w:rPr>
          <w:t>15</w:t>
        </w:r>
        <w:r w:rsidR="007E7DB1">
          <w:rPr>
            <w:noProof/>
            <w:webHidden/>
          </w:rPr>
          <w:fldChar w:fldCharType="end"/>
        </w:r>
      </w:hyperlink>
    </w:p>
    <w:p w:rsidR="007E7DB1" w:rsidRDefault="00756FDF">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hyperlink w:anchor="_Toc101789201" w:history="1">
        <w:r w:rsidR="007E7DB1" w:rsidRPr="00941456">
          <w:rPr>
            <w:rStyle w:val="Hiperpovezava"/>
            <w:noProof/>
          </w:rPr>
          <w:t>5</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PROIZVODNI OBJEKTI ELEKTRIČNE ENERGIJE</w:t>
        </w:r>
        <w:r w:rsidR="007E7DB1">
          <w:rPr>
            <w:noProof/>
            <w:webHidden/>
          </w:rPr>
          <w:tab/>
        </w:r>
        <w:r w:rsidR="007E7DB1">
          <w:rPr>
            <w:noProof/>
            <w:webHidden/>
          </w:rPr>
          <w:fldChar w:fldCharType="begin"/>
        </w:r>
        <w:r w:rsidR="007E7DB1">
          <w:rPr>
            <w:noProof/>
            <w:webHidden/>
          </w:rPr>
          <w:instrText xml:space="preserve"> PAGEREF _Toc101789201 \h </w:instrText>
        </w:r>
        <w:r w:rsidR="007E7DB1">
          <w:rPr>
            <w:noProof/>
            <w:webHidden/>
          </w:rPr>
        </w:r>
        <w:r w:rsidR="007E7DB1">
          <w:rPr>
            <w:noProof/>
            <w:webHidden/>
          </w:rPr>
          <w:fldChar w:fldCharType="separate"/>
        </w:r>
        <w:r w:rsidR="007E7DB1">
          <w:rPr>
            <w:noProof/>
            <w:webHidden/>
          </w:rPr>
          <w:t>16</w:t>
        </w:r>
        <w:r w:rsidR="007E7DB1">
          <w:rPr>
            <w:noProof/>
            <w:webHidden/>
          </w:rPr>
          <w:fldChar w:fldCharType="end"/>
        </w:r>
      </w:hyperlink>
    </w:p>
    <w:p w:rsidR="007E7DB1" w:rsidRDefault="00756FDF">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hyperlink w:anchor="_Toc101789202" w:history="1">
        <w:r w:rsidR="007E7DB1" w:rsidRPr="00941456">
          <w:rPr>
            <w:rStyle w:val="Hiperpovezava"/>
            <w:noProof/>
          </w:rPr>
          <w:t>6</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PRENAPETOSTNA ZAŠČITA PRIKLJUČKOV</w:t>
        </w:r>
        <w:r w:rsidR="007E7DB1">
          <w:rPr>
            <w:noProof/>
            <w:webHidden/>
          </w:rPr>
          <w:tab/>
        </w:r>
        <w:r w:rsidR="007E7DB1">
          <w:rPr>
            <w:noProof/>
            <w:webHidden/>
          </w:rPr>
          <w:fldChar w:fldCharType="begin"/>
        </w:r>
        <w:r w:rsidR="007E7DB1">
          <w:rPr>
            <w:noProof/>
            <w:webHidden/>
          </w:rPr>
          <w:instrText xml:space="preserve"> PAGEREF _Toc101789202 \h </w:instrText>
        </w:r>
        <w:r w:rsidR="007E7DB1">
          <w:rPr>
            <w:noProof/>
            <w:webHidden/>
          </w:rPr>
        </w:r>
        <w:r w:rsidR="007E7DB1">
          <w:rPr>
            <w:noProof/>
            <w:webHidden/>
          </w:rPr>
          <w:fldChar w:fldCharType="separate"/>
        </w:r>
        <w:r w:rsidR="007E7DB1">
          <w:rPr>
            <w:noProof/>
            <w:webHidden/>
          </w:rPr>
          <w:t>16</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03" w:history="1">
        <w:r w:rsidR="007E7DB1" w:rsidRPr="00941456">
          <w:rPr>
            <w:rStyle w:val="Hiperpovezava"/>
            <w:noProof/>
          </w:rPr>
          <w:t>6.1</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NN priključki</w:t>
        </w:r>
        <w:r w:rsidR="007E7DB1">
          <w:rPr>
            <w:noProof/>
            <w:webHidden/>
          </w:rPr>
          <w:tab/>
        </w:r>
        <w:r w:rsidR="007E7DB1">
          <w:rPr>
            <w:noProof/>
            <w:webHidden/>
          </w:rPr>
          <w:fldChar w:fldCharType="begin"/>
        </w:r>
        <w:r w:rsidR="007E7DB1">
          <w:rPr>
            <w:noProof/>
            <w:webHidden/>
          </w:rPr>
          <w:instrText xml:space="preserve"> PAGEREF _Toc101789203 \h </w:instrText>
        </w:r>
        <w:r w:rsidR="007E7DB1">
          <w:rPr>
            <w:noProof/>
            <w:webHidden/>
          </w:rPr>
        </w:r>
        <w:r w:rsidR="007E7DB1">
          <w:rPr>
            <w:noProof/>
            <w:webHidden/>
          </w:rPr>
          <w:fldChar w:fldCharType="separate"/>
        </w:r>
        <w:r w:rsidR="007E7DB1">
          <w:rPr>
            <w:noProof/>
            <w:webHidden/>
          </w:rPr>
          <w:t>16</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04" w:history="1">
        <w:r w:rsidR="007E7DB1" w:rsidRPr="00941456">
          <w:rPr>
            <w:rStyle w:val="Hiperpovezava"/>
            <w:noProof/>
          </w:rPr>
          <w:t>6.2</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SN priključki</w:t>
        </w:r>
        <w:r w:rsidR="007E7DB1">
          <w:rPr>
            <w:noProof/>
            <w:webHidden/>
          </w:rPr>
          <w:tab/>
        </w:r>
        <w:r w:rsidR="007E7DB1">
          <w:rPr>
            <w:noProof/>
            <w:webHidden/>
          </w:rPr>
          <w:fldChar w:fldCharType="begin"/>
        </w:r>
        <w:r w:rsidR="007E7DB1">
          <w:rPr>
            <w:noProof/>
            <w:webHidden/>
          </w:rPr>
          <w:instrText xml:space="preserve"> PAGEREF _Toc101789204 \h </w:instrText>
        </w:r>
        <w:r w:rsidR="007E7DB1">
          <w:rPr>
            <w:noProof/>
            <w:webHidden/>
          </w:rPr>
        </w:r>
        <w:r w:rsidR="007E7DB1">
          <w:rPr>
            <w:noProof/>
            <w:webHidden/>
          </w:rPr>
          <w:fldChar w:fldCharType="separate"/>
        </w:r>
        <w:r w:rsidR="007E7DB1">
          <w:rPr>
            <w:noProof/>
            <w:webHidden/>
          </w:rPr>
          <w:t>16</w:t>
        </w:r>
        <w:r w:rsidR="007E7DB1">
          <w:rPr>
            <w:noProof/>
            <w:webHidden/>
          </w:rPr>
          <w:fldChar w:fldCharType="end"/>
        </w:r>
      </w:hyperlink>
    </w:p>
    <w:p w:rsidR="007E7DB1" w:rsidRDefault="00756FDF">
      <w:pPr>
        <w:pStyle w:val="Kazalovsebine1"/>
        <w:tabs>
          <w:tab w:val="left" w:pos="480"/>
          <w:tab w:val="right" w:leader="dot" w:pos="9628"/>
        </w:tabs>
        <w:rPr>
          <w:rFonts w:asciiTheme="minorHAnsi" w:eastAsiaTheme="minorEastAsia" w:hAnsiTheme="minorHAnsi" w:cstheme="minorBidi"/>
          <w:b w:val="0"/>
          <w:bCs w:val="0"/>
          <w:caps w:val="0"/>
          <w:noProof/>
          <w:sz w:val="22"/>
          <w:szCs w:val="22"/>
          <w:lang w:eastAsia="sl-SI"/>
        </w:rPr>
      </w:pPr>
      <w:hyperlink w:anchor="_Toc101789205" w:history="1">
        <w:r w:rsidR="007E7DB1" w:rsidRPr="00941456">
          <w:rPr>
            <w:rStyle w:val="Hiperpovezava"/>
            <w:noProof/>
          </w:rPr>
          <w:t>7</w:t>
        </w:r>
        <w:r w:rsidR="007E7DB1">
          <w:rPr>
            <w:rFonts w:asciiTheme="minorHAnsi" w:eastAsiaTheme="minorEastAsia" w:hAnsiTheme="minorHAnsi" w:cstheme="minorBidi"/>
            <w:b w:val="0"/>
            <w:bCs w:val="0"/>
            <w:caps w:val="0"/>
            <w:noProof/>
            <w:sz w:val="22"/>
            <w:szCs w:val="22"/>
            <w:lang w:eastAsia="sl-SI"/>
          </w:rPr>
          <w:tab/>
        </w:r>
        <w:r w:rsidR="007E7DB1" w:rsidRPr="00941456">
          <w:rPr>
            <w:rStyle w:val="Hiperpovezava"/>
            <w:noProof/>
          </w:rPr>
          <w:t>NN PRIKLJUČNE OMARICE</w:t>
        </w:r>
        <w:r w:rsidR="007E7DB1">
          <w:rPr>
            <w:noProof/>
            <w:webHidden/>
          </w:rPr>
          <w:tab/>
        </w:r>
        <w:r w:rsidR="007E7DB1">
          <w:rPr>
            <w:noProof/>
            <w:webHidden/>
          </w:rPr>
          <w:fldChar w:fldCharType="begin"/>
        </w:r>
        <w:r w:rsidR="007E7DB1">
          <w:rPr>
            <w:noProof/>
            <w:webHidden/>
          </w:rPr>
          <w:instrText xml:space="preserve"> PAGEREF _Toc101789205 \h </w:instrText>
        </w:r>
        <w:r w:rsidR="007E7DB1">
          <w:rPr>
            <w:noProof/>
            <w:webHidden/>
          </w:rPr>
        </w:r>
        <w:r w:rsidR="007E7DB1">
          <w:rPr>
            <w:noProof/>
            <w:webHidden/>
          </w:rPr>
          <w:fldChar w:fldCharType="separate"/>
        </w:r>
        <w:r w:rsidR="007E7DB1">
          <w:rPr>
            <w:noProof/>
            <w:webHidden/>
          </w:rPr>
          <w:t>16</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06" w:history="1">
        <w:r w:rsidR="007E7DB1" w:rsidRPr="00941456">
          <w:rPr>
            <w:rStyle w:val="Hiperpovezava"/>
            <w:noProof/>
          </w:rPr>
          <w:t>7.1</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Opis konstrukcije in tehnične karakteristike</w:t>
        </w:r>
        <w:r w:rsidR="007E7DB1">
          <w:rPr>
            <w:noProof/>
            <w:webHidden/>
          </w:rPr>
          <w:tab/>
        </w:r>
        <w:r w:rsidR="007E7DB1">
          <w:rPr>
            <w:noProof/>
            <w:webHidden/>
          </w:rPr>
          <w:fldChar w:fldCharType="begin"/>
        </w:r>
        <w:r w:rsidR="007E7DB1">
          <w:rPr>
            <w:noProof/>
            <w:webHidden/>
          </w:rPr>
          <w:instrText xml:space="preserve"> PAGEREF _Toc101789206 \h </w:instrText>
        </w:r>
        <w:r w:rsidR="007E7DB1">
          <w:rPr>
            <w:noProof/>
            <w:webHidden/>
          </w:rPr>
        </w:r>
        <w:r w:rsidR="007E7DB1">
          <w:rPr>
            <w:noProof/>
            <w:webHidden/>
          </w:rPr>
          <w:fldChar w:fldCharType="separate"/>
        </w:r>
        <w:r w:rsidR="007E7DB1">
          <w:rPr>
            <w:noProof/>
            <w:webHidden/>
          </w:rPr>
          <w:t>17</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07" w:history="1">
        <w:r w:rsidR="007E7DB1" w:rsidRPr="00941456">
          <w:rPr>
            <w:rStyle w:val="Hiperpovezava"/>
            <w:noProof/>
          </w:rPr>
          <w:t>7.1.1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Omarice iz umetnih materialov</w:t>
        </w:r>
        <w:r w:rsidR="007E7DB1">
          <w:rPr>
            <w:noProof/>
            <w:webHidden/>
          </w:rPr>
          <w:tab/>
        </w:r>
        <w:r w:rsidR="007E7DB1">
          <w:rPr>
            <w:noProof/>
            <w:webHidden/>
          </w:rPr>
          <w:fldChar w:fldCharType="begin"/>
        </w:r>
        <w:r w:rsidR="007E7DB1">
          <w:rPr>
            <w:noProof/>
            <w:webHidden/>
          </w:rPr>
          <w:instrText xml:space="preserve"> PAGEREF _Toc101789207 \h </w:instrText>
        </w:r>
        <w:r w:rsidR="007E7DB1">
          <w:rPr>
            <w:noProof/>
            <w:webHidden/>
          </w:rPr>
        </w:r>
        <w:r w:rsidR="007E7DB1">
          <w:rPr>
            <w:noProof/>
            <w:webHidden/>
          </w:rPr>
          <w:fldChar w:fldCharType="separate"/>
        </w:r>
        <w:r w:rsidR="007E7DB1">
          <w:rPr>
            <w:noProof/>
            <w:webHidden/>
          </w:rPr>
          <w:t>17</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08" w:history="1">
        <w:r w:rsidR="007E7DB1" w:rsidRPr="00941456">
          <w:rPr>
            <w:rStyle w:val="Hiperpovezava"/>
            <w:noProof/>
          </w:rPr>
          <w:t>7.1.2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Kovinske omarice</w:t>
        </w:r>
        <w:r w:rsidR="007E7DB1">
          <w:rPr>
            <w:noProof/>
            <w:webHidden/>
          </w:rPr>
          <w:tab/>
        </w:r>
        <w:r w:rsidR="007E7DB1">
          <w:rPr>
            <w:noProof/>
            <w:webHidden/>
          </w:rPr>
          <w:fldChar w:fldCharType="begin"/>
        </w:r>
        <w:r w:rsidR="007E7DB1">
          <w:rPr>
            <w:noProof/>
            <w:webHidden/>
          </w:rPr>
          <w:instrText xml:space="preserve"> PAGEREF _Toc101789208 \h </w:instrText>
        </w:r>
        <w:r w:rsidR="007E7DB1">
          <w:rPr>
            <w:noProof/>
            <w:webHidden/>
          </w:rPr>
        </w:r>
        <w:r w:rsidR="007E7DB1">
          <w:rPr>
            <w:noProof/>
            <w:webHidden/>
          </w:rPr>
          <w:fldChar w:fldCharType="separate"/>
        </w:r>
        <w:r w:rsidR="007E7DB1">
          <w:rPr>
            <w:noProof/>
            <w:webHidden/>
          </w:rPr>
          <w:t>18</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09" w:history="1">
        <w:r w:rsidR="007E7DB1" w:rsidRPr="00941456">
          <w:rPr>
            <w:rStyle w:val="Hiperpovezava"/>
            <w:noProof/>
          </w:rPr>
          <w:t>7.2</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Minimalne svetle (notranje) dimenzije priključnih omaric za vgradnjo</w:t>
        </w:r>
        <w:r w:rsidR="007E7DB1">
          <w:rPr>
            <w:noProof/>
            <w:webHidden/>
          </w:rPr>
          <w:tab/>
        </w:r>
        <w:r w:rsidR="007E7DB1">
          <w:rPr>
            <w:noProof/>
            <w:webHidden/>
          </w:rPr>
          <w:fldChar w:fldCharType="begin"/>
        </w:r>
        <w:r w:rsidR="007E7DB1">
          <w:rPr>
            <w:noProof/>
            <w:webHidden/>
          </w:rPr>
          <w:instrText xml:space="preserve"> PAGEREF _Toc101789209 \h </w:instrText>
        </w:r>
        <w:r w:rsidR="007E7DB1">
          <w:rPr>
            <w:noProof/>
            <w:webHidden/>
          </w:rPr>
        </w:r>
        <w:r w:rsidR="007E7DB1">
          <w:rPr>
            <w:noProof/>
            <w:webHidden/>
          </w:rPr>
          <w:fldChar w:fldCharType="separate"/>
        </w:r>
        <w:r w:rsidR="007E7DB1">
          <w:rPr>
            <w:noProof/>
            <w:webHidden/>
          </w:rPr>
          <w:t>19</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10" w:history="1">
        <w:r w:rsidR="007E7DB1" w:rsidRPr="00941456">
          <w:rPr>
            <w:rStyle w:val="Hiperpovezava"/>
            <w:noProof/>
          </w:rPr>
          <w:t>7.3</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Minimalne zunanje dimenzije priključnih prostostoječih omaric, nad temeljnim delom</w:t>
        </w:r>
        <w:r w:rsidR="007E7DB1">
          <w:rPr>
            <w:noProof/>
            <w:webHidden/>
          </w:rPr>
          <w:tab/>
        </w:r>
        <w:r w:rsidR="007E7DB1">
          <w:rPr>
            <w:noProof/>
            <w:webHidden/>
          </w:rPr>
          <w:fldChar w:fldCharType="begin"/>
        </w:r>
        <w:r w:rsidR="007E7DB1">
          <w:rPr>
            <w:noProof/>
            <w:webHidden/>
          </w:rPr>
          <w:instrText xml:space="preserve"> PAGEREF _Toc101789210 \h </w:instrText>
        </w:r>
        <w:r w:rsidR="007E7DB1">
          <w:rPr>
            <w:noProof/>
            <w:webHidden/>
          </w:rPr>
        </w:r>
        <w:r w:rsidR="007E7DB1">
          <w:rPr>
            <w:noProof/>
            <w:webHidden/>
          </w:rPr>
          <w:fldChar w:fldCharType="separate"/>
        </w:r>
        <w:r w:rsidR="007E7DB1">
          <w:rPr>
            <w:noProof/>
            <w:webHidden/>
          </w:rPr>
          <w:t>19</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11" w:history="1">
        <w:r w:rsidR="007E7DB1" w:rsidRPr="00941456">
          <w:rPr>
            <w:rStyle w:val="Hiperpovezava"/>
            <w:noProof/>
          </w:rPr>
          <w:t>7.4</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Uporaba in lokacija omaric</w:t>
        </w:r>
        <w:r w:rsidR="007E7DB1">
          <w:rPr>
            <w:noProof/>
            <w:webHidden/>
          </w:rPr>
          <w:tab/>
        </w:r>
        <w:r w:rsidR="007E7DB1">
          <w:rPr>
            <w:noProof/>
            <w:webHidden/>
          </w:rPr>
          <w:fldChar w:fldCharType="begin"/>
        </w:r>
        <w:r w:rsidR="007E7DB1">
          <w:rPr>
            <w:noProof/>
            <w:webHidden/>
          </w:rPr>
          <w:instrText xml:space="preserve"> PAGEREF _Toc101789211 \h </w:instrText>
        </w:r>
        <w:r w:rsidR="007E7DB1">
          <w:rPr>
            <w:noProof/>
            <w:webHidden/>
          </w:rPr>
        </w:r>
        <w:r w:rsidR="007E7DB1">
          <w:rPr>
            <w:noProof/>
            <w:webHidden/>
          </w:rPr>
          <w:fldChar w:fldCharType="separate"/>
        </w:r>
        <w:r w:rsidR="007E7DB1">
          <w:rPr>
            <w:noProof/>
            <w:webHidden/>
          </w:rPr>
          <w:t>19</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12" w:history="1">
        <w:r w:rsidR="007E7DB1" w:rsidRPr="00941456">
          <w:rPr>
            <w:rStyle w:val="Hiperpovezava"/>
            <w:noProof/>
          </w:rPr>
          <w:t>7.4.1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Namestitev priključno merilnih omaric in števcev električne energije na merilnih mestih, kjer se moč ne meri</w:t>
        </w:r>
        <w:r w:rsidR="007E7DB1">
          <w:rPr>
            <w:noProof/>
            <w:webHidden/>
          </w:rPr>
          <w:tab/>
        </w:r>
        <w:r w:rsidR="007E7DB1">
          <w:rPr>
            <w:noProof/>
            <w:webHidden/>
          </w:rPr>
          <w:fldChar w:fldCharType="begin"/>
        </w:r>
        <w:r w:rsidR="007E7DB1">
          <w:rPr>
            <w:noProof/>
            <w:webHidden/>
          </w:rPr>
          <w:instrText xml:space="preserve"> PAGEREF _Toc101789212 \h </w:instrText>
        </w:r>
        <w:r w:rsidR="007E7DB1">
          <w:rPr>
            <w:noProof/>
            <w:webHidden/>
          </w:rPr>
        </w:r>
        <w:r w:rsidR="007E7DB1">
          <w:rPr>
            <w:noProof/>
            <w:webHidden/>
          </w:rPr>
          <w:fldChar w:fldCharType="separate"/>
        </w:r>
        <w:r w:rsidR="007E7DB1">
          <w:rPr>
            <w:noProof/>
            <w:webHidden/>
          </w:rPr>
          <w:t>20</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13" w:history="1">
        <w:r w:rsidR="007E7DB1" w:rsidRPr="00941456">
          <w:rPr>
            <w:rStyle w:val="Hiperpovezava"/>
            <w:noProof/>
          </w:rPr>
          <w:t>7.4.2</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Namestitev priključno merilnih omaric in števcev električne energije na merilnih mestih uporabnikov, kjer se moč meri</w:t>
        </w:r>
        <w:r w:rsidR="007E7DB1">
          <w:rPr>
            <w:noProof/>
            <w:webHidden/>
          </w:rPr>
          <w:tab/>
        </w:r>
        <w:r w:rsidR="007E7DB1">
          <w:rPr>
            <w:noProof/>
            <w:webHidden/>
          </w:rPr>
          <w:fldChar w:fldCharType="begin"/>
        </w:r>
        <w:r w:rsidR="007E7DB1">
          <w:rPr>
            <w:noProof/>
            <w:webHidden/>
          </w:rPr>
          <w:instrText xml:space="preserve"> PAGEREF _Toc101789213 \h </w:instrText>
        </w:r>
        <w:r w:rsidR="007E7DB1">
          <w:rPr>
            <w:noProof/>
            <w:webHidden/>
          </w:rPr>
        </w:r>
        <w:r w:rsidR="007E7DB1">
          <w:rPr>
            <w:noProof/>
            <w:webHidden/>
          </w:rPr>
          <w:fldChar w:fldCharType="separate"/>
        </w:r>
        <w:r w:rsidR="007E7DB1">
          <w:rPr>
            <w:noProof/>
            <w:webHidden/>
          </w:rPr>
          <w:t>20</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14" w:history="1">
        <w:r w:rsidR="007E7DB1" w:rsidRPr="00941456">
          <w:rPr>
            <w:rStyle w:val="Hiperpovezava"/>
            <w:noProof/>
          </w:rPr>
          <w:t>7.4.3</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Namestitev priključno merilnih omaric za skupine merilnih mest</w:t>
        </w:r>
        <w:r w:rsidR="007E7DB1">
          <w:rPr>
            <w:noProof/>
            <w:webHidden/>
          </w:rPr>
          <w:tab/>
        </w:r>
        <w:r w:rsidR="007E7DB1">
          <w:rPr>
            <w:noProof/>
            <w:webHidden/>
          </w:rPr>
          <w:fldChar w:fldCharType="begin"/>
        </w:r>
        <w:r w:rsidR="007E7DB1">
          <w:rPr>
            <w:noProof/>
            <w:webHidden/>
          </w:rPr>
          <w:instrText xml:space="preserve"> PAGEREF _Toc101789214 \h </w:instrText>
        </w:r>
        <w:r w:rsidR="007E7DB1">
          <w:rPr>
            <w:noProof/>
            <w:webHidden/>
          </w:rPr>
        </w:r>
        <w:r w:rsidR="007E7DB1">
          <w:rPr>
            <w:noProof/>
            <w:webHidden/>
          </w:rPr>
          <w:fldChar w:fldCharType="separate"/>
        </w:r>
        <w:r w:rsidR="007E7DB1">
          <w:rPr>
            <w:noProof/>
            <w:webHidden/>
          </w:rPr>
          <w:t>20</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15" w:history="1">
        <w:r w:rsidR="007E7DB1" w:rsidRPr="00941456">
          <w:rPr>
            <w:rStyle w:val="Hiperpovezava"/>
            <w:noProof/>
          </w:rPr>
          <w:t>7.4.4</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Namestitev priključno merilnih omaric za skupino merilnih mest, ki je sestavljena samo iz merilnih mest uporabnikov sistema, pri katerih se moč ne meri</w:t>
        </w:r>
        <w:r w:rsidR="007E7DB1">
          <w:rPr>
            <w:noProof/>
            <w:webHidden/>
          </w:rPr>
          <w:tab/>
        </w:r>
        <w:r w:rsidR="007E7DB1">
          <w:rPr>
            <w:noProof/>
            <w:webHidden/>
          </w:rPr>
          <w:fldChar w:fldCharType="begin"/>
        </w:r>
        <w:r w:rsidR="007E7DB1">
          <w:rPr>
            <w:noProof/>
            <w:webHidden/>
          </w:rPr>
          <w:instrText xml:space="preserve"> PAGEREF _Toc101789215 \h </w:instrText>
        </w:r>
        <w:r w:rsidR="007E7DB1">
          <w:rPr>
            <w:noProof/>
            <w:webHidden/>
          </w:rPr>
        </w:r>
        <w:r w:rsidR="007E7DB1">
          <w:rPr>
            <w:noProof/>
            <w:webHidden/>
          </w:rPr>
          <w:fldChar w:fldCharType="separate"/>
        </w:r>
        <w:r w:rsidR="007E7DB1">
          <w:rPr>
            <w:noProof/>
            <w:webHidden/>
          </w:rPr>
          <w:t>21</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16" w:history="1">
        <w:r w:rsidR="007E7DB1" w:rsidRPr="00941456">
          <w:rPr>
            <w:rStyle w:val="Hiperpovezava"/>
            <w:noProof/>
          </w:rPr>
          <w:t>7.4.5</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Namestitev priključno merilnih omaric za skupino merilnih mest, kjer je najmanj eno merilno mesto uporabnika sistema, pri katerem se moč meri</w:t>
        </w:r>
        <w:r w:rsidR="007E7DB1">
          <w:rPr>
            <w:noProof/>
            <w:webHidden/>
          </w:rPr>
          <w:tab/>
        </w:r>
        <w:r w:rsidR="007E7DB1">
          <w:rPr>
            <w:noProof/>
            <w:webHidden/>
          </w:rPr>
          <w:fldChar w:fldCharType="begin"/>
        </w:r>
        <w:r w:rsidR="007E7DB1">
          <w:rPr>
            <w:noProof/>
            <w:webHidden/>
          </w:rPr>
          <w:instrText xml:space="preserve"> PAGEREF _Toc101789216 \h </w:instrText>
        </w:r>
        <w:r w:rsidR="007E7DB1">
          <w:rPr>
            <w:noProof/>
            <w:webHidden/>
          </w:rPr>
        </w:r>
        <w:r w:rsidR="007E7DB1">
          <w:rPr>
            <w:noProof/>
            <w:webHidden/>
          </w:rPr>
          <w:fldChar w:fldCharType="separate"/>
        </w:r>
        <w:r w:rsidR="007E7DB1">
          <w:rPr>
            <w:noProof/>
            <w:webHidden/>
          </w:rPr>
          <w:t>21</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17" w:history="1">
        <w:r w:rsidR="007E7DB1" w:rsidRPr="00941456">
          <w:rPr>
            <w:rStyle w:val="Hiperpovezava"/>
            <w:noProof/>
          </w:rPr>
          <w:t>7.5</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Vplivi na okolje</w:t>
        </w:r>
        <w:r w:rsidR="007E7DB1">
          <w:rPr>
            <w:noProof/>
            <w:webHidden/>
          </w:rPr>
          <w:tab/>
        </w:r>
        <w:r w:rsidR="007E7DB1">
          <w:rPr>
            <w:noProof/>
            <w:webHidden/>
          </w:rPr>
          <w:fldChar w:fldCharType="begin"/>
        </w:r>
        <w:r w:rsidR="007E7DB1">
          <w:rPr>
            <w:noProof/>
            <w:webHidden/>
          </w:rPr>
          <w:instrText xml:space="preserve"> PAGEREF _Toc101789217 \h </w:instrText>
        </w:r>
        <w:r w:rsidR="007E7DB1">
          <w:rPr>
            <w:noProof/>
            <w:webHidden/>
          </w:rPr>
        </w:r>
        <w:r w:rsidR="007E7DB1">
          <w:rPr>
            <w:noProof/>
            <w:webHidden/>
          </w:rPr>
          <w:fldChar w:fldCharType="separate"/>
        </w:r>
        <w:r w:rsidR="007E7DB1">
          <w:rPr>
            <w:noProof/>
            <w:webHidden/>
          </w:rPr>
          <w:t>21</w:t>
        </w:r>
        <w:r w:rsidR="007E7DB1">
          <w:rPr>
            <w:noProof/>
            <w:webHidden/>
          </w:rPr>
          <w:fldChar w:fldCharType="end"/>
        </w:r>
      </w:hyperlink>
    </w:p>
    <w:p w:rsidR="007E7DB1" w:rsidRDefault="00756FDF">
      <w:pPr>
        <w:pStyle w:val="Kazalovsebine3"/>
        <w:tabs>
          <w:tab w:val="left" w:pos="1440"/>
          <w:tab w:val="right" w:leader="dot" w:pos="9628"/>
        </w:tabs>
        <w:rPr>
          <w:rFonts w:asciiTheme="minorHAnsi" w:eastAsiaTheme="minorEastAsia" w:hAnsiTheme="minorHAnsi" w:cstheme="minorBidi"/>
          <w:i w:val="0"/>
          <w:iCs w:val="0"/>
          <w:noProof/>
          <w:sz w:val="22"/>
          <w:szCs w:val="22"/>
          <w:lang w:eastAsia="sl-SI"/>
        </w:rPr>
      </w:pPr>
      <w:hyperlink w:anchor="_Toc101789218" w:history="1">
        <w:r w:rsidR="007E7DB1" w:rsidRPr="00941456">
          <w:rPr>
            <w:rStyle w:val="Hiperpovezava"/>
            <w:noProof/>
          </w:rPr>
          <w:t>7.5.1</w:t>
        </w:r>
        <w:r w:rsidR="007E7DB1">
          <w:rPr>
            <w:rFonts w:asciiTheme="minorHAnsi" w:eastAsiaTheme="minorEastAsia" w:hAnsiTheme="minorHAnsi" w:cstheme="minorBidi"/>
            <w:i w:val="0"/>
            <w:iCs w:val="0"/>
            <w:noProof/>
            <w:sz w:val="22"/>
            <w:szCs w:val="22"/>
            <w:lang w:eastAsia="sl-SI"/>
          </w:rPr>
          <w:tab/>
        </w:r>
        <w:r w:rsidR="007E7DB1" w:rsidRPr="00941456">
          <w:rPr>
            <w:rStyle w:val="Hiperpovezava"/>
            <w:noProof/>
          </w:rPr>
          <w:t>Odpadki</w:t>
        </w:r>
        <w:r w:rsidR="007E7DB1">
          <w:rPr>
            <w:noProof/>
            <w:webHidden/>
          </w:rPr>
          <w:tab/>
        </w:r>
        <w:r w:rsidR="007E7DB1">
          <w:rPr>
            <w:noProof/>
            <w:webHidden/>
          </w:rPr>
          <w:fldChar w:fldCharType="begin"/>
        </w:r>
        <w:r w:rsidR="007E7DB1">
          <w:rPr>
            <w:noProof/>
            <w:webHidden/>
          </w:rPr>
          <w:instrText xml:space="preserve"> PAGEREF _Toc101789218 \h </w:instrText>
        </w:r>
        <w:r w:rsidR="007E7DB1">
          <w:rPr>
            <w:noProof/>
            <w:webHidden/>
          </w:rPr>
        </w:r>
        <w:r w:rsidR="007E7DB1">
          <w:rPr>
            <w:noProof/>
            <w:webHidden/>
          </w:rPr>
          <w:fldChar w:fldCharType="separate"/>
        </w:r>
        <w:r w:rsidR="007E7DB1">
          <w:rPr>
            <w:noProof/>
            <w:webHidden/>
          </w:rPr>
          <w:t>22</w:t>
        </w:r>
        <w:r w:rsidR="007E7DB1">
          <w:rPr>
            <w:noProof/>
            <w:webHidden/>
          </w:rPr>
          <w:fldChar w:fldCharType="end"/>
        </w:r>
      </w:hyperlink>
    </w:p>
    <w:p w:rsidR="007E7DB1" w:rsidRDefault="00756FDF">
      <w:pPr>
        <w:pStyle w:val="Kazalovsebine2"/>
        <w:tabs>
          <w:tab w:val="left" w:pos="720"/>
          <w:tab w:val="right" w:leader="dot" w:pos="9628"/>
        </w:tabs>
        <w:rPr>
          <w:rFonts w:asciiTheme="minorHAnsi" w:eastAsiaTheme="minorEastAsia" w:hAnsiTheme="minorHAnsi" w:cstheme="minorBidi"/>
          <w:smallCaps w:val="0"/>
          <w:noProof/>
          <w:sz w:val="22"/>
          <w:szCs w:val="22"/>
          <w:lang w:eastAsia="sl-SI"/>
        </w:rPr>
      </w:pPr>
      <w:hyperlink w:anchor="_Toc101789219" w:history="1">
        <w:r w:rsidR="007E7DB1" w:rsidRPr="00941456">
          <w:rPr>
            <w:rStyle w:val="Hiperpovezava"/>
            <w:noProof/>
          </w:rPr>
          <w:t>7.6</w:t>
        </w:r>
        <w:r w:rsidR="007E7DB1">
          <w:rPr>
            <w:rFonts w:asciiTheme="minorHAnsi" w:eastAsiaTheme="minorEastAsia" w:hAnsiTheme="minorHAnsi" w:cstheme="minorBidi"/>
            <w:smallCaps w:val="0"/>
            <w:noProof/>
            <w:sz w:val="22"/>
            <w:szCs w:val="22"/>
            <w:lang w:eastAsia="sl-SI"/>
          </w:rPr>
          <w:tab/>
        </w:r>
        <w:r w:rsidR="007E7DB1" w:rsidRPr="00941456">
          <w:rPr>
            <w:rStyle w:val="Hiperpovezava"/>
            <w:noProof/>
          </w:rPr>
          <w:t>Vzdrževanje</w:t>
        </w:r>
        <w:r w:rsidR="007E7DB1">
          <w:rPr>
            <w:noProof/>
            <w:webHidden/>
          </w:rPr>
          <w:tab/>
        </w:r>
        <w:r w:rsidR="007E7DB1">
          <w:rPr>
            <w:noProof/>
            <w:webHidden/>
          </w:rPr>
          <w:fldChar w:fldCharType="begin"/>
        </w:r>
        <w:r w:rsidR="007E7DB1">
          <w:rPr>
            <w:noProof/>
            <w:webHidden/>
          </w:rPr>
          <w:instrText xml:space="preserve"> PAGEREF _Toc101789219 \h </w:instrText>
        </w:r>
        <w:r w:rsidR="007E7DB1">
          <w:rPr>
            <w:noProof/>
            <w:webHidden/>
          </w:rPr>
        </w:r>
        <w:r w:rsidR="007E7DB1">
          <w:rPr>
            <w:noProof/>
            <w:webHidden/>
          </w:rPr>
          <w:fldChar w:fldCharType="separate"/>
        </w:r>
        <w:r w:rsidR="007E7DB1">
          <w:rPr>
            <w:noProof/>
            <w:webHidden/>
          </w:rPr>
          <w:t>22</w:t>
        </w:r>
        <w:r w:rsidR="007E7DB1">
          <w:rPr>
            <w:noProof/>
            <w:webHidden/>
          </w:rPr>
          <w:fldChar w:fldCharType="end"/>
        </w:r>
      </w:hyperlink>
    </w:p>
    <w:p w:rsidR="00B318BB" w:rsidRDefault="00B318BB" w:rsidP="00B318BB">
      <w:pPr>
        <w:sectPr w:rsidR="00B318BB" w:rsidSect="007E5158">
          <w:pgSz w:w="11906" w:h="16838"/>
          <w:pgMar w:top="1134" w:right="1134" w:bottom="1134" w:left="1134" w:header="709" w:footer="491" w:gutter="0"/>
          <w:cols w:space="708"/>
          <w:titlePg/>
          <w:docGrid w:linePitch="360"/>
        </w:sectPr>
      </w:pPr>
      <w:r>
        <w:fldChar w:fldCharType="end"/>
      </w:r>
    </w:p>
    <w:p w:rsidR="00B318BB" w:rsidRPr="00CA2F68" w:rsidRDefault="00B318BB" w:rsidP="00B318BB">
      <w:pPr>
        <w:pStyle w:val="Naslov1"/>
      </w:pPr>
      <w:bookmarkStart w:id="1" w:name="_Toc101519018"/>
      <w:bookmarkStart w:id="2" w:name="_Toc101789170"/>
      <w:r>
        <w:lastRenderedPageBreak/>
        <w:t>UVOD</w:t>
      </w:r>
      <w:bookmarkEnd w:id="1"/>
      <w:bookmarkEnd w:id="2"/>
    </w:p>
    <w:p w:rsidR="00B318BB" w:rsidRPr="000C5322" w:rsidRDefault="00B318BB" w:rsidP="00B318BB">
      <w:pPr>
        <w:pStyle w:val="Naslov2"/>
      </w:pPr>
      <w:bookmarkStart w:id="3" w:name="_Toc421618436"/>
      <w:bookmarkStart w:id="4" w:name="_Toc101519019"/>
      <w:bookmarkStart w:id="5" w:name="_Toc101789171"/>
      <w:r w:rsidRPr="000C5322">
        <w:t>Splošno</w:t>
      </w:r>
      <w:bookmarkEnd w:id="3"/>
      <w:bookmarkEnd w:id="4"/>
      <w:bookmarkEnd w:id="5"/>
    </w:p>
    <w:p w:rsidR="00B318BB" w:rsidRDefault="00B318BB" w:rsidP="00B318BB">
      <w:r w:rsidRPr="005C60F6">
        <w:t>Tipizacija predstavlja referenčno dokumentacijo za izdajanje projektnih pogojev, izdajanje soglasij za priključitev</w:t>
      </w:r>
      <w:r w:rsidRPr="00192AE1">
        <w:t>, pogodb o uporabi sistema, pri</w:t>
      </w:r>
      <w:r w:rsidRPr="005C60F6">
        <w:t xml:space="preserve"> projektiranju in izvajanju omrežnih priključkov. V njej so zajeti tipski načini priključitev na NN in SN omrežje, </w:t>
      </w:r>
      <w:r>
        <w:t>ki so v praksi najbolj pogosti.</w:t>
      </w:r>
    </w:p>
    <w:p w:rsidR="00B318BB" w:rsidRDefault="00B318BB" w:rsidP="00B318BB"/>
    <w:p w:rsidR="00B318BB" w:rsidRDefault="00B318BB" w:rsidP="00B318BB">
      <w:r w:rsidRPr="005C60F6">
        <w:t>Priključek mora biti projektno obravnavan v ustrezni projektni dokumentaciji za posamezni objekt</w:t>
      </w:r>
      <w:r>
        <w:t>,</w:t>
      </w:r>
      <w:r w:rsidRPr="005C60F6">
        <w:t xml:space="preserve"> vključno z ustrezno priključno omarico, ki mora ustrezati pogojem za vgraditev predvidene merilne opreme in zaščitnih naprav</w:t>
      </w:r>
      <w:r>
        <w:t>,</w:t>
      </w:r>
      <w:r w:rsidRPr="005C60F6">
        <w:t xml:space="preserve"> opredeljenih v soglasju za priključitev.</w:t>
      </w:r>
    </w:p>
    <w:p w:rsidR="00B318BB" w:rsidRPr="005C60F6" w:rsidRDefault="00B318BB" w:rsidP="00B318BB"/>
    <w:p w:rsidR="00B318BB" w:rsidRPr="005C60F6" w:rsidRDefault="00B318BB" w:rsidP="00B318BB">
      <w:r w:rsidRPr="005C60F6">
        <w:t xml:space="preserve">Vsi novozgrajeni in rekonstruirani SN ali NN priključki morajo biti v kabelski izvedbi. Izjemoma se ob rekonstrukcijah NN nadzemnega omrežja lahko izvede NN priključek v nadzemni izvedbi z uporabo </w:t>
      </w:r>
      <w:r>
        <w:t xml:space="preserve">samonosilnega kabelskega snopa </w:t>
      </w:r>
      <w:r w:rsidRPr="005C60F6">
        <w:t>– SKS.</w:t>
      </w:r>
    </w:p>
    <w:p w:rsidR="00B318BB" w:rsidRPr="000C5322" w:rsidRDefault="00B318BB" w:rsidP="00B318BB">
      <w:pPr>
        <w:pStyle w:val="Naslov2"/>
      </w:pPr>
      <w:bookmarkStart w:id="6" w:name="_Toc421618437"/>
      <w:bookmarkStart w:id="7" w:name="_Toc101519020"/>
      <w:bookmarkStart w:id="8" w:name="_Toc101789172"/>
      <w:r w:rsidRPr="000C5322">
        <w:t>Namen in območje uporabe</w:t>
      </w:r>
      <w:bookmarkEnd w:id="6"/>
      <w:bookmarkEnd w:id="7"/>
      <w:bookmarkEnd w:id="8"/>
    </w:p>
    <w:p w:rsidR="00B318BB" w:rsidRDefault="00B318BB" w:rsidP="00B318BB">
      <w:pPr>
        <w:autoSpaceDE w:val="0"/>
        <w:autoSpaceDN w:val="0"/>
        <w:adjustRightInd w:val="0"/>
      </w:pPr>
      <w:r w:rsidRPr="005C60F6">
        <w:t>Tipizacija je namenjena vsem elektrodistribucijskim podjetjem in končnim uporabnikom sistema</w:t>
      </w:r>
      <w:r>
        <w:t>,</w:t>
      </w:r>
      <w:r w:rsidRPr="005C60F6">
        <w:t xml:space="preserve"> na katerega se priključujejo na območju Republike</w:t>
      </w:r>
      <w:r>
        <w:t xml:space="preserve"> Slovenije.</w:t>
      </w:r>
    </w:p>
    <w:p w:rsidR="00B318BB" w:rsidRPr="005C60F6" w:rsidRDefault="00B318BB" w:rsidP="00B318BB">
      <w:pPr>
        <w:autoSpaceDE w:val="0"/>
        <w:autoSpaceDN w:val="0"/>
        <w:adjustRightInd w:val="0"/>
      </w:pPr>
    </w:p>
    <w:p w:rsidR="00B318BB" w:rsidRDefault="00B318BB" w:rsidP="00B318BB">
      <w:r w:rsidRPr="005C60F6">
        <w:t xml:space="preserve">Tipizacija priključkov je namenjena za priključevanje uporabnikov sistema, ki </w:t>
      </w:r>
      <w:proofErr w:type="spellStart"/>
      <w:r w:rsidRPr="005C60F6">
        <w:t>odjemajo</w:t>
      </w:r>
      <w:proofErr w:type="spellEnd"/>
      <w:r w:rsidRPr="005C60F6">
        <w:t xml:space="preserve"> ali oddajajo električno energijo </w:t>
      </w:r>
      <w:r>
        <w:t>iz</w:t>
      </w:r>
      <w:r w:rsidRPr="005C60F6">
        <w:t xml:space="preserve"> ali </w:t>
      </w:r>
      <w:r>
        <w:t>v</w:t>
      </w:r>
      <w:r w:rsidRPr="005C60F6">
        <w:t xml:space="preserve"> distribucijsk</w:t>
      </w:r>
      <w:r>
        <w:t>i</w:t>
      </w:r>
      <w:r w:rsidRPr="005C60F6">
        <w:t xml:space="preserve"> elektroenergetsk</w:t>
      </w:r>
      <w:r>
        <w:t>i sistem</w:t>
      </w:r>
      <w:r w:rsidRPr="005C60F6">
        <w:t>.</w:t>
      </w:r>
    </w:p>
    <w:p w:rsidR="00B318BB" w:rsidRPr="005C60F6" w:rsidRDefault="00B318BB" w:rsidP="00B318BB"/>
    <w:p w:rsidR="00B318BB" w:rsidRPr="005C60F6" w:rsidRDefault="00B318BB" w:rsidP="00B318BB">
      <w:r w:rsidRPr="005C60F6">
        <w:t>Z upoštevanjem predpisanih zahtev, upoštevanjem veljavnih tehničnih predpisov, standardov in veljavne zakonodaje, distribucijski operater zagotavlja zaščito pred električnim udarom, pred požarom, pred prenapetostno preobremenitvijo, pred tokovno preobremenitvijo, pred mehansko preobremenitvijo, pred preobčutljivostjo za elektromagnetno okolje in elektromagnetne motnje.</w:t>
      </w:r>
    </w:p>
    <w:p w:rsidR="00B318BB" w:rsidRPr="00685BD7" w:rsidRDefault="00B318BB" w:rsidP="00B318BB">
      <w:pPr>
        <w:pStyle w:val="Naslov2"/>
      </w:pPr>
      <w:bookmarkStart w:id="9" w:name="_Toc421618438"/>
      <w:bookmarkStart w:id="10" w:name="_Toc101519021"/>
      <w:bookmarkStart w:id="11" w:name="_Toc101789173"/>
      <w:r w:rsidRPr="00685BD7">
        <w:t>Referenčni dokumenti</w:t>
      </w:r>
      <w:bookmarkEnd w:id="9"/>
      <w:bookmarkEnd w:id="10"/>
      <w:bookmarkEnd w:id="11"/>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Energetski zakon (Uradni list RS, št. 60/19 – uradno prečiščeno besedilo, 65/20, 158/20 – ZURE, 121/21 – ZSROVE, 172/21 – ZOEE, 204/21 – ZOP in 44/22 – ZOTDS) s podzakonskimi akti</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Zakon o oskrbi z električno energijo (Uradni list RS, št. 172/21)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Zakon o učinkoviti rabi energije (Uradni list RS, št. 158/20)</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Zakon o spodbujanju rabe obnovljivih virov energije (Uradni list RS, št. 121/21 in 189/21)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Gradbeni zakon (Uradni list RS, št. 199/21)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Zakon o varstvu pred požarom (Uradni list RS, št. 3/07 – uradno prečiščeno besedilo, 9/11, 83/12, 61/17 – GZ, 189/20 – ZFRO in 43/22)</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Zakon o varstvu okolja (Uradni list RS, št. 44/22)</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Zakon o varnosti in zdravju pri delu (Uradni list RS, št. 43/11)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Uredba o elektromagnetnem sevanju v naravnem in življenjskem okolju (Uradni list RS, št. 70/96, 41/04 – ZVO-1 in 44/22 – ZVO-2)</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Uredba o energetski infrastrukturi (Uradni list RS, št. 22/16 in 173/21)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zahtevah za nizkonapetostne električne inštalacije v stavbah (Uradni list RS, št. 140/21 in 199/21 – GZ-1)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zaščiti stavb pred delovanjem strele (Uradni list RS, št. 140/21 in 199/21 – GZ-1)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požarni varnosti v stavbah (Uradni list RS, št. 31/04, 10/05, 83/05, 14/07, 12/13, 61/17 – GZ in 199/21 – GZ-1)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varstvu pri delu pred nevarnostjo električnega toka (Uradni list RS, št. 29/92, 56/99 – ZVZD in 43/11 – ZVZD-1)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lastRenderedPageBreak/>
        <w:t>Pravilnik o zahtevah za zagotavljanje varnosti in zdravja delavcev na delovnih mestih (Uradni list RS, št. 89/99, 39/05 in 43/11 – ZVZD-1)</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elektromagnetni združljivosti (Uradni list RS, št. 39/16 in 9/20)</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omogočanju dostopnosti električne opreme na trgu, ki je načrtovana za uporabo znotraj določenih napetostnih mej (Uradni list RS, št. 39/16)</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elektroenergetskih postrojih izmenične napetosti nad 1 kV (Uradni list RS, št. 63/16)</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vzdrževanju elektroenergetskih postrojev (Uradni list RS, št. 98/15)</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Pravilnik o zaščiti nizkonapetostnih omrežij in pripadajočih transformatorskih postaj (Uradni list RS, št. 202/21)</w:t>
      </w:r>
    </w:p>
    <w:p w:rsidR="00B318BB" w:rsidRDefault="00B318BB" w:rsidP="00B318BB">
      <w:pPr>
        <w:pStyle w:val="Naslov2"/>
      </w:pPr>
      <w:bookmarkStart w:id="12" w:name="_Toc421618439"/>
      <w:bookmarkStart w:id="13" w:name="_Toc101519022"/>
      <w:bookmarkStart w:id="14" w:name="_Toc101789174"/>
      <w:r>
        <w:t>Predpisi in smernice</w:t>
      </w:r>
      <w:bookmarkEnd w:id="12"/>
      <w:bookmarkEnd w:id="13"/>
      <w:bookmarkEnd w:id="14"/>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TSG-N-002: 2021 Nizkonapetostne električne inštalacije</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TSG-N-003: 2021 Zaščita pred delovanjem strele</w:t>
      </w:r>
    </w:p>
    <w:p w:rsidR="00B318BB" w:rsidRPr="000C5322" w:rsidRDefault="00B318BB" w:rsidP="00B318BB">
      <w:pPr>
        <w:pStyle w:val="Naslov2"/>
      </w:pPr>
      <w:bookmarkStart w:id="15" w:name="_Toc421618440"/>
      <w:bookmarkStart w:id="16" w:name="_Toc101519023"/>
      <w:bookmarkStart w:id="17" w:name="_Toc101789175"/>
      <w:r w:rsidRPr="000C5322">
        <w:t>Standardi</w:t>
      </w:r>
      <w:bookmarkEnd w:id="15"/>
      <w:bookmarkEnd w:id="16"/>
      <w:bookmarkEnd w:id="17"/>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472 S1: Nazivne napetosti za javna nizkonapetostna električna omrežja</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61140: Zaščita pred električnim udarom - Skupni vidiki za inštalacijo in opremo</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61439-1: Sestavi nizkonapetostnih stikalnih in krmilnih naprav - 1. del: Splošna pravila</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61439-3: Sestavi nizkonapetostnih stikalnih in krmilnih naprav - 3. del: Električni razdelilniki, s katerimi lahko ravnajo nestrokovnjaki</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61439-4: Sestavi nizkonapetostnih stikalnih in krmilnih naprav - 4. del: Posebne zahteve za sestave na gradbiščih</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61439-5: Sestavi nizkonapetostnih stikalnih in krmilnih naprav - 5. del: Sestavi za distribucijo električne energije v javnih omrežjih</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 S1: Distribucijski kabli za naznačeno napetost 0,6/1 kV</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60364-4-41: Nizkonapetostne električne inštalacije - 4-41. del: Zaščitni ukrepi - Zaščita pred električnim udarom</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60364-4-42: Nizkonapetostne električne inštalacije - 4-42. del: Zaščitni ukrepi - Zaščita pred toplotnimi učinki</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 xml:space="preserve">SIST HD 60364-4-43: Nizkonapetostne električne inštalacije - 4-43. del: Zaščitni ukrepi - Zaščita pred </w:t>
      </w:r>
      <w:proofErr w:type="spellStart"/>
      <w:r w:rsidRPr="0050401C">
        <w:rPr>
          <w:bCs/>
          <w:shd w:val="clear" w:color="auto" w:fill="FFFFFF"/>
        </w:rPr>
        <w:t>nadtoki</w:t>
      </w:r>
      <w:proofErr w:type="spellEnd"/>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60364-4-442: Nizkonapetostne električne inštalacije – 4-442. del: Zaščitni ukrepi – Zaščita nizkonapetostnih inštalacij pred časnimi prenapetostmi zaradi zemeljskega stika v visokonapetostnem sistemu in zaradi napak v nizkonapetostnem sistemu</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60364-4-443: Nizkonapetostne električne inštalacije - 4-44. del: Zaščitni ukrepi - Zaščita pred napetostnimi in elektromagnetnimi motnjami - 443. točka: Zaščita pred atmosferskimi in stikalnimi prenapetostmi</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60364-4-444: Nizkonapetostne električne inštalacije - 4-444. del: Zaščitni ukrepi - Zaščita pred napetostnimi in elektromagnetnimi motnjami</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HD 60364-5-54: Nizkonapetostne električne inštalacije - 5-54. del: Izbira in namestitev električne opreme - Ozemljitve in zaščitni vodniki</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62208: Prazna ohišja za sestave nizkonapetostnih stikalnih in krmilnih naprav - Splošne zahteve</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62262: Stopnje zaščite pred mehanskimi udarci, ki jo ohišja nudijo električni opremi (koda IK)</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60529: Stopnja zaščite, ki jo zagotavlja ohišje (koda IP)</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lastRenderedPageBreak/>
        <w:t>SIST EN 60695-11-10: Preskušanje požarne ogroženosti - 11-10. del: Preskusni plameni - Preskusne metode s 50-vatnim vodoravnim in navpičnim plamenom</w:t>
      </w:r>
    </w:p>
    <w:p w:rsidR="00B318BB" w:rsidRPr="0050401C" w:rsidRDefault="00B318BB" w:rsidP="00B318BB">
      <w:pPr>
        <w:pStyle w:val="Odstavekseznama"/>
        <w:numPr>
          <w:ilvl w:val="0"/>
          <w:numId w:val="36"/>
        </w:numPr>
        <w:rPr>
          <w:bCs/>
          <w:shd w:val="clear" w:color="auto" w:fill="FFFFFF"/>
        </w:rPr>
      </w:pPr>
      <w:r w:rsidRPr="0050401C">
        <w:rPr>
          <w:bCs/>
          <w:shd w:val="clear" w:color="auto" w:fill="FFFFFF"/>
        </w:rPr>
        <w:t>SIST EN 61643-11: Nizkonapetostne naprave za zaščito pred prenapetostnimi udari - 11. del: Naprave za zaščito pred prenapetostnimi udari za nizkonapetostne napajalne sisteme - Zahteve in preskusi</w:t>
      </w:r>
    </w:p>
    <w:p w:rsidR="00B318BB" w:rsidRPr="0050401C" w:rsidRDefault="00B318BB" w:rsidP="00B318BB">
      <w:pPr>
        <w:pStyle w:val="Odstavekseznama"/>
        <w:numPr>
          <w:ilvl w:val="0"/>
          <w:numId w:val="36"/>
        </w:numPr>
        <w:rPr>
          <w:bCs/>
        </w:rPr>
      </w:pPr>
      <w:r w:rsidRPr="0050401C">
        <w:rPr>
          <w:bCs/>
          <w:shd w:val="clear" w:color="auto" w:fill="FFFFFF"/>
        </w:rPr>
        <w:t>SIST-TS CLC/TS 61643-12: Nizkonapetostne naprave za zaščito pred prenapetostnimi udari - 12. del: Naprave za zaščito pred prenapetostnimi udari za nizkonapetostne napajalne sisteme - Izbira in načela za uporabo</w:t>
      </w:r>
    </w:p>
    <w:p w:rsidR="00B318BB" w:rsidRPr="005C60F6" w:rsidRDefault="00B318BB" w:rsidP="00B318BB">
      <w:pPr>
        <w:pStyle w:val="Naslov2"/>
      </w:pPr>
      <w:bookmarkStart w:id="18" w:name="_Toc421618441"/>
      <w:bookmarkStart w:id="19" w:name="_Toc101519024"/>
      <w:bookmarkStart w:id="20" w:name="_Toc101789176"/>
      <w:r w:rsidRPr="005C60F6">
        <w:t>Pomen izrazov</w:t>
      </w:r>
      <w:bookmarkEnd w:id="18"/>
      <w:bookmarkEnd w:id="19"/>
      <w:bookmarkEnd w:id="20"/>
    </w:p>
    <w:p w:rsidR="00B318BB" w:rsidRDefault="00B318BB" w:rsidP="00B318BB">
      <w:pPr>
        <w:spacing w:after="200" w:line="276" w:lineRule="auto"/>
        <w:rPr>
          <w:b/>
        </w:rPr>
      </w:pPr>
      <w:r w:rsidRPr="00A240C3">
        <w:rPr>
          <w:b/>
        </w:rPr>
        <w:t>Distribucijsko omrežje (DO):</w:t>
      </w:r>
    </w:p>
    <w:p w:rsidR="00B318BB" w:rsidRPr="0050401C" w:rsidRDefault="00B318BB" w:rsidP="00B318BB">
      <w:pPr>
        <w:pStyle w:val="Odstavekseznama"/>
        <w:numPr>
          <w:ilvl w:val="0"/>
          <w:numId w:val="38"/>
        </w:numPr>
        <w:rPr>
          <w:b/>
        </w:rPr>
      </w:pPr>
      <w:proofErr w:type="spellStart"/>
      <w:r w:rsidRPr="0050401C">
        <w:rPr>
          <w:b/>
          <w:bCs/>
          <w:shd w:val="clear" w:color="auto" w:fill="FFFFFF"/>
        </w:rPr>
        <w:t>Srednjenapetostno</w:t>
      </w:r>
      <w:proofErr w:type="spellEnd"/>
      <w:r w:rsidRPr="0050401C">
        <w:rPr>
          <w:b/>
          <w:bCs/>
          <w:shd w:val="clear" w:color="auto" w:fill="FFFFFF"/>
        </w:rPr>
        <w:t xml:space="preserve"> (SN) DO</w:t>
      </w:r>
      <w:r w:rsidRPr="0050401C">
        <w:rPr>
          <w:shd w:val="clear" w:color="auto" w:fill="FFFFFF"/>
        </w:rPr>
        <w:t xml:space="preserve"> je omrežje, ki se uporablja za razdeljevanje električne energije od RTP VN/SN do TP SN/NN. Njegova nazivna napetost je 10 kV ali 20 kV.</w:t>
      </w:r>
    </w:p>
    <w:p w:rsidR="00B318BB" w:rsidRPr="00A240C3" w:rsidRDefault="00B318BB" w:rsidP="00B318BB">
      <w:pPr>
        <w:pStyle w:val="Odstavekseznama"/>
        <w:numPr>
          <w:ilvl w:val="0"/>
          <w:numId w:val="36"/>
        </w:numPr>
        <w:rPr>
          <w:shd w:val="clear" w:color="auto" w:fill="FFFFFF"/>
        </w:rPr>
      </w:pPr>
      <w:r w:rsidRPr="00A240C3">
        <w:rPr>
          <w:b/>
          <w:bCs/>
          <w:shd w:val="clear" w:color="auto" w:fill="FFFFFF"/>
        </w:rPr>
        <w:t>Nizkonapetostno (NN) DO</w:t>
      </w:r>
      <w:r w:rsidRPr="00A240C3">
        <w:rPr>
          <w:shd w:val="clear" w:color="auto" w:fill="FFFFFF"/>
        </w:rPr>
        <w:t xml:space="preserve"> je omrežje, ki se uporablja za razdeljevanje električne energije od TP SN/NN do končnih uporabnikov v nizkonapetostnem omrežju do 1 kV.</w:t>
      </w:r>
    </w:p>
    <w:p w:rsidR="00B318BB" w:rsidRDefault="00B318BB" w:rsidP="00B318BB">
      <w:proofErr w:type="spellStart"/>
      <w:r w:rsidRPr="00A240C3">
        <w:rPr>
          <w:b/>
        </w:rPr>
        <w:t>Srednjenapetostni</w:t>
      </w:r>
      <w:proofErr w:type="spellEnd"/>
      <w:r w:rsidRPr="00A240C3">
        <w:rPr>
          <w:b/>
        </w:rPr>
        <w:t xml:space="preserve"> vod </w:t>
      </w:r>
      <w:r w:rsidRPr="005C60F6">
        <w:t>je vod, katerega nazivna napetost je 10kV ali 20kV.</w:t>
      </w:r>
    </w:p>
    <w:p w:rsidR="00B318BB" w:rsidRPr="008E1007" w:rsidRDefault="00B318BB" w:rsidP="00B318BB"/>
    <w:p w:rsidR="00B318BB" w:rsidRDefault="00B318BB" w:rsidP="00B318BB">
      <w:r w:rsidRPr="00A240C3">
        <w:rPr>
          <w:b/>
        </w:rPr>
        <w:t xml:space="preserve">Nizkonapetostni vod </w:t>
      </w:r>
      <w:r w:rsidRPr="005C60F6">
        <w:t>je vod, katerega nazivna napetost ne presega 1000 V.</w:t>
      </w:r>
    </w:p>
    <w:p w:rsidR="00B318BB" w:rsidRPr="008E1007" w:rsidRDefault="00B318BB" w:rsidP="00B318BB"/>
    <w:p w:rsidR="00B318BB" w:rsidRDefault="00B318BB" w:rsidP="00B318BB">
      <w:r w:rsidRPr="00A240C3">
        <w:rPr>
          <w:b/>
        </w:rPr>
        <w:t xml:space="preserve">Samonosilni kabelski vod </w:t>
      </w:r>
      <w:r w:rsidRPr="005C60F6">
        <w:t>je nadzemni vod, katerega vodniki so med seboj izolirani in sestavljeni v obliko snopa - SKS.</w:t>
      </w:r>
    </w:p>
    <w:p w:rsidR="00B318BB" w:rsidRDefault="00B318BB" w:rsidP="00B318BB"/>
    <w:p w:rsidR="00B318BB" w:rsidRDefault="00B318BB" w:rsidP="00B318BB">
      <w:r w:rsidRPr="00A240C3">
        <w:rPr>
          <w:b/>
        </w:rPr>
        <w:t xml:space="preserve">Kablovod </w:t>
      </w:r>
      <w:r w:rsidRPr="005C60F6">
        <w:t>je podzemni vod, ki obsega kabel ali kable, kabelske spojnice in kabelske glave. Kabelski vod se mehansko in električno začenja in zaključuje z zaključnimi kabelskimi glavami.</w:t>
      </w:r>
    </w:p>
    <w:p w:rsidR="00B318BB" w:rsidRPr="008E1007" w:rsidRDefault="00B318BB" w:rsidP="00B318BB"/>
    <w:p w:rsidR="00B318BB" w:rsidRDefault="00B318BB" w:rsidP="00B318BB">
      <w:r w:rsidRPr="00A240C3">
        <w:rPr>
          <w:b/>
        </w:rPr>
        <w:t xml:space="preserve">Nadzemni vod </w:t>
      </w:r>
      <w:r w:rsidRPr="00EE36B3">
        <w:t>je skupek vseh delov, ki se uporabljajo za nadzemno izvedbo vodnikov in zajema temelje, stebre, konzole, izolatorje, vodnike (gole ali izolirane), zaščitne vrvi, ozemljitvene vode in ozemljila.</w:t>
      </w:r>
    </w:p>
    <w:p w:rsidR="00B318BB" w:rsidRDefault="00B318BB" w:rsidP="00B318BB"/>
    <w:p w:rsidR="00B318BB" w:rsidRDefault="00B318BB" w:rsidP="00B318BB">
      <w:pPr>
        <w:rPr>
          <w:bCs/>
        </w:rPr>
      </w:pPr>
      <w:r w:rsidRPr="00A240C3">
        <w:rPr>
          <w:b/>
        </w:rPr>
        <w:t xml:space="preserve">Distribucijski vod </w:t>
      </w:r>
      <w:r w:rsidRPr="00685BD7">
        <w:rPr>
          <w:bCs/>
        </w:rPr>
        <w:t>je del DO in je namenjen za napa</w:t>
      </w:r>
      <w:r>
        <w:rPr>
          <w:bCs/>
        </w:rPr>
        <w:t>jan</w:t>
      </w:r>
      <w:r w:rsidRPr="00685BD7">
        <w:rPr>
          <w:bCs/>
        </w:rPr>
        <w:t xml:space="preserve">je več kot enega odjemalca in ima </w:t>
      </w:r>
      <w:r>
        <w:rPr>
          <w:bCs/>
        </w:rPr>
        <w:t>presek</w:t>
      </w:r>
      <w:r w:rsidRPr="00685BD7">
        <w:rPr>
          <w:bCs/>
        </w:rPr>
        <w:t xml:space="preserve"> vodnika večji od 35 mm</w:t>
      </w:r>
      <w:r w:rsidRPr="00685BD7">
        <w:rPr>
          <w:bCs/>
          <w:vertAlign w:val="superscript"/>
        </w:rPr>
        <w:t>2</w:t>
      </w:r>
      <w:r>
        <w:rPr>
          <w:bCs/>
        </w:rPr>
        <w:t>.</w:t>
      </w:r>
    </w:p>
    <w:p w:rsidR="00B318BB" w:rsidRDefault="00B318BB" w:rsidP="00B318BB">
      <w:pPr>
        <w:rPr>
          <w:bCs/>
        </w:rPr>
      </w:pPr>
    </w:p>
    <w:p w:rsidR="00B318BB" w:rsidRDefault="00B318BB" w:rsidP="00B318BB">
      <w:pPr>
        <w:rPr>
          <w:bCs/>
        </w:rPr>
      </w:pPr>
      <w:r w:rsidRPr="00A240C3">
        <w:rPr>
          <w:b/>
        </w:rPr>
        <w:t xml:space="preserve">Glavni NN vod </w:t>
      </w:r>
      <w:r w:rsidRPr="00685BD7">
        <w:rPr>
          <w:bCs/>
        </w:rPr>
        <w:t xml:space="preserve">je vod z največjim </w:t>
      </w:r>
      <w:r>
        <w:rPr>
          <w:bCs/>
        </w:rPr>
        <w:t>presek</w:t>
      </w:r>
      <w:r w:rsidRPr="00685BD7">
        <w:rPr>
          <w:bCs/>
        </w:rPr>
        <w:t>om vodnikov, priključen neposredno v transformatorsko post</w:t>
      </w:r>
      <w:r>
        <w:rPr>
          <w:bCs/>
        </w:rPr>
        <w:t>ajo (v nadaljnjem besedilu: TP).</w:t>
      </w:r>
    </w:p>
    <w:p w:rsidR="00B318BB" w:rsidRPr="008E1007" w:rsidRDefault="00B318BB" w:rsidP="00B318BB"/>
    <w:p w:rsidR="00B318BB" w:rsidRDefault="00B318BB" w:rsidP="00B318BB">
      <w:pPr>
        <w:rPr>
          <w:bCs/>
        </w:rPr>
      </w:pPr>
      <w:r w:rsidRPr="00A240C3">
        <w:rPr>
          <w:b/>
          <w:bCs/>
        </w:rPr>
        <w:t xml:space="preserve">Priključni vod, priključek </w:t>
      </w:r>
      <w:r w:rsidRPr="005C60F6">
        <w:rPr>
          <w:bCs/>
        </w:rPr>
        <w:t>je sestav električnih vodov in naprav visoke, srednje ali nizke napetosti, ki je potreben za priključitev uporabnika na omrežje, in ga distribucijski operater opred</w:t>
      </w:r>
      <w:r>
        <w:rPr>
          <w:bCs/>
        </w:rPr>
        <w:t>eli v soglasju za priključitev.</w:t>
      </w:r>
    </w:p>
    <w:p w:rsidR="00B318BB" w:rsidRPr="008E1007" w:rsidRDefault="00B318BB" w:rsidP="00B318BB"/>
    <w:p w:rsidR="00B318BB" w:rsidRDefault="00B318BB" w:rsidP="00B318BB">
      <w:pPr>
        <w:rPr>
          <w:bCs/>
        </w:rPr>
      </w:pPr>
      <w:r w:rsidRPr="00A240C3">
        <w:rPr>
          <w:b/>
          <w:bCs/>
        </w:rPr>
        <w:t xml:space="preserve">Priključno mesto </w:t>
      </w:r>
      <w:r w:rsidRPr="005C60F6">
        <w:rPr>
          <w:bCs/>
        </w:rPr>
        <w:t>je mesto, kjer se priključek uporabnika sistema vključi v javno distribucijsko omrežje.</w:t>
      </w:r>
    </w:p>
    <w:p w:rsidR="00B318BB" w:rsidRPr="008E1007" w:rsidRDefault="00B318BB" w:rsidP="00B318BB">
      <w:pPr>
        <w:rPr>
          <w:bCs/>
        </w:rPr>
      </w:pPr>
    </w:p>
    <w:p w:rsidR="00B318BB" w:rsidRDefault="00B318BB" w:rsidP="00B318BB">
      <w:r w:rsidRPr="00A240C3">
        <w:rPr>
          <w:b/>
        </w:rPr>
        <w:t xml:space="preserve">Dvojna izolacija </w:t>
      </w:r>
      <w:r w:rsidRPr="005C60F6">
        <w:t>je izolacija, sestavljena iz osnovne in dod</w:t>
      </w:r>
      <w:r>
        <w:t>atne izolacije (SIST IEC 60050-826-03-18</w:t>
      </w:r>
      <w:r w:rsidRPr="005C60F6">
        <w:t>)</w:t>
      </w:r>
      <w:r>
        <w:t>.</w:t>
      </w:r>
    </w:p>
    <w:p w:rsidR="00B318BB" w:rsidRPr="008E1007" w:rsidRDefault="00B318BB" w:rsidP="00B318BB"/>
    <w:p w:rsidR="00B318BB" w:rsidRDefault="00B318BB" w:rsidP="00B318BB">
      <w:pPr>
        <w:rPr>
          <w:bCs/>
        </w:rPr>
      </w:pPr>
      <w:r w:rsidRPr="00A240C3">
        <w:rPr>
          <w:b/>
        </w:rPr>
        <w:t xml:space="preserve">Prenapetostna zaščita </w:t>
      </w:r>
      <w:r w:rsidRPr="00685BD7">
        <w:rPr>
          <w:bCs/>
        </w:rPr>
        <w:t>je skupek naprav, ki omejujejo prehodne prenapetostne vplive in ščitijo vgrajene naprave in vode pred škodljivimi vplivi.</w:t>
      </w:r>
    </w:p>
    <w:p w:rsidR="00B318BB" w:rsidRPr="008E1007" w:rsidRDefault="00B318BB" w:rsidP="00B318BB"/>
    <w:p w:rsidR="00B318BB" w:rsidRDefault="00B318BB" w:rsidP="00B318BB">
      <w:r w:rsidRPr="00A240C3">
        <w:rPr>
          <w:b/>
          <w:bCs/>
        </w:rPr>
        <w:t xml:space="preserve">Omrežni NN PO </w:t>
      </w:r>
      <w:r w:rsidRPr="00C57F9B">
        <w:t>je namenjen zaščiti NN omrežja pred atmosferskimi in obratovalnimi prenapetostmi in je del DO. V PRMO je priključen pred glavnimi varovalkami.</w:t>
      </w:r>
    </w:p>
    <w:p w:rsidR="00B318BB" w:rsidRPr="008E1007" w:rsidRDefault="00B318BB" w:rsidP="00B318BB">
      <w:pPr>
        <w:rPr>
          <w:bCs/>
        </w:rPr>
      </w:pPr>
    </w:p>
    <w:p w:rsidR="00B318BB" w:rsidRPr="00A240C3" w:rsidRDefault="00B318BB" w:rsidP="00B318BB">
      <w:pPr>
        <w:rPr>
          <w:b/>
        </w:rPr>
      </w:pPr>
      <w:r w:rsidRPr="00941CB3">
        <w:rPr>
          <w:b/>
          <w:bCs/>
        </w:rPr>
        <w:t xml:space="preserve">Stalno dostopno mesto </w:t>
      </w:r>
      <w:r w:rsidRPr="00941CB3">
        <w:rPr>
          <w:bCs/>
        </w:rPr>
        <w:t xml:space="preserve">je </w:t>
      </w:r>
      <w:r>
        <w:rPr>
          <w:bCs/>
        </w:rPr>
        <w:t xml:space="preserve">mesto vgradnje PMO, dostopne </w:t>
      </w:r>
      <w:r w:rsidRPr="00941CB3">
        <w:rPr>
          <w:bCs/>
        </w:rPr>
        <w:t>uporabnik</w:t>
      </w:r>
      <w:r>
        <w:rPr>
          <w:bCs/>
        </w:rPr>
        <w:t>om</w:t>
      </w:r>
      <w:r w:rsidRPr="00941CB3">
        <w:rPr>
          <w:bCs/>
        </w:rPr>
        <w:t xml:space="preserve"> sistema in od distribucijskega operaterja pooblaščenim osebam</w:t>
      </w:r>
      <w:r w:rsidRPr="00941CB3">
        <w:t>.</w:t>
      </w:r>
    </w:p>
    <w:p w:rsidR="00B318BB" w:rsidRPr="000C5322" w:rsidRDefault="00B318BB" w:rsidP="00B318BB">
      <w:pPr>
        <w:pStyle w:val="Naslov2"/>
      </w:pPr>
      <w:bookmarkStart w:id="21" w:name="_Toc421618443"/>
      <w:bookmarkStart w:id="22" w:name="_Toc101519025"/>
      <w:bookmarkStart w:id="23" w:name="_Toc101789177"/>
      <w:bookmarkStart w:id="24" w:name="_Toc421618442"/>
      <w:r w:rsidRPr="000C5322">
        <w:t xml:space="preserve">Seznam </w:t>
      </w:r>
      <w:r>
        <w:t>kratic</w:t>
      </w:r>
      <w:bookmarkEnd w:id="21"/>
      <w:bookmarkEnd w:id="22"/>
      <w:bookmarkEnd w:id="23"/>
    </w:p>
    <w:p w:rsidR="00B318BB" w:rsidRPr="004702E8" w:rsidRDefault="00B318BB" w:rsidP="00B318BB">
      <w:pPr>
        <w:pStyle w:val="Odstavekseznama"/>
        <w:numPr>
          <w:ilvl w:val="0"/>
          <w:numId w:val="36"/>
        </w:numPr>
        <w:rPr>
          <w:shd w:val="clear" w:color="auto" w:fill="FFFFFF"/>
        </w:rPr>
      </w:pPr>
      <w:r w:rsidRPr="004702E8">
        <w:rPr>
          <w:shd w:val="clear" w:color="auto" w:fill="FFFFFF"/>
        </w:rPr>
        <w:t>PS - prostostoječa omarica</w:t>
      </w:r>
    </w:p>
    <w:p w:rsidR="00B318BB" w:rsidRPr="004702E8" w:rsidRDefault="00B318BB" w:rsidP="00B318BB">
      <w:pPr>
        <w:pStyle w:val="Odstavekseznama"/>
        <w:numPr>
          <w:ilvl w:val="0"/>
          <w:numId w:val="36"/>
        </w:numPr>
        <w:rPr>
          <w:shd w:val="clear" w:color="auto" w:fill="FFFFFF"/>
        </w:rPr>
      </w:pPr>
      <w:r w:rsidRPr="004702E8">
        <w:rPr>
          <w:shd w:val="clear" w:color="auto" w:fill="FFFFFF"/>
        </w:rPr>
        <w:lastRenderedPageBreak/>
        <w:t>V - vgradna omarica</w:t>
      </w:r>
    </w:p>
    <w:p w:rsidR="00B318BB" w:rsidRPr="004702E8" w:rsidRDefault="00B318BB" w:rsidP="00B318BB">
      <w:pPr>
        <w:pStyle w:val="Odstavekseznama"/>
        <w:numPr>
          <w:ilvl w:val="0"/>
          <w:numId w:val="36"/>
        </w:numPr>
        <w:rPr>
          <w:shd w:val="clear" w:color="auto" w:fill="FFFFFF"/>
        </w:rPr>
      </w:pPr>
      <w:r w:rsidRPr="004702E8">
        <w:rPr>
          <w:shd w:val="clear" w:color="auto" w:fill="FFFFFF"/>
        </w:rPr>
        <w:t xml:space="preserve">RO - razdelilna omarica </w:t>
      </w:r>
    </w:p>
    <w:p w:rsidR="00B318BB" w:rsidRPr="004702E8" w:rsidRDefault="00B318BB" w:rsidP="00B318BB">
      <w:pPr>
        <w:pStyle w:val="Odstavekseznama"/>
        <w:numPr>
          <w:ilvl w:val="0"/>
          <w:numId w:val="36"/>
        </w:numPr>
        <w:rPr>
          <w:shd w:val="clear" w:color="auto" w:fill="FFFFFF"/>
        </w:rPr>
      </w:pPr>
      <w:r w:rsidRPr="004702E8">
        <w:rPr>
          <w:shd w:val="clear" w:color="auto" w:fill="FFFFFF"/>
        </w:rPr>
        <w:t>PO - priključna omarica</w:t>
      </w:r>
    </w:p>
    <w:p w:rsidR="00B318BB" w:rsidRPr="004702E8" w:rsidRDefault="00B318BB" w:rsidP="00B318BB">
      <w:pPr>
        <w:pStyle w:val="Odstavekseznama"/>
        <w:numPr>
          <w:ilvl w:val="0"/>
          <w:numId w:val="36"/>
        </w:numPr>
        <w:rPr>
          <w:shd w:val="clear" w:color="auto" w:fill="FFFFFF"/>
        </w:rPr>
      </w:pPr>
      <w:r w:rsidRPr="004702E8">
        <w:rPr>
          <w:shd w:val="clear" w:color="auto" w:fill="FFFFFF"/>
        </w:rPr>
        <w:t>PMO - priključno merilna omarica</w:t>
      </w:r>
    </w:p>
    <w:p w:rsidR="00B318BB" w:rsidRPr="004702E8" w:rsidRDefault="00B318BB" w:rsidP="00B318BB">
      <w:pPr>
        <w:pStyle w:val="Odstavekseznama"/>
        <w:numPr>
          <w:ilvl w:val="0"/>
          <w:numId w:val="36"/>
        </w:numPr>
        <w:rPr>
          <w:shd w:val="clear" w:color="auto" w:fill="FFFFFF"/>
        </w:rPr>
      </w:pPr>
      <w:r w:rsidRPr="004702E8">
        <w:rPr>
          <w:shd w:val="clear" w:color="auto" w:fill="FFFFFF"/>
        </w:rPr>
        <w:t>PRMO - priključno razdelilna merilna omarica</w:t>
      </w:r>
    </w:p>
    <w:p w:rsidR="00B318BB" w:rsidRPr="004702E8" w:rsidRDefault="00B318BB" w:rsidP="00B318BB">
      <w:pPr>
        <w:pStyle w:val="Odstavekseznama"/>
        <w:numPr>
          <w:ilvl w:val="0"/>
          <w:numId w:val="36"/>
        </w:numPr>
        <w:rPr>
          <w:shd w:val="clear" w:color="auto" w:fill="FFFFFF"/>
        </w:rPr>
      </w:pPr>
      <w:r w:rsidRPr="004702E8">
        <w:rPr>
          <w:shd w:val="clear" w:color="auto" w:fill="FFFFFF"/>
        </w:rPr>
        <w:t>VO - varovalna omarica</w:t>
      </w:r>
    </w:p>
    <w:p w:rsidR="00B318BB" w:rsidRPr="004702E8" w:rsidRDefault="00B318BB" w:rsidP="00B318BB">
      <w:pPr>
        <w:pStyle w:val="Odstavekseznama"/>
        <w:numPr>
          <w:ilvl w:val="0"/>
          <w:numId w:val="36"/>
        </w:numPr>
        <w:rPr>
          <w:shd w:val="clear" w:color="auto" w:fill="FFFFFF"/>
        </w:rPr>
      </w:pPr>
      <w:r w:rsidRPr="004702E8">
        <w:rPr>
          <w:shd w:val="clear" w:color="auto" w:fill="FFFFFF"/>
        </w:rPr>
        <w:t>NN - nizka napetost</w:t>
      </w:r>
    </w:p>
    <w:p w:rsidR="00B318BB" w:rsidRPr="004702E8" w:rsidRDefault="00B318BB" w:rsidP="00B318BB">
      <w:pPr>
        <w:pStyle w:val="Odstavekseznama"/>
        <w:numPr>
          <w:ilvl w:val="0"/>
          <w:numId w:val="36"/>
        </w:numPr>
        <w:rPr>
          <w:shd w:val="clear" w:color="auto" w:fill="FFFFFF"/>
        </w:rPr>
      </w:pPr>
      <w:r w:rsidRPr="004702E8">
        <w:rPr>
          <w:shd w:val="clear" w:color="auto" w:fill="FFFFFF"/>
        </w:rPr>
        <w:t>SN - srednja napetost</w:t>
      </w:r>
    </w:p>
    <w:p w:rsidR="00B318BB" w:rsidRPr="004702E8" w:rsidRDefault="00B318BB" w:rsidP="00B318BB">
      <w:pPr>
        <w:pStyle w:val="Odstavekseznama"/>
        <w:numPr>
          <w:ilvl w:val="0"/>
          <w:numId w:val="36"/>
        </w:numPr>
        <w:rPr>
          <w:shd w:val="clear" w:color="auto" w:fill="FFFFFF"/>
        </w:rPr>
      </w:pPr>
      <w:r w:rsidRPr="004702E8">
        <w:rPr>
          <w:shd w:val="clear" w:color="auto" w:fill="FFFFFF"/>
        </w:rPr>
        <w:t>TP - transformatorska postaja</w:t>
      </w:r>
    </w:p>
    <w:p w:rsidR="00B318BB" w:rsidRPr="004702E8" w:rsidRDefault="00B318BB" w:rsidP="00B318BB">
      <w:pPr>
        <w:pStyle w:val="Odstavekseznama"/>
        <w:numPr>
          <w:ilvl w:val="0"/>
          <w:numId w:val="36"/>
        </w:numPr>
        <w:rPr>
          <w:shd w:val="clear" w:color="auto" w:fill="FFFFFF"/>
        </w:rPr>
      </w:pPr>
      <w:r w:rsidRPr="004702E8">
        <w:rPr>
          <w:shd w:val="clear" w:color="auto" w:fill="FFFFFF"/>
        </w:rPr>
        <w:t>RTP - razdelilna transformatorska postaja</w:t>
      </w:r>
    </w:p>
    <w:p w:rsidR="00B318BB" w:rsidRPr="004702E8" w:rsidRDefault="00B318BB" w:rsidP="00B318BB">
      <w:pPr>
        <w:pStyle w:val="Odstavekseznama"/>
        <w:numPr>
          <w:ilvl w:val="0"/>
          <w:numId w:val="36"/>
        </w:numPr>
        <w:rPr>
          <w:shd w:val="clear" w:color="auto" w:fill="FFFFFF"/>
        </w:rPr>
      </w:pPr>
      <w:r w:rsidRPr="004702E8">
        <w:rPr>
          <w:shd w:val="clear" w:color="auto" w:fill="FFFFFF"/>
        </w:rPr>
        <w:t>SKS - samonosilni kabelski snop</w:t>
      </w:r>
    </w:p>
    <w:p w:rsidR="00B318BB" w:rsidRPr="004702E8" w:rsidRDefault="00B318BB" w:rsidP="00B318BB">
      <w:pPr>
        <w:pStyle w:val="Odstavekseznama"/>
        <w:numPr>
          <w:ilvl w:val="0"/>
          <w:numId w:val="36"/>
        </w:numPr>
        <w:rPr>
          <w:shd w:val="clear" w:color="auto" w:fill="FFFFFF"/>
        </w:rPr>
      </w:pPr>
      <w:r w:rsidRPr="004702E8">
        <w:rPr>
          <w:shd w:val="clear" w:color="auto" w:fill="FFFFFF"/>
        </w:rPr>
        <w:t>MM - merilno mesto</w:t>
      </w:r>
    </w:p>
    <w:p w:rsidR="00B318BB" w:rsidRPr="004702E8" w:rsidRDefault="00B318BB" w:rsidP="00B318BB">
      <w:pPr>
        <w:pStyle w:val="Odstavekseznama"/>
        <w:numPr>
          <w:ilvl w:val="0"/>
          <w:numId w:val="36"/>
        </w:numPr>
        <w:rPr>
          <w:shd w:val="clear" w:color="auto" w:fill="FFFFFF"/>
        </w:rPr>
      </w:pPr>
      <w:r w:rsidRPr="004702E8">
        <w:rPr>
          <w:shd w:val="clear" w:color="auto" w:fill="FFFFFF"/>
        </w:rPr>
        <w:t>NV - notranja vgradnja</w:t>
      </w:r>
    </w:p>
    <w:p w:rsidR="00B318BB" w:rsidRPr="004702E8" w:rsidRDefault="00B318BB" w:rsidP="00B318BB">
      <w:pPr>
        <w:pStyle w:val="Odstavekseznama"/>
        <w:numPr>
          <w:ilvl w:val="0"/>
          <w:numId w:val="36"/>
        </w:numPr>
        <w:rPr>
          <w:shd w:val="clear" w:color="auto" w:fill="FFFFFF"/>
        </w:rPr>
      </w:pPr>
      <w:r w:rsidRPr="004702E8">
        <w:rPr>
          <w:shd w:val="clear" w:color="auto" w:fill="FFFFFF"/>
        </w:rPr>
        <w:t>NVE - notranja vgradnja etažna</w:t>
      </w:r>
    </w:p>
    <w:p w:rsidR="00B318BB" w:rsidRPr="004702E8" w:rsidRDefault="00B318BB" w:rsidP="00B318BB">
      <w:pPr>
        <w:pStyle w:val="Odstavekseznama"/>
        <w:numPr>
          <w:ilvl w:val="0"/>
          <w:numId w:val="36"/>
        </w:numPr>
        <w:rPr>
          <w:shd w:val="clear" w:color="auto" w:fill="FFFFFF"/>
        </w:rPr>
      </w:pPr>
      <w:r w:rsidRPr="004702E8">
        <w:rPr>
          <w:shd w:val="clear" w:color="auto" w:fill="FFFFFF"/>
        </w:rPr>
        <w:t>SZP - soglasje za priključitev</w:t>
      </w:r>
    </w:p>
    <w:p w:rsidR="00B318BB" w:rsidRDefault="00B318BB" w:rsidP="00B318BB">
      <w:pPr>
        <w:pStyle w:val="Naslov2"/>
      </w:pPr>
      <w:bookmarkStart w:id="25" w:name="_Toc101519026"/>
      <w:bookmarkStart w:id="26" w:name="_Toc101789178"/>
      <w:r w:rsidRPr="003C299F">
        <w:t>Grafični simboli</w:t>
      </w:r>
      <w:bookmarkEnd w:id="24"/>
      <w:bookmarkEnd w:id="25"/>
      <w:bookmarkEnd w:id="26"/>
    </w:p>
    <w:p w:rsidR="00B318BB" w:rsidRDefault="00B318BB" w:rsidP="00B318BB">
      <w:r>
        <w:t>Pri razlagi sheme priključkov se uporablja naslednja tabela grafičnih simbolov:</w:t>
      </w:r>
    </w:p>
    <w:p w:rsidR="00B318BB" w:rsidRPr="00C17826" w:rsidRDefault="00B318BB" w:rsidP="00B318BB"/>
    <w:tbl>
      <w:tblPr>
        <w:tblStyle w:val="Tabelamre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6"/>
        <w:gridCol w:w="5916"/>
      </w:tblGrid>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s">
                  <w:drawing>
                    <wp:anchor distT="0" distB="0" distL="114300" distR="114300" simplePos="0" relativeHeight="251659264" behindDoc="1" locked="0" layoutInCell="1" allowOverlap="1" wp14:anchorId="00CD3CD4" wp14:editId="5CA3308F">
                      <wp:simplePos x="0" y="0"/>
                      <wp:positionH relativeFrom="column">
                        <wp:posOffset>0</wp:posOffset>
                      </wp:positionH>
                      <wp:positionV relativeFrom="paragraph">
                        <wp:posOffset>146050</wp:posOffset>
                      </wp:positionV>
                      <wp:extent cx="1799590" cy="0"/>
                      <wp:effectExtent l="0" t="0" r="29210" b="19050"/>
                      <wp:wrapTight wrapText="bothSides">
                        <wp:wrapPolygon edited="0">
                          <wp:start x="0" y="-1"/>
                          <wp:lineTo x="0" y="-1"/>
                          <wp:lineTo x="21722" y="-1"/>
                          <wp:lineTo x="21722" y="-1"/>
                          <wp:lineTo x="0" y="-1"/>
                        </wp:wrapPolygon>
                      </wp:wrapTight>
                      <wp:docPr id="2" name="Raven povezovalnik 2"/>
                      <wp:cNvGraphicFramePr/>
                      <a:graphic xmlns:a="http://schemas.openxmlformats.org/drawingml/2006/main">
                        <a:graphicData uri="http://schemas.microsoft.com/office/word/2010/wordprocessingShape">
                          <wps:wsp>
                            <wps:cNvCnPr/>
                            <wps:spPr>
                              <a:xfrm>
                                <a:off x="0" y="0"/>
                                <a:ext cx="17995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CB5B89" id="Raven povezovalnik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141.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" strokecolor="windowText" strokeweight=".5pt">
                      <v:stroke joinstyle="miter"/>
                      <w10:wrap type="tight"/>
                    </v:line>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parcel</w:t>
            </w:r>
            <w:r>
              <w:rPr>
                <w:rFonts w:eastAsia="Calibri"/>
                <w:sz w:val="22"/>
                <w:lang w:eastAsia="en-US"/>
              </w:rPr>
              <w:t>na meja</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s">
                  <w:drawing>
                    <wp:anchor distT="0" distB="0" distL="114300" distR="114300" simplePos="0" relativeHeight="251660288" behindDoc="1" locked="0" layoutInCell="1" allowOverlap="1" wp14:anchorId="7B8AC9D8" wp14:editId="166E5E5B">
                      <wp:simplePos x="0" y="0"/>
                      <wp:positionH relativeFrom="column">
                        <wp:posOffset>0</wp:posOffset>
                      </wp:positionH>
                      <wp:positionV relativeFrom="paragraph">
                        <wp:posOffset>144780</wp:posOffset>
                      </wp:positionV>
                      <wp:extent cx="1799590" cy="0"/>
                      <wp:effectExtent l="0" t="0" r="10160" b="19050"/>
                      <wp:wrapTight wrapText="bothSides">
                        <wp:wrapPolygon edited="0">
                          <wp:start x="0" y="-1"/>
                          <wp:lineTo x="0" y="-1"/>
                          <wp:lineTo x="21493" y="-1"/>
                          <wp:lineTo x="21493" y="-1"/>
                          <wp:lineTo x="0" y="-1"/>
                        </wp:wrapPolygon>
                      </wp:wrapTight>
                      <wp:docPr id="224" name="Raven povezovalnik 224"/>
                      <wp:cNvGraphicFramePr/>
                      <a:graphic xmlns:a="http://schemas.openxmlformats.org/drawingml/2006/main">
                        <a:graphicData uri="http://schemas.microsoft.com/office/word/2010/wordprocessingShape">
                          <wps:wsp>
                            <wps:cNvCnPr/>
                            <wps:spPr>
                              <a:xfrm>
                                <a:off x="0" y="0"/>
                                <a:ext cx="1799590" cy="0"/>
                              </a:xfrm>
                              <a:prstGeom prst="line">
                                <a:avLst/>
                              </a:prstGeom>
                              <a:noFill/>
                              <a:ln w="6350" cap="flat" cmpd="sng" algn="ctr">
                                <a:solidFill>
                                  <a:sysClr val="windowText" lastClr="000000"/>
                                </a:solidFill>
                                <a:prstDash val="lgDash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55D8CF" id="Raven povezovalnik 22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4pt" to="141.7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" strokecolor="windowText" strokeweight=".5pt">
                      <v:stroke dashstyle="longDashDot" joinstyle="miter"/>
                      <w10:wrap type="tight"/>
                    </v:line>
                  </w:pict>
                </mc:Fallback>
              </mc:AlternateContent>
            </w:r>
          </w:p>
        </w:tc>
        <w:tc>
          <w:tcPr>
            <w:tcW w:w="5916" w:type="dxa"/>
            <w:vAlign w:val="center"/>
          </w:tcPr>
          <w:p w:rsidR="00B318BB" w:rsidRPr="00AD29C2" w:rsidRDefault="00B318BB" w:rsidP="00566945">
            <w:pPr>
              <w:rPr>
                <w:rFonts w:eastAsia="Calibri"/>
                <w:sz w:val="22"/>
                <w:lang w:eastAsia="en-US"/>
              </w:rPr>
            </w:pPr>
            <w:r>
              <w:rPr>
                <w:rFonts w:eastAsia="Calibri"/>
                <w:sz w:val="22"/>
                <w:lang w:eastAsia="en-US"/>
              </w:rPr>
              <w:t>stalni dostop</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g">
                  <w:drawing>
                    <wp:inline distT="0" distB="0" distL="0" distR="0" wp14:anchorId="23267857" wp14:editId="15E36CB0">
                      <wp:extent cx="1801495" cy="90000"/>
                      <wp:effectExtent l="0" t="0" r="27305" b="24765"/>
                      <wp:docPr id="21" name="Skupina 21"/>
                      <wp:cNvGraphicFramePr/>
                      <a:graphic xmlns:a="http://schemas.openxmlformats.org/drawingml/2006/main">
                        <a:graphicData uri="http://schemas.microsoft.com/office/word/2010/wordprocessingGroup">
                          <wpg:wgp>
                            <wpg:cNvGrpSpPr/>
                            <wpg:grpSpPr>
                              <a:xfrm>
                                <a:off x="0" y="0"/>
                                <a:ext cx="1801495" cy="90000"/>
                                <a:chOff x="180087" y="445863"/>
                                <a:chExt cx="2519826" cy="125891"/>
                              </a:xfrm>
                            </wpg:grpSpPr>
                            <wps:wsp>
                              <wps:cNvPr id="24" name="Raven povezovalnik 24"/>
                              <wps:cNvCnPr/>
                              <wps:spPr>
                                <a:xfrm>
                                  <a:off x="180087" y="508746"/>
                                  <a:ext cx="2519826" cy="0"/>
                                </a:xfrm>
                                <a:prstGeom prst="line">
                                  <a:avLst/>
                                </a:prstGeom>
                                <a:noFill/>
                                <a:ln w="25400" cap="flat" cmpd="sng" algn="ctr">
                                  <a:solidFill>
                                    <a:sysClr val="windowText" lastClr="000000"/>
                                  </a:solidFill>
                                  <a:prstDash val="solid"/>
                                  <a:miter lim="800000"/>
                                </a:ln>
                                <a:effectLst/>
                              </wps:spPr>
                              <wps:bodyPr/>
                            </wps:wsp>
                            <wps:wsp>
                              <wps:cNvPr id="23" name="Elipsa 23"/>
                              <wps:cNvSpPr/>
                              <wps:spPr>
                                <a:xfrm>
                                  <a:off x="1377621" y="445863"/>
                                  <a:ext cx="125887" cy="125891"/>
                                </a:xfrm>
                                <a:prstGeom prst="ellipse">
                                  <a:avLst/>
                                </a:prstGeom>
                                <a:solidFill>
                                  <a:sysClr val="window" lastClr="FFFFFF"/>
                                </a:solidFill>
                                <a:ln w="635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5ABFDA3" id="Skupina 21" o:spid="_x0000_s1026" style="width:141.85pt;height:7.1pt;mso-position-horizontal-relative:char;mso-position-vertical-relative:line" coordorigin="1800,4458" coordsize="25198,1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">
                      <v:line id="Raven povezovalnik 24" o:spid="_x0000_s1027" style="position:absolute;visibility:visible;mso-wrap-style:square" from="1800,5087" to="26999,5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" strokecolor="windowText" strokeweight="2pt">
                        <v:stroke joinstyle="miter"/>
                      </v:line>
                      <v:oval id="Elipsa 23" o:spid="_x0000_s1028" style="position:absolute;left:13776;top:4458;width:1259;height:1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" fillcolor="window" strokecolor="windowText" strokeweight=".5pt">
                        <v:stroke joinstyle="miter"/>
                      </v:oval>
                      <w10:anchorlock/>
                    </v:group>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nadzemno omrežje NN ali SN – nadzemni vod</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g">
                  <w:drawing>
                    <wp:inline distT="0" distB="0" distL="0" distR="0" wp14:anchorId="50CD4F90" wp14:editId="6F7226EB">
                      <wp:extent cx="1799590" cy="91440"/>
                      <wp:effectExtent l="0" t="0" r="29210" b="22860"/>
                      <wp:docPr id="8" name="Skupina 8"/>
                      <wp:cNvGraphicFramePr/>
                      <a:graphic xmlns:a="http://schemas.openxmlformats.org/drawingml/2006/main">
                        <a:graphicData uri="http://schemas.microsoft.com/office/word/2010/wordprocessingGroup">
                          <wpg:wgp>
                            <wpg:cNvGrpSpPr/>
                            <wpg:grpSpPr>
                              <a:xfrm>
                                <a:off x="0" y="0"/>
                                <a:ext cx="1799590" cy="91440"/>
                                <a:chOff x="0" y="0"/>
                                <a:chExt cx="1799590" cy="91440"/>
                              </a:xfrm>
                            </wpg:grpSpPr>
                            <wps:wsp>
                              <wps:cNvPr id="5" name="Raven povezovalnik 5"/>
                              <wps:cNvCnPr/>
                              <wps:spPr>
                                <a:xfrm>
                                  <a:off x="0" y="26002"/>
                                  <a:ext cx="1799590" cy="0"/>
                                </a:xfrm>
                                <a:prstGeom prst="line">
                                  <a:avLst/>
                                </a:prstGeom>
                                <a:noFill/>
                                <a:ln w="25400" cap="flat" cmpd="sng" algn="ctr">
                                  <a:solidFill>
                                    <a:sysClr val="windowText" lastClr="000000"/>
                                  </a:solidFill>
                                  <a:prstDash val="dash"/>
                                  <a:miter lim="800000"/>
                                </a:ln>
                                <a:effectLst/>
                              </wps:spPr>
                              <wps:bodyPr/>
                            </wps:wsp>
                            <wps:wsp>
                              <wps:cNvPr id="6" name="Raven povezovalnik 6"/>
                              <wps:cNvCnPr/>
                              <wps:spPr>
                                <a:xfrm>
                                  <a:off x="0" y="69338"/>
                                  <a:ext cx="1799590" cy="0"/>
                                </a:xfrm>
                                <a:prstGeom prst="line">
                                  <a:avLst/>
                                </a:prstGeom>
                                <a:noFill/>
                                <a:ln w="25400" cap="flat" cmpd="sng" algn="ctr">
                                  <a:solidFill>
                                    <a:sysClr val="windowText" lastClr="000000"/>
                                  </a:solidFill>
                                  <a:prstDash val="solid"/>
                                  <a:miter lim="800000"/>
                                </a:ln>
                                <a:effectLst/>
                              </wps:spPr>
                              <wps:bodyPr/>
                            </wps:wsp>
                            <wps:wsp>
                              <wps:cNvPr id="7" name="Elipsa 7"/>
                              <wps:cNvSpPr/>
                              <wps:spPr>
                                <a:xfrm>
                                  <a:off x="853729" y="0"/>
                                  <a:ext cx="91440" cy="91440"/>
                                </a:xfrm>
                                <a:prstGeom prst="ellipse">
                                  <a:avLst/>
                                </a:prstGeom>
                                <a:solidFill>
                                  <a:sysClr val="window" lastClr="FFFFFF"/>
                                </a:solidFill>
                                <a:ln w="635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BA86BE8" id="Skupina 8" o:spid="_x0000_s1026" style="width:141.7pt;height:7.2pt;mso-position-horizontal-relative:char;mso-position-vertical-relative:line" coordsize="17995,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">
                      <v:line id="Raven povezovalnik 5" o:spid="_x0000_s1027" style="position:absolute;visibility:visible;mso-wrap-style:square" from="0,260" to="17995,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" strokecolor="windowText" strokeweight="2pt">
                        <v:stroke dashstyle="dash" joinstyle="miter"/>
                      </v:line>
                      <v:line id="Raven povezovalnik 6" o:spid="_x0000_s1028" style="position:absolute;visibility:visible;mso-wrap-style:square" from="0,693" to="17995,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" strokecolor="windowText" strokeweight="2pt">
                        <v:stroke joinstyle="miter"/>
                      </v:line>
                      <v:oval id="Elipsa 7" o:spid="_x0000_s1029" style="position:absolute;left:8537;width:914;height: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" fillcolor="window" strokecolor="windowText" strokeweight=".5pt">
                        <v:stroke joinstyle="miter"/>
                      </v:oval>
                      <w10:anchorlock/>
                    </v:group>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nadzemno omrežje</w:t>
            </w:r>
            <w:r>
              <w:rPr>
                <w:rFonts w:eastAsia="Calibri"/>
                <w:sz w:val="22"/>
                <w:lang w:eastAsia="en-US"/>
              </w:rPr>
              <w:t xml:space="preserve"> NN</w:t>
            </w:r>
            <w:r w:rsidRPr="00AD29C2">
              <w:rPr>
                <w:rFonts w:eastAsia="Calibri"/>
                <w:sz w:val="22"/>
                <w:lang w:eastAsia="en-US"/>
              </w:rPr>
              <w:t xml:space="preserve"> – samonosilni nadzemni kabelski vod</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s">
                  <w:drawing>
                    <wp:anchor distT="0" distB="0" distL="114300" distR="114300" simplePos="0" relativeHeight="251661312" behindDoc="1" locked="0" layoutInCell="1" allowOverlap="1" wp14:anchorId="094BFCE3" wp14:editId="43313927">
                      <wp:simplePos x="0" y="0"/>
                      <wp:positionH relativeFrom="column">
                        <wp:posOffset>0</wp:posOffset>
                      </wp:positionH>
                      <wp:positionV relativeFrom="paragraph">
                        <wp:posOffset>146050</wp:posOffset>
                      </wp:positionV>
                      <wp:extent cx="1799590" cy="0"/>
                      <wp:effectExtent l="0" t="0" r="10160" b="19050"/>
                      <wp:wrapTight wrapText="bothSides">
                        <wp:wrapPolygon edited="0">
                          <wp:start x="0" y="-1"/>
                          <wp:lineTo x="0" y="-1"/>
                          <wp:lineTo x="21493" y="-1"/>
                          <wp:lineTo x="21493" y="-1"/>
                          <wp:lineTo x="0" y="-1"/>
                        </wp:wrapPolygon>
                      </wp:wrapTight>
                      <wp:docPr id="26" name="Raven povezovalnik 26"/>
                      <wp:cNvGraphicFramePr/>
                      <a:graphic xmlns:a="http://schemas.openxmlformats.org/drawingml/2006/main">
                        <a:graphicData uri="http://schemas.microsoft.com/office/word/2010/wordprocessingShape">
                          <wps:wsp>
                            <wps:cNvCnPr/>
                            <wps:spPr>
                              <a:xfrm>
                                <a:off x="0" y="0"/>
                                <a:ext cx="1799590" cy="0"/>
                              </a:xfrm>
                              <a:prstGeom prst="line">
                                <a:avLst/>
                              </a:prstGeom>
                              <a:noFill/>
                              <a:ln w="25400"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958B9F8" id="Raven povezovalnik 2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141.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" strokecolor="windowText" strokeweight="2pt">
                      <v:stroke dashstyle="dash" joinstyle="miter"/>
                      <w10:wrap type="tight"/>
                    </v:line>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podzemno omrežje NN ali SN – kablovod</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s">
                  <w:drawing>
                    <wp:anchor distT="0" distB="0" distL="114300" distR="114300" simplePos="0" relativeHeight="251662336" behindDoc="1" locked="0" layoutInCell="1" allowOverlap="1" wp14:anchorId="526A58D8" wp14:editId="54DF41D7">
                      <wp:simplePos x="0" y="0"/>
                      <wp:positionH relativeFrom="column">
                        <wp:posOffset>0</wp:posOffset>
                      </wp:positionH>
                      <wp:positionV relativeFrom="paragraph">
                        <wp:posOffset>144780</wp:posOffset>
                      </wp:positionV>
                      <wp:extent cx="1799590" cy="0"/>
                      <wp:effectExtent l="0" t="0" r="10160" b="19050"/>
                      <wp:wrapTight wrapText="bothSides">
                        <wp:wrapPolygon edited="0">
                          <wp:start x="0" y="-1"/>
                          <wp:lineTo x="0" y="-1"/>
                          <wp:lineTo x="21493" y="-1"/>
                          <wp:lineTo x="21493" y="-1"/>
                          <wp:lineTo x="0" y="-1"/>
                        </wp:wrapPolygon>
                      </wp:wrapTight>
                      <wp:docPr id="29" name="Raven povezovalnik 29"/>
                      <wp:cNvGraphicFramePr/>
                      <a:graphic xmlns:a="http://schemas.openxmlformats.org/drawingml/2006/main">
                        <a:graphicData uri="http://schemas.microsoft.com/office/word/2010/wordprocessingShape">
                          <wps:wsp>
                            <wps:cNvCnPr/>
                            <wps:spPr>
                              <a:xfrm>
                                <a:off x="0" y="0"/>
                                <a:ext cx="1799590" cy="0"/>
                              </a:xfrm>
                              <a:prstGeom prst="line">
                                <a:avLst/>
                              </a:prstGeom>
                              <a:noFill/>
                              <a:ln w="9525" cap="flat" cmpd="sng" algn="ctr">
                                <a:solidFill>
                                  <a:sysClr val="windowText" lastClr="000000"/>
                                </a:solidFill>
                                <a:prstDash val="dash"/>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EC80A1" id="Raven povezovalnik 2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4pt" to="141.7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" strokecolor="windowText">
                      <v:stroke dashstyle="dash" joinstyle="miter"/>
                      <w10:wrap type="tight"/>
                    </v:line>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podzemni NN ali SN priključek</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g">
                  <w:drawing>
                    <wp:inline distT="0" distB="0" distL="0" distR="0" wp14:anchorId="13EDBA1D" wp14:editId="22099852">
                      <wp:extent cx="1801620" cy="25604"/>
                      <wp:effectExtent l="0" t="0" r="27305" b="12700"/>
                      <wp:docPr id="34" name="Skupina 34"/>
                      <wp:cNvGraphicFramePr/>
                      <a:graphic xmlns:a="http://schemas.openxmlformats.org/drawingml/2006/main">
                        <a:graphicData uri="http://schemas.microsoft.com/office/word/2010/wordprocessingGroup">
                          <wpg:wgp>
                            <wpg:cNvGrpSpPr/>
                            <wpg:grpSpPr>
                              <a:xfrm>
                                <a:off x="0" y="0"/>
                                <a:ext cx="1801620" cy="25604"/>
                                <a:chOff x="0" y="0"/>
                                <a:chExt cx="1801620" cy="25604"/>
                              </a:xfrm>
                            </wpg:grpSpPr>
                            <wps:wsp>
                              <wps:cNvPr id="32" name="Raven povezovalnik 32"/>
                              <wps:cNvCnPr/>
                              <wps:spPr>
                                <a:xfrm>
                                  <a:off x="0" y="25604"/>
                                  <a:ext cx="1801620" cy="0"/>
                                </a:xfrm>
                                <a:prstGeom prst="line">
                                  <a:avLst/>
                                </a:prstGeom>
                                <a:noFill/>
                                <a:ln w="9525" cap="flat" cmpd="sng" algn="ctr">
                                  <a:solidFill>
                                    <a:sysClr val="windowText" lastClr="000000"/>
                                  </a:solidFill>
                                  <a:prstDash val="solid"/>
                                  <a:miter lim="800000"/>
                                </a:ln>
                                <a:effectLst/>
                              </wps:spPr>
                              <wps:bodyPr/>
                            </wps:wsp>
                            <wps:wsp>
                              <wps:cNvPr id="33" name="Raven povezovalnik 33"/>
                              <wps:cNvCnPr/>
                              <wps:spPr>
                                <a:xfrm>
                                  <a:off x="0" y="0"/>
                                  <a:ext cx="1801620" cy="0"/>
                                </a:xfrm>
                                <a:prstGeom prst="line">
                                  <a:avLst/>
                                </a:prstGeom>
                                <a:noFill/>
                                <a:ln w="9525" cap="flat" cmpd="sng" algn="ctr">
                                  <a:solidFill>
                                    <a:sysClr val="windowText" lastClr="000000"/>
                                  </a:solidFill>
                                  <a:prstDash val="dash"/>
                                  <a:miter lim="800000"/>
                                </a:ln>
                                <a:effectLst/>
                              </wps:spPr>
                              <wps:bodyPr/>
                            </wps:wsp>
                          </wpg:wgp>
                        </a:graphicData>
                      </a:graphic>
                    </wp:inline>
                  </w:drawing>
                </mc:Choice>
                <mc:Fallback>
                  <w:pict>
                    <v:group w14:anchorId="65215EE2" id="Skupina 34" o:spid="_x0000_s1026" style="width:141.85pt;height:2pt;mso-position-horizontal-relative:char;mso-position-vertical-relative:line" coordsize="18016,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">
                      <v:line id="Raven povezovalnik 32" o:spid="_x0000_s1027" style="position:absolute;visibility:visible;mso-wrap-style:square" from="0,256" to="18016,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" strokecolor="windowText">
                        <v:stroke joinstyle="miter"/>
                      </v:line>
                      <v:line id="Raven povezovalnik 33" o:spid="_x0000_s1028" style="position:absolute;visibility:visible;mso-wrap-style:square" from="0,0" to="180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" strokecolor="windowText">
                        <v:stroke dashstyle="dash" joinstyle="miter"/>
                      </v:line>
                      <w10:anchorlock/>
                    </v:group>
                  </w:pict>
                </mc:Fallback>
              </mc:AlternateContent>
            </w:r>
            <w:r w:rsidRPr="00AD29C2">
              <w:rPr>
                <w:rFonts w:ascii="Swis721 Cn BT" w:eastAsia="Calibri" w:hAnsi="Swis721 Cn BT"/>
                <w:noProof/>
                <w:szCs w:val="22"/>
                <w:lang w:eastAsia="sl-SI"/>
              </w:rPr>
              <w:t> </w: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nadzemni NN priključek s samonosilnim kabelskim vodom </w:t>
            </w:r>
          </w:p>
        </w:tc>
      </w:tr>
      <w:tr w:rsidR="00B318BB" w:rsidRPr="00AD29C2" w:rsidTr="00566945">
        <w:trPr>
          <w:trHeight w:hRule="exact" w:val="510"/>
        </w:trPr>
        <w:tc>
          <w:tcPr>
            <w:tcW w:w="3146" w:type="dxa"/>
            <w:vAlign w:val="center"/>
          </w:tcPr>
          <w:p w:rsidR="00B318BB" w:rsidRPr="00AD29C2" w:rsidRDefault="00B318BB" w:rsidP="00566945">
            <w:pPr>
              <w:suppressAutoHyphens w:val="0"/>
              <w:jc w:val="left"/>
              <w:rPr>
                <w:rFonts w:ascii="Swis721 Cn BT" w:eastAsia="Calibri" w:hAnsi="Swis721 Cn BT"/>
                <w:noProof/>
                <w:szCs w:val="22"/>
                <w:lang w:eastAsia="sl-SI"/>
              </w:rPr>
            </w:pPr>
            <w:r w:rsidRPr="00AD29C2">
              <w:rPr>
                <w:rFonts w:ascii="Swis721 Cn BT" w:eastAsia="Calibri" w:hAnsi="Swis721 Cn BT"/>
                <w:noProof/>
                <w:szCs w:val="22"/>
                <w:lang w:eastAsia="sl-SI"/>
              </w:rPr>
              <mc:AlternateContent>
                <mc:Choice Requires="wps">
                  <w:drawing>
                    <wp:anchor distT="0" distB="0" distL="114300" distR="114300" simplePos="0" relativeHeight="251663360" behindDoc="1" locked="0" layoutInCell="1" allowOverlap="1" wp14:anchorId="65253497" wp14:editId="5F5F648A">
                      <wp:simplePos x="0" y="0"/>
                      <wp:positionH relativeFrom="column">
                        <wp:posOffset>0</wp:posOffset>
                      </wp:positionH>
                      <wp:positionV relativeFrom="paragraph">
                        <wp:posOffset>144780</wp:posOffset>
                      </wp:positionV>
                      <wp:extent cx="1799590" cy="0"/>
                      <wp:effectExtent l="0" t="0" r="10160" b="19050"/>
                      <wp:wrapTight wrapText="bothSides">
                        <wp:wrapPolygon edited="0">
                          <wp:start x="0" y="-1"/>
                          <wp:lineTo x="0" y="-1"/>
                          <wp:lineTo x="21493" y="-1"/>
                          <wp:lineTo x="21493" y="-1"/>
                          <wp:lineTo x="0" y="-1"/>
                        </wp:wrapPolygon>
                      </wp:wrapTight>
                      <wp:docPr id="35" name="Raven povezovalnik 35"/>
                      <wp:cNvGraphicFramePr/>
                      <a:graphic xmlns:a="http://schemas.openxmlformats.org/drawingml/2006/main">
                        <a:graphicData uri="http://schemas.microsoft.com/office/word/2010/wordprocessingShape">
                          <wps:wsp>
                            <wps:cNvCnPr/>
                            <wps:spPr>
                              <a:xfrm>
                                <a:off x="0" y="0"/>
                                <a:ext cx="1799590" cy="0"/>
                              </a:xfrm>
                              <a:prstGeom prst="line">
                                <a:avLst/>
                              </a:prstGeom>
                              <a:noFill/>
                              <a:ln w="9525" cap="flat" cmpd="sng" algn="ctr">
                                <a:solidFill>
                                  <a:sysClr val="windowText" lastClr="000000"/>
                                </a:solidFill>
                                <a:prstDash val="sysDot"/>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24C9E0D" id="Raven povezovalnik 3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4pt" to="141.7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" strokecolor="windowText">
                      <v:stroke dashstyle="1 1" joinstyle="miter"/>
                      <w10:wrap type="tight"/>
                    </v:line>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NN elektro inštalacija</w:t>
            </w:r>
          </w:p>
        </w:tc>
      </w:tr>
      <w:tr w:rsidR="00B318BB" w:rsidRPr="00AD29C2" w:rsidTr="00566945">
        <w:trPr>
          <w:trHeight w:hRule="exact" w:val="510"/>
        </w:trPr>
        <w:tc>
          <w:tcPr>
            <w:tcW w:w="3146" w:type="dxa"/>
            <w:vAlign w:val="center"/>
          </w:tcPr>
          <w:p w:rsidR="00B318BB" w:rsidRPr="00AD29C2" w:rsidRDefault="00B318BB" w:rsidP="00566945">
            <w:pPr>
              <w:suppressAutoHyphens w:val="0"/>
              <w:jc w:val="center"/>
              <w:rPr>
                <w:rFonts w:ascii="Swis721 Cn BT" w:eastAsia="Calibri" w:hAnsi="Swis721 Cn BT"/>
                <w:szCs w:val="22"/>
                <w:lang w:eastAsia="en-US"/>
              </w:rPr>
            </w:pPr>
            <w:r w:rsidRPr="00AD29C2">
              <w:rPr>
                <w:rFonts w:ascii="Swis721 Cn BT" w:eastAsia="Calibri" w:hAnsi="Swis721 Cn BT"/>
                <w:noProof/>
                <w:szCs w:val="22"/>
                <w:lang w:eastAsia="sl-SI"/>
              </w:rPr>
              <mc:AlternateContent>
                <mc:Choice Requires="wps">
                  <w:drawing>
                    <wp:inline distT="0" distB="0" distL="0" distR="0" wp14:anchorId="69A0DA3F" wp14:editId="5AE1941A">
                      <wp:extent cx="270000" cy="108000"/>
                      <wp:effectExtent l="0" t="0" r="15875" b="25400"/>
                      <wp:docPr id="36" name="Pravokotnik 36"/>
                      <wp:cNvGraphicFramePr/>
                      <a:graphic xmlns:a="http://schemas.openxmlformats.org/drawingml/2006/main">
                        <a:graphicData uri="http://schemas.microsoft.com/office/word/2010/wordprocessingShape">
                          <wps:wsp>
                            <wps:cNvSpPr/>
                            <wps:spPr>
                              <a:xfrm>
                                <a:off x="0" y="0"/>
                                <a:ext cx="270000" cy="1080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16BD2F2" id="Pravokotnik 36" o:spid="_x0000_s1026" style="width:21.2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" fillcolor="window" strokecolor="windowText" strokeweight="1pt">
                      <w10:anchorlock/>
                    </v:rect>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razdelilna omara NN omrežja (RO)</w:t>
            </w:r>
          </w:p>
        </w:tc>
      </w:tr>
      <w:tr w:rsidR="00B318BB" w:rsidRPr="00AD29C2" w:rsidTr="00566945">
        <w:trPr>
          <w:trHeight w:hRule="exact" w:val="510"/>
        </w:trPr>
        <w:tc>
          <w:tcPr>
            <w:tcW w:w="3146" w:type="dxa"/>
            <w:vAlign w:val="center"/>
          </w:tcPr>
          <w:p w:rsidR="00B318BB" w:rsidRPr="00AD29C2" w:rsidRDefault="00B318BB" w:rsidP="00566945">
            <w:pPr>
              <w:suppressAutoHyphens w:val="0"/>
              <w:jc w:val="center"/>
              <w:rPr>
                <w:rFonts w:ascii="Swis721 Cn BT" w:eastAsia="Calibri" w:hAnsi="Swis721 Cn BT"/>
                <w:szCs w:val="22"/>
                <w:lang w:eastAsia="en-US"/>
              </w:rPr>
            </w:pPr>
            <w:r w:rsidRPr="00AD29C2">
              <w:rPr>
                <w:rFonts w:ascii="Swis721 Cn BT" w:eastAsia="Calibri" w:hAnsi="Swis721 Cn BT"/>
                <w:noProof/>
                <w:szCs w:val="22"/>
                <w:lang w:eastAsia="sl-SI"/>
              </w:rPr>
              <mc:AlternateContent>
                <mc:Choice Requires="wpg">
                  <w:drawing>
                    <wp:inline distT="0" distB="0" distL="0" distR="0" wp14:anchorId="1AFB94E5" wp14:editId="408BDACD">
                      <wp:extent cx="269875" cy="114272"/>
                      <wp:effectExtent l="0" t="0" r="34925" b="19685"/>
                      <wp:docPr id="323" name="Skupina 323"/>
                      <wp:cNvGraphicFramePr/>
                      <a:graphic xmlns:a="http://schemas.openxmlformats.org/drawingml/2006/main">
                        <a:graphicData uri="http://schemas.microsoft.com/office/word/2010/wordprocessingGroup">
                          <wpg:wgp>
                            <wpg:cNvGrpSpPr/>
                            <wpg:grpSpPr>
                              <a:xfrm>
                                <a:off x="0" y="0"/>
                                <a:ext cx="269875" cy="114272"/>
                                <a:chOff x="2746987" y="383200"/>
                                <a:chExt cx="269875" cy="114300"/>
                              </a:xfrm>
                            </wpg:grpSpPr>
                            <wps:wsp>
                              <wps:cNvPr id="324" name="Pravokotnik 324"/>
                              <wps:cNvSpPr/>
                              <wps:spPr>
                                <a:xfrm>
                                  <a:off x="2746987" y="389550"/>
                                  <a:ext cx="269875" cy="1079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25" name="Raven povezovalnik 325"/>
                              <wps:cNvCnPr/>
                              <wps:spPr>
                                <a:xfrm>
                                  <a:off x="2746987" y="441620"/>
                                  <a:ext cx="269875" cy="0"/>
                                </a:xfrm>
                                <a:prstGeom prst="line">
                                  <a:avLst/>
                                </a:prstGeom>
                                <a:noFill/>
                                <a:ln w="6350" cap="flat" cmpd="sng" algn="ctr">
                                  <a:solidFill>
                                    <a:sysClr val="windowText" lastClr="000000"/>
                                  </a:solidFill>
                                  <a:prstDash val="solid"/>
                                  <a:miter lim="800000"/>
                                </a:ln>
                                <a:effectLst/>
                              </wps:spPr>
                              <wps:bodyPr/>
                            </wps:wsp>
                            <wps:wsp>
                              <wps:cNvPr id="326" name="Raven povezovalnik 326"/>
                              <wps:cNvCnPr/>
                              <wps:spPr>
                                <a:xfrm>
                                  <a:off x="2836522" y="385740"/>
                                  <a:ext cx="0" cy="107950"/>
                                </a:xfrm>
                                <a:prstGeom prst="line">
                                  <a:avLst/>
                                </a:prstGeom>
                                <a:noFill/>
                                <a:ln w="6350" cap="flat" cmpd="sng" algn="ctr">
                                  <a:solidFill>
                                    <a:sysClr val="windowText" lastClr="000000"/>
                                  </a:solidFill>
                                  <a:prstDash val="solid"/>
                                  <a:miter lim="800000"/>
                                </a:ln>
                                <a:effectLst/>
                              </wps:spPr>
                              <wps:bodyPr/>
                            </wps:wsp>
                            <wps:wsp>
                              <wps:cNvPr id="327" name="Raven povezovalnik 327"/>
                              <wps:cNvCnPr/>
                              <wps:spPr>
                                <a:xfrm>
                                  <a:off x="2926057" y="383200"/>
                                  <a:ext cx="0" cy="107950"/>
                                </a:xfrm>
                                <a:prstGeom prst="line">
                                  <a:avLst/>
                                </a:prstGeom>
                                <a:noFill/>
                                <a:ln w="6350" cap="flat" cmpd="sng" algn="ctr">
                                  <a:solidFill>
                                    <a:sysClr val="windowText" lastClr="000000"/>
                                  </a:solidFill>
                                  <a:prstDash val="solid"/>
                                  <a:miter lim="800000"/>
                                </a:ln>
                                <a:effectLst/>
                              </wps:spPr>
                              <wps:bodyPr/>
                            </wps:wsp>
                          </wpg:wgp>
                        </a:graphicData>
                      </a:graphic>
                    </wp:inline>
                  </w:drawing>
                </mc:Choice>
                <mc:Fallback>
                  <w:pict>
                    <v:group w14:anchorId="1AFB94E5" id="Skupina 323" o:spid="_x0000_s1026" style="width:21.25pt;height:9pt;mso-position-horizontal-relative:char;mso-position-vertical-relative:line" coordorigin="27469,3832" coordsize="2698,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">
                      <v:rect id="Pravokotnik 324" o:spid="_x0000_s1027" style="position:absolute;left:27469;top:3895;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" fillcolor="window" strokecolor="windowText" strokeweight="1pt">
                        <v:textbo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v:textbox>
                      </v:rect>
                      <v:line id="Raven povezovalnik 325" o:spid="_x0000_s1028" style="position:absolute;visibility:visible;mso-wrap-style:square" from="27469,4416" to="30168,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" strokecolor="windowText" strokeweight=".5pt">
                        <v:stroke joinstyle="miter"/>
                      </v:line>
                      <v:line id="Raven povezovalnik 326" o:spid="_x0000_s1029" style="position:absolute;visibility:visible;mso-wrap-style:square" from="28365,3857" to="28365,4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" strokecolor="windowText" strokeweight=".5pt">
                        <v:stroke joinstyle="miter"/>
                      </v:line>
                      <v:line id="Raven povezovalnik 327" o:spid="_x0000_s1030" style="position:absolute;visibility:visible;mso-wrap-style:square" from="29260,3832" to="29260,4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" strokecolor="windowText" strokeweight=".5pt">
                        <v:stroke joinstyle="miter"/>
                      </v:line>
                      <w10:anchorlock/>
                    </v:group>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priključno razdelilna merilna omara NN omrežja (PRMO)</w:t>
            </w:r>
          </w:p>
        </w:tc>
      </w:tr>
      <w:tr w:rsidR="00B318BB" w:rsidRPr="00AD29C2" w:rsidTr="00566945">
        <w:trPr>
          <w:trHeight w:hRule="exact" w:val="510"/>
        </w:trPr>
        <w:tc>
          <w:tcPr>
            <w:tcW w:w="3146" w:type="dxa"/>
            <w:vAlign w:val="center"/>
          </w:tcPr>
          <w:p w:rsidR="00B318BB" w:rsidRPr="00AD29C2" w:rsidRDefault="00B318BB" w:rsidP="00566945">
            <w:pPr>
              <w:suppressAutoHyphens w:val="0"/>
              <w:jc w:val="center"/>
              <w:rPr>
                <w:rFonts w:ascii="Swis721 Cn BT" w:eastAsia="Calibri" w:hAnsi="Swis721 Cn BT"/>
                <w:noProof/>
                <w:szCs w:val="22"/>
                <w:lang w:eastAsia="en-US"/>
              </w:rPr>
            </w:pPr>
            <w:r w:rsidRPr="00AD29C2">
              <w:rPr>
                <w:rFonts w:ascii="Swis721 Cn BT" w:eastAsia="Calibri" w:hAnsi="Swis721 Cn BT"/>
                <w:noProof/>
                <w:szCs w:val="22"/>
                <w:lang w:eastAsia="sl-SI"/>
              </w:rPr>
              <mc:AlternateContent>
                <mc:Choice Requires="wps">
                  <w:drawing>
                    <wp:inline distT="0" distB="0" distL="0" distR="0" wp14:anchorId="5055BA7F" wp14:editId="03E073AE">
                      <wp:extent cx="270000" cy="108000"/>
                      <wp:effectExtent l="0" t="0" r="15875" b="25400"/>
                      <wp:docPr id="39" name="Pravokotnik 39"/>
                      <wp:cNvGraphicFramePr/>
                      <a:graphic xmlns:a="http://schemas.openxmlformats.org/drawingml/2006/main">
                        <a:graphicData uri="http://schemas.microsoft.com/office/word/2010/wordprocessingShape">
                          <wps:wsp>
                            <wps:cNvSpPr/>
                            <wps:spPr>
                              <a:xfrm>
                                <a:off x="0" y="0"/>
                                <a:ext cx="270000" cy="108000"/>
                              </a:xfrm>
                              <a:prstGeom prst="rect">
                                <a:avLst/>
                              </a:prstGeom>
                              <a:pattFill prst="wdDnDiag">
                                <a:fgClr>
                                  <a:sysClr val="windowText" lastClr="000000"/>
                                </a:fgClr>
                                <a:bgClr>
                                  <a:sysClr val="window" lastClr="FFFFFF"/>
                                </a:bgClr>
                              </a:patt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E7A52E5" id="Pravokotnik 39" o:spid="_x0000_s1026" style="width:21.2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" fillcolor="windowText" strokecolor="windowText" strokeweight="1pt">
                      <v:fill r:id="rId9" o:title="" color2="window" type="pattern"/>
                      <w10:anchorlock/>
                    </v:rect>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priključno merilna omara NN priključka (PMO)</w:t>
            </w:r>
          </w:p>
        </w:tc>
      </w:tr>
      <w:tr w:rsidR="00B318BB" w:rsidRPr="00AD29C2" w:rsidTr="00566945">
        <w:trPr>
          <w:trHeight w:hRule="exact" w:val="510"/>
        </w:trPr>
        <w:tc>
          <w:tcPr>
            <w:tcW w:w="3146" w:type="dxa"/>
            <w:vAlign w:val="center"/>
          </w:tcPr>
          <w:p w:rsidR="00B318BB" w:rsidRPr="00AD29C2" w:rsidRDefault="00B318BB" w:rsidP="00566945">
            <w:pPr>
              <w:suppressAutoHyphens w:val="0"/>
              <w:jc w:val="center"/>
              <w:rPr>
                <w:rFonts w:ascii="Swis721 Cn BT" w:eastAsia="Calibri" w:hAnsi="Swis721 Cn BT"/>
                <w:noProof/>
                <w:szCs w:val="22"/>
                <w:lang w:eastAsia="en-US"/>
              </w:rPr>
            </w:pPr>
            <w:r w:rsidRPr="00AD29C2">
              <w:rPr>
                <w:rFonts w:ascii="Swis721 Cn BT" w:eastAsia="Calibri" w:hAnsi="Swis721 Cn BT"/>
                <w:noProof/>
                <w:szCs w:val="22"/>
                <w:lang w:eastAsia="sl-SI"/>
              </w:rPr>
              <mc:AlternateContent>
                <mc:Choice Requires="wps">
                  <w:drawing>
                    <wp:inline distT="0" distB="0" distL="0" distR="0" wp14:anchorId="54C29002" wp14:editId="471B869A">
                      <wp:extent cx="270000" cy="108000"/>
                      <wp:effectExtent l="0" t="0" r="15875" b="25400"/>
                      <wp:docPr id="1167" name="Pravokotnik 1167"/>
                      <wp:cNvGraphicFramePr/>
                      <a:graphic xmlns:a="http://schemas.openxmlformats.org/drawingml/2006/main">
                        <a:graphicData uri="http://schemas.microsoft.com/office/word/2010/wordprocessingShape">
                          <wps:wsp>
                            <wps:cNvSpPr/>
                            <wps:spPr>
                              <a:xfrm>
                                <a:off x="0" y="0"/>
                                <a:ext cx="270000" cy="10800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318BB" w:rsidRPr="00ED4BC0" w:rsidRDefault="00B318BB" w:rsidP="00B318BB">
                                  <w:pPr>
                                    <w:jc w:val="center"/>
                                    <w:rPr>
                                      <w:color w:val="000000" w:themeColor="text1"/>
                                      <w:sz w:val="14"/>
                                      <w:szCs w:val="16"/>
                                    </w:rPr>
                                  </w:pPr>
                                  <w:r w:rsidRPr="00ED4BC0">
                                    <w:rPr>
                                      <w:color w:val="000000" w:themeColor="text1"/>
                                      <w:sz w:val="14"/>
                                      <w:szCs w:val="16"/>
                                    </w:rPr>
                                    <w:t>MM</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54C29002" id="Pravokotnik 1167" o:spid="_x0000_s1031" style="width:21.2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" fillcolor="window" strokecolor="windowText" strokeweight="1pt">
                      <v:textbox inset="0,0,0,0">
                        <w:txbxContent>
                          <w:p w:rsidR="00B318BB" w:rsidRPr="00ED4BC0" w:rsidRDefault="00B318BB" w:rsidP="00B318BB">
                            <w:pPr>
                              <w:jc w:val="center"/>
                              <w:rPr>
                                <w:color w:val="000000" w:themeColor="text1"/>
                                <w:sz w:val="14"/>
                                <w:szCs w:val="16"/>
                              </w:rPr>
                            </w:pPr>
                            <w:r w:rsidRPr="00ED4BC0">
                              <w:rPr>
                                <w:color w:val="000000" w:themeColor="text1"/>
                                <w:sz w:val="14"/>
                                <w:szCs w:val="16"/>
                              </w:rPr>
                              <w:t>MM</w:t>
                            </w:r>
                          </w:p>
                        </w:txbxContent>
                      </v:textbox>
                      <w10:anchorlock/>
                    </v:rect>
                  </w:pict>
                </mc:Fallback>
              </mc:AlternateContent>
            </w:r>
            <w:r w:rsidRPr="00AD29C2">
              <w:rPr>
                <w:rFonts w:ascii="Swis721 Cn BT" w:eastAsia="Calibri" w:hAnsi="Swis721 Cn BT"/>
                <w:noProof/>
                <w:szCs w:val="22"/>
                <w:lang w:eastAsia="en-US"/>
              </w:rPr>
              <w:t xml:space="preserve"> </w: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merilno mesto</w:t>
            </w:r>
            <w:r>
              <w:rPr>
                <w:rFonts w:eastAsia="Calibri"/>
                <w:sz w:val="22"/>
                <w:lang w:eastAsia="en-US"/>
              </w:rPr>
              <w:t xml:space="preserve"> (MM)</w:t>
            </w:r>
          </w:p>
        </w:tc>
      </w:tr>
      <w:tr w:rsidR="00B318BB" w:rsidRPr="00AD29C2" w:rsidTr="00566945">
        <w:trPr>
          <w:trHeight w:hRule="exact" w:val="510"/>
        </w:trPr>
        <w:tc>
          <w:tcPr>
            <w:tcW w:w="3146" w:type="dxa"/>
            <w:vAlign w:val="center"/>
          </w:tcPr>
          <w:p w:rsidR="00B318BB" w:rsidRPr="00AD29C2" w:rsidRDefault="00B318BB" w:rsidP="00566945">
            <w:pPr>
              <w:suppressAutoHyphens w:val="0"/>
              <w:jc w:val="center"/>
              <w:rPr>
                <w:rFonts w:ascii="Swis721 Cn BT" w:eastAsia="Calibri" w:hAnsi="Swis721 Cn BT"/>
                <w:noProof/>
                <w:szCs w:val="22"/>
                <w:lang w:eastAsia="en-US"/>
              </w:rPr>
            </w:pPr>
            <w:r w:rsidRPr="00AD29C2">
              <w:rPr>
                <w:rFonts w:ascii="Swis721 Cn BT" w:eastAsia="Calibri" w:hAnsi="Swis721 Cn BT"/>
                <w:noProof/>
                <w:szCs w:val="22"/>
                <w:lang w:eastAsia="sl-SI"/>
              </w:rPr>
              <mc:AlternateContent>
                <mc:Choice Requires="wps">
                  <w:drawing>
                    <wp:inline distT="0" distB="0" distL="0" distR="0" wp14:anchorId="06078EAD" wp14:editId="6AF93652">
                      <wp:extent cx="270000" cy="108000"/>
                      <wp:effectExtent l="0" t="0" r="15875" b="25400"/>
                      <wp:docPr id="40" name="Pravokotnik 40"/>
                      <wp:cNvGraphicFramePr/>
                      <a:graphic xmlns:a="http://schemas.openxmlformats.org/drawingml/2006/main">
                        <a:graphicData uri="http://schemas.microsoft.com/office/word/2010/wordprocessingShape">
                          <wps:wsp>
                            <wps:cNvSpPr/>
                            <wps:spPr>
                              <a:xfrm>
                                <a:off x="0" y="0"/>
                                <a:ext cx="270000" cy="108000"/>
                              </a:xfrm>
                              <a:prstGeom prst="rect">
                                <a:avLst/>
                              </a:prstGeom>
                              <a:pattFill prst="pct10">
                                <a:fgClr>
                                  <a:sysClr val="windowText" lastClr="000000"/>
                                </a:fgClr>
                                <a:bgClr>
                                  <a:sysClr val="window" lastClr="FFFFFF"/>
                                </a:bgClr>
                              </a:patt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DDBA241" id="Pravokotnik 40" o:spid="_x0000_s1026" style="width:21.25pt;height: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" fillcolor="windowText" strokecolor="windowText" strokeweight="1pt">
                      <v:fill r:id="rId10" o:title="" color2="window" type="pattern"/>
                      <w10:anchorlock/>
                    </v:rect>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priključna omara</w:t>
            </w:r>
            <w:r>
              <w:rPr>
                <w:rFonts w:eastAsia="Calibri"/>
                <w:sz w:val="22"/>
                <w:lang w:eastAsia="en-US"/>
              </w:rPr>
              <w:t xml:space="preserve"> (PO)</w:t>
            </w:r>
            <w:r w:rsidRPr="00AD29C2">
              <w:rPr>
                <w:rFonts w:eastAsia="Calibri"/>
                <w:sz w:val="22"/>
                <w:lang w:eastAsia="en-US"/>
              </w:rPr>
              <w:t xml:space="preserve"> NN priključka</w:t>
            </w:r>
          </w:p>
        </w:tc>
      </w:tr>
      <w:tr w:rsidR="00B318BB" w:rsidRPr="00AD29C2" w:rsidTr="00566945">
        <w:trPr>
          <w:trHeight w:hRule="exact" w:val="510"/>
        </w:trPr>
        <w:tc>
          <w:tcPr>
            <w:tcW w:w="3146" w:type="dxa"/>
            <w:vAlign w:val="center"/>
          </w:tcPr>
          <w:p w:rsidR="00B318BB" w:rsidRPr="00AD29C2" w:rsidRDefault="00B318BB" w:rsidP="00566945">
            <w:pPr>
              <w:suppressAutoHyphens w:val="0"/>
              <w:jc w:val="center"/>
              <w:rPr>
                <w:rFonts w:ascii="Swis721 Cn BT" w:eastAsia="Calibri" w:hAnsi="Swis721 Cn BT"/>
                <w:noProof/>
                <w:szCs w:val="22"/>
                <w:lang w:eastAsia="en-US"/>
              </w:rPr>
            </w:pPr>
            <w:r w:rsidRPr="00AD29C2">
              <w:rPr>
                <w:rFonts w:ascii="Swis721 Cn BT" w:eastAsia="Calibri" w:hAnsi="Swis721 Cn BT"/>
                <w:noProof/>
                <w:szCs w:val="22"/>
                <w:lang w:eastAsia="sl-SI"/>
              </w:rPr>
              <mc:AlternateContent>
                <mc:Choice Requires="wps">
                  <w:drawing>
                    <wp:inline distT="0" distB="0" distL="0" distR="0" wp14:anchorId="75A5DFD2" wp14:editId="77887B30">
                      <wp:extent cx="72000" cy="72000"/>
                      <wp:effectExtent l="0" t="0" r="23495" b="23495"/>
                      <wp:docPr id="41" name="Pravokotnik 41"/>
                      <wp:cNvGraphicFramePr/>
                      <a:graphic xmlns:a="http://schemas.openxmlformats.org/drawingml/2006/main">
                        <a:graphicData uri="http://schemas.microsoft.com/office/word/2010/wordprocessingShape">
                          <wps:wsp>
                            <wps:cNvSpPr/>
                            <wps:spPr>
                              <a:xfrm>
                                <a:off x="0" y="0"/>
                                <a:ext cx="72000" cy="72000"/>
                              </a:xfrm>
                              <a:prstGeom prst="rect">
                                <a:avLst/>
                              </a:prstGeom>
                              <a:pattFill prst="ltDnDiag">
                                <a:fgClr>
                                  <a:sysClr val="windowText" lastClr="000000"/>
                                </a:fgClr>
                                <a:bgClr>
                                  <a:sysClr val="window" lastClr="FFFFFF"/>
                                </a:bgClr>
                              </a:pattFill>
                              <a:ln w="12700" cap="flat" cmpd="sng" algn="ctr">
                                <a:solidFill>
                                  <a:sysClr val="windowText" lastClr="000000"/>
                                </a:solidFill>
                                <a:prstDash val="solid"/>
                                <a:miter lim="800000"/>
                              </a:ln>
                              <a:effectLst/>
                            </wps:spPr>
                            <wps:txbx>
                              <w:txbxContent>
                                <w:p w:rsidR="00B318BB" w:rsidRDefault="00B318BB" w:rsidP="00B318BB">
                                  <w:pPr>
                                    <w:jc w:val="center"/>
                                  </w:pPr>
                                  <w:r>
                                    <w:t>0,2</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5A5DFD2" id="Pravokotnik 41" o:spid="_x0000_s1032" style="width:5.65pt;height:5.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" fillcolor="windowText" strokecolor="windowText" strokeweight="1pt">
                      <v:fill r:id="rId11" o:title="" color2="window" type="pattern"/>
                      <v:textbox>
                        <w:txbxContent>
                          <w:p w:rsidR="00B318BB" w:rsidRDefault="00B318BB" w:rsidP="00B318BB">
                            <w:pPr>
                              <w:jc w:val="center"/>
                            </w:pPr>
                            <w:r>
                              <w:t>0,2</w:t>
                            </w:r>
                          </w:p>
                        </w:txbxContent>
                      </v:textbox>
                      <w10:anchorlock/>
                    </v:rect>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varovalna omarica (VO)</w:t>
            </w:r>
          </w:p>
        </w:tc>
      </w:tr>
      <w:tr w:rsidR="00B318BB" w:rsidRPr="00AD29C2" w:rsidTr="00566945">
        <w:trPr>
          <w:trHeight w:hRule="exact" w:val="907"/>
        </w:trPr>
        <w:tc>
          <w:tcPr>
            <w:tcW w:w="3146" w:type="dxa"/>
            <w:vAlign w:val="center"/>
          </w:tcPr>
          <w:p w:rsidR="00B318BB" w:rsidRPr="00AD29C2" w:rsidRDefault="00B318BB" w:rsidP="00566945">
            <w:pPr>
              <w:suppressAutoHyphens w:val="0"/>
              <w:jc w:val="center"/>
              <w:rPr>
                <w:rFonts w:ascii="Swis721 Cn BT" w:eastAsia="Calibri" w:hAnsi="Swis721 Cn BT"/>
                <w:noProof/>
                <w:szCs w:val="22"/>
                <w:lang w:eastAsia="en-US"/>
              </w:rPr>
            </w:pPr>
            <w:r w:rsidRPr="00AD29C2">
              <w:rPr>
                <w:rFonts w:ascii="Swis721 Cn BT" w:eastAsia="Calibri" w:hAnsi="Swis721 Cn BT"/>
                <w:noProof/>
                <w:szCs w:val="22"/>
                <w:lang w:eastAsia="sl-SI"/>
              </w:rPr>
              <mc:AlternateContent>
                <mc:Choice Requires="wps">
                  <w:drawing>
                    <wp:inline distT="0" distB="0" distL="0" distR="0" wp14:anchorId="49EAE30A" wp14:editId="5314C130">
                      <wp:extent cx="464400" cy="464400"/>
                      <wp:effectExtent l="0" t="0" r="12065" b="12065"/>
                      <wp:docPr id="42" name="Pravokotnik 42"/>
                      <wp:cNvGraphicFramePr/>
                      <a:graphic xmlns:a="http://schemas.openxmlformats.org/drawingml/2006/main">
                        <a:graphicData uri="http://schemas.microsoft.com/office/word/2010/wordprocessingShape">
                          <wps:wsp>
                            <wps:cNvSpPr/>
                            <wps:spPr>
                              <a:xfrm>
                                <a:off x="0" y="0"/>
                                <a:ext cx="464400" cy="46440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8CBBB2C" id="Pravokotnik 42" o:spid="_x0000_s1026" style="width:36.55pt;height:36.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" fillcolor="window" strokecolor="windowText" strokeweight="1pt">
                      <w10:anchorlock/>
                    </v:rect>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uporabnik sistema</w:t>
            </w:r>
          </w:p>
        </w:tc>
      </w:tr>
      <w:tr w:rsidR="00B318BB" w:rsidRPr="00AD29C2" w:rsidTr="00566945">
        <w:trPr>
          <w:trHeight w:hRule="exact" w:val="567"/>
        </w:trPr>
        <w:tc>
          <w:tcPr>
            <w:tcW w:w="3146" w:type="dxa"/>
            <w:vAlign w:val="center"/>
          </w:tcPr>
          <w:p w:rsidR="00B318BB" w:rsidRPr="00AD29C2" w:rsidRDefault="00B318BB" w:rsidP="00566945">
            <w:pPr>
              <w:suppressAutoHyphens w:val="0"/>
              <w:jc w:val="center"/>
              <w:rPr>
                <w:rFonts w:ascii="Swis721 Cn BT" w:eastAsia="Calibri" w:hAnsi="Swis721 Cn BT"/>
                <w:noProof/>
                <w:szCs w:val="22"/>
                <w:lang w:eastAsia="en-US"/>
              </w:rPr>
            </w:pPr>
            <w:r w:rsidRPr="00AD29C2">
              <w:rPr>
                <w:rFonts w:ascii="Swis721 Cn BT" w:eastAsia="Calibri" w:hAnsi="Swis721 Cn BT"/>
                <w:noProof/>
                <w:szCs w:val="22"/>
                <w:lang w:eastAsia="sl-SI"/>
              </w:rPr>
              <mc:AlternateContent>
                <mc:Choice Requires="wps">
                  <w:drawing>
                    <wp:inline distT="0" distB="0" distL="0" distR="0" wp14:anchorId="5E441E03" wp14:editId="76402F2E">
                      <wp:extent cx="255600" cy="255600"/>
                      <wp:effectExtent l="0" t="0" r="11430" b="11430"/>
                      <wp:docPr id="43" name="Elipsa 43"/>
                      <wp:cNvGraphicFramePr/>
                      <a:graphic xmlns:a="http://schemas.openxmlformats.org/drawingml/2006/main">
                        <a:graphicData uri="http://schemas.microsoft.com/office/word/2010/wordprocessingShape">
                          <wps:wsp>
                            <wps:cNvSpPr/>
                            <wps:spPr>
                              <a:xfrm>
                                <a:off x="0" y="0"/>
                                <a:ext cx="255600" cy="255600"/>
                              </a:xfrm>
                              <a:prstGeom prst="ellipse">
                                <a:avLst/>
                              </a:prstGeom>
                              <a:noFill/>
                              <a:ln w="9525" cap="flat" cmpd="sng" algn="ctr">
                                <a:solidFill>
                                  <a:sysClr val="windowText" lastClr="000000"/>
                                </a:solidFill>
                                <a:prstDash val="solid"/>
                                <a:miter lim="800000"/>
                              </a:ln>
                              <a:effectLst/>
                            </wps:spPr>
                            <wps:txbx>
                              <w:txbxContent>
                                <w:p w:rsidR="00B318BB" w:rsidRPr="00D71C9A" w:rsidRDefault="00B318BB" w:rsidP="00B318BB">
                                  <w:pPr>
                                    <w:jc w:val="center"/>
                                    <w:rPr>
                                      <w:color w:val="000000" w:themeColor="text1"/>
                                      <w:sz w:val="24"/>
                                    </w:rPr>
                                  </w:pPr>
                                  <w:r w:rsidRPr="00D71C9A">
                                    <w:rPr>
                                      <w:color w:val="000000" w:themeColor="text1"/>
                                      <w:sz w:val="24"/>
                                    </w:rPr>
                                    <w:t>XY</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5E441E03" id="Elipsa 43" o:spid="_x0000_s1033" style="width:20.15pt;height:20.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" filled="f" strokecolor="windowText">
                      <v:stroke joinstyle="miter"/>
                      <v:textbox inset="0,0,0,0">
                        <w:txbxContent>
                          <w:p w:rsidR="00B318BB" w:rsidRPr="00D71C9A" w:rsidRDefault="00B318BB" w:rsidP="00B318BB">
                            <w:pPr>
                              <w:jc w:val="center"/>
                              <w:rPr>
                                <w:color w:val="000000" w:themeColor="text1"/>
                                <w:sz w:val="24"/>
                              </w:rPr>
                            </w:pPr>
                            <w:r w:rsidRPr="00D71C9A">
                              <w:rPr>
                                <w:color w:val="000000" w:themeColor="text1"/>
                                <w:sz w:val="24"/>
                              </w:rPr>
                              <w:t>XY</w:t>
                            </w:r>
                          </w:p>
                        </w:txbxContent>
                      </v:textbox>
                      <w10:anchorlock/>
                    </v:oval>
                  </w:pict>
                </mc:Fallback>
              </mc:AlternateContent>
            </w:r>
          </w:p>
        </w:tc>
        <w:tc>
          <w:tcPr>
            <w:tcW w:w="5916" w:type="dxa"/>
            <w:vAlign w:val="center"/>
          </w:tcPr>
          <w:p w:rsidR="00B318BB" w:rsidRPr="00AD29C2" w:rsidRDefault="00B318BB" w:rsidP="00566945">
            <w:pPr>
              <w:rPr>
                <w:rFonts w:eastAsia="Calibri"/>
                <w:sz w:val="22"/>
                <w:lang w:eastAsia="en-US"/>
              </w:rPr>
            </w:pPr>
            <w:r w:rsidRPr="00AD29C2">
              <w:rPr>
                <w:rFonts w:eastAsia="Calibri"/>
                <w:sz w:val="22"/>
                <w:lang w:eastAsia="en-US"/>
              </w:rPr>
              <w:t>oznaka tipa izvedbe priključka</w:t>
            </w:r>
          </w:p>
        </w:tc>
      </w:tr>
    </w:tbl>
    <w:p w:rsidR="00B318BB" w:rsidRPr="000C5322" w:rsidRDefault="00B318BB" w:rsidP="00B318BB">
      <w:pPr>
        <w:pStyle w:val="Naslov1"/>
      </w:pPr>
      <w:bookmarkStart w:id="27" w:name="_Toc421618445"/>
      <w:bookmarkStart w:id="28" w:name="_Toc101519027"/>
      <w:bookmarkStart w:id="29" w:name="_Toc101789179"/>
      <w:bookmarkStart w:id="30" w:name="_Toc421618444"/>
      <w:r>
        <w:lastRenderedPageBreak/>
        <w:t>Tipske izvedbe priključka</w:t>
      </w:r>
      <w:bookmarkEnd w:id="27"/>
      <w:bookmarkEnd w:id="28"/>
      <w:bookmarkEnd w:id="29"/>
    </w:p>
    <w:p w:rsidR="00B318BB" w:rsidRPr="005C60F6" w:rsidRDefault="00B318BB" w:rsidP="00B318BB">
      <w:pPr>
        <w:spacing w:after="120"/>
      </w:pPr>
      <w:r w:rsidRPr="005C60F6">
        <w:rPr>
          <w:bCs/>
        </w:rPr>
        <w:t xml:space="preserve">Izbira tipske izvedbe priključka je odvisna od vrste gradnje in tipa objekta. </w:t>
      </w:r>
      <w:r w:rsidRPr="005C60F6">
        <w:t xml:space="preserve">Za posamezno vrsto gradnje ali tipa objekta </w:t>
      </w:r>
      <w:r>
        <w:t>so definirane naslednje</w:t>
      </w:r>
      <w:r w:rsidRPr="005C60F6">
        <w:t xml:space="preserve"> izvedb</w:t>
      </w:r>
      <w:r>
        <w:t>e</w:t>
      </w:r>
      <w:r w:rsidRPr="005C60F6">
        <w:t xml:space="preserve"> priključkov:</w:t>
      </w:r>
    </w:p>
    <w:p w:rsidR="00B318BB" w:rsidRPr="00AD29C2" w:rsidRDefault="00B318BB" w:rsidP="00B318BB">
      <w:pPr>
        <w:pStyle w:val="Odstavekseznama"/>
        <w:numPr>
          <w:ilvl w:val="0"/>
          <w:numId w:val="37"/>
        </w:numPr>
        <w:rPr>
          <w:bCs/>
          <w:shd w:val="clear" w:color="auto" w:fill="FFFFFF"/>
        </w:rPr>
      </w:pPr>
      <w:r w:rsidRPr="00AD29C2">
        <w:rPr>
          <w:bCs/>
          <w:shd w:val="clear" w:color="auto" w:fill="FFFFFF"/>
        </w:rPr>
        <w:t>in</w:t>
      </w:r>
      <w:r>
        <w:rPr>
          <w:bCs/>
          <w:shd w:val="clear" w:color="auto" w:fill="FFFFFF"/>
        </w:rPr>
        <w:t>dividualna stanovanjska gradnja</w:t>
      </w:r>
    </w:p>
    <w:p w:rsidR="00B318BB" w:rsidRPr="00AD29C2" w:rsidRDefault="00B318BB" w:rsidP="00B318BB">
      <w:pPr>
        <w:pStyle w:val="Odstavekseznama"/>
        <w:numPr>
          <w:ilvl w:val="0"/>
          <w:numId w:val="37"/>
        </w:numPr>
        <w:rPr>
          <w:bCs/>
          <w:shd w:val="clear" w:color="auto" w:fill="FFFFFF"/>
        </w:rPr>
      </w:pPr>
      <w:r w:rsidRPr="00AD29C2">
        <w:rPr>
          <w:bCs/>
          <w:shd w:val="clear" w:color="auto" w:fill="FFFFFF"/>
        </w:rPr>
        <w:t>individualna</w:t>
      </w:r>
      <w:r>
        <w:rPr>
          <w:bCs/>
          <w:shd w:val="clear" w:color="auto" w:fill="FFFFFF"/>
        </w:rPr>
        <w:t xml:space="preserve"> skupinska stanovanjska gradnja</w:t>
      </w:r>
    </w:p>
    <w:p w:rsidR="00B318BB" w:rsidRPr="00AD29C2" w:rsidRDefault="00B318BB" w:rsidP="00B318BB">
      <w:pPr>
        <w:pStyle w:val="Odstavekseznama"/>
        <w:numPr>
          <w:ilvl w:val="0"/>
          <w:numId w:val="37"/>
        </w:numPr>
        <w:rPr>
          <w:bCs/>
          <w:shd w:val="clear" w:color="auto" w:fill="FFFFFF"/>
        </w:rPr>
      </w:pPr>
      <w:r>
        <w:rPr>
          <w:bCs/>
          <w:shd w:val="clear" w:color="auto" w:fill="FFFFFF"/>
        </w:rPr>
        <w:t>blokovna stanovanjska gradnja</w:t>
      </w:r>
    </w:p>
    <w:p w:rsidR="00B318BB" w:rsidRPr="00AD29C2" w:rsidRDefault="00B318BB" w:rsidP="00B318BB">
      <w:pPr>
        <w:pStyle w:val="Odstavekseznama"/>
        <w:numPr>
          <w:ilvl w:val="0"/>
          <w:numId w:val="37"/>
        </w:numPr>
        <w:rPr>
          <w:bCs/>
          <w:shd w:val="clear" w:color="auto" w:fill="FFFFFF"/>
        </w:rPr>
      </w:pPr>
      <w:r w:rsidRPr="00AD29C2">
        <w:rPr>
          <w:bCs/>
          <w:shd w:val="clear" w:color="auto" w:fill="FFFFFF"/>
        </w:rPr>
        <w:t>ostala gradnja - odjem na nizki napetostni (delavnice, poslovni prostori, trgovine, polnjenje</w:t>
      </w:r>
      <w:r>
        <w:rPr>
          <w:bCs/>
          <w:shd w:val="clear" w:color="auto" w:fill="FFFFFF"/>
        </w:rPr>
        <w:t xml:space="preserve"> EV, hranilniki el. Energije,…</w:t>
      </w:r>
      <w:r w:rsidRPr="00AD29C2">
        <w:rPr>
          <w:bCs/>
          <w:shd w:val="clear" w:color="auto" w:fill="FFFFFF"/>
        </w:rPr>
        <w:t>)</w:t>
      </w:r>
    </w:p>
    <w:p w:rsidR="00B318BB" w:rsidRPr="00AD29C2" w:rsidRDefault="00B318BB" w:rsidP="00B318BB">
      <w:pPr>
        <w:pStyle w:val="Odstavekseznama"/>
        <w:numPr>
          <w:ilvl w:val="0"/>
          <w:numId w:val="37"/>
        </w:numPr>
        <w:rPr>
          <w:bCs/>
          <w:shd w:val="clear" w:color="auto" w:fill="FFFFFF"/>
        </w:rPr>
      </w:pPr>
      <w:r w:rsidRPr="00AD29C2">
        <w:rPr>
          <w:bCs/>
          <w:shd w:val="clear" w:color="auto" w:fill="FFFFFF"/>
        </w:rPr>
        <w:t>ostala gradnj</w:t>
      </w:r>
      <w:r>
        <w:rPr>
          <w:bCs/>
          <w:shd w:val="clear" w:color="auto" w:fill="FFFFFF"/>
        </w:rPr>
        <w:t>a - odjem na srednji napetostni</w:t>
      </w:r>
    </w:p>
    <w:p w:rsidR="00B318BB" w:rsidRPr="0063495D" w:rsidRDefault="00B318BB" w:rsidP="00B318BB">
      <w:pPr>
        <w:pStyle w:val="Naslov1"/>
      </w:pPr>
      <w:bookmarkStart w:id="31" w:name="_Toc101519028"/>
      <w:bookmarkStart w:id="32" w:name="_Toc101789180"/>
      <w:r>
        <w:t xml:space="preserve">NN </w:t>
      </w:r>
      <w:bookmarkEnd w:id="30"/>
      <w:r>
        <w:t>PRIKLJUČKI</w:t>
      </w:r>
      <w:bookmarkEnd w:id="31"/>
      <w:bookmarkEnd w:id="32"/>
    </w:p>
    <w:p w:rsidR="00B318BB" w:rsidRDefault="00B318BB" w:rsidP="00B318BB">
      <w:pPr>
        <w:pStyle w:val="Naslov2"/>
      </w:pPr>
      <w:bookmarkStart w:id="33" w:name="_Toc421618461"/>
      <w:bookmarkStart w:id="34" w:name="_Toc101519029"/>
      <w:bookmarkStart w:id="35" w:name="_Toc101789181"/>
      <w:bookmarkStart w:id="36" w:name="_Toc421618446"/>
      <w:r>
        <w:t>Tipski preseki vodnikov</w:t>
      </w:r>
      <w:bookmarkEnd w:id="33"/>
      <w:bookmarkEnd w:id="34"/>
      <w:bookmarkEnd w:id="35"/>
    </w:p>
    <w:p w:rsidR="00B318BB" w:rsidRDefault="00B318BB" w:rsidP="00B318BB">
      <w:r w:rsidRPr="00BB01FE">
        <w:t xml:space="preserve">Uporabijo se </w:t>
      </w:r>
      <w:r>
        <w:t xml:space="preserve">4 žilni </w:t>
      </w:r>
      <w:r w:rsidRPr="00BB01FE">
        <w:t xml:space="preserve">NN zemeljski </w:t>
      </w:r>
      <w:r>
        <w:t xml:space="preserve">elektroenergetski </w:t>
      </w:r>
      <w:r w:rsidRPr="00BB01FE">
        <w:t>kabli z aluminijastimi vodniki</w:t>
      </w:r>
      <w:r>
        <w:t xml:space="preserve"> presekov: 35, 70, 150 in 240 mm</w:t>
      </w:r>
      <w:r w:rsidRPr="00685BD7">
        <w:rPr>
          <w:vertAlign w:val="superscript"/>
        </w:rPr>
        <w:t>2</w:t>
      </w:r>
      <w:r>
        <w:t>.</w:t>
      </w:r>
    </w:p>
    <w:p w:rsidR="00B318BB" w:rsidRPr="00A87C9C" w:rsidRDefault="00B318BB" w:rsidP="00B318BB"/>
    <w:p w:rsidR="00B318BB" w:rsidRDefault="00B318BB" w:rsidP="00B318BB">
      <w:r>
        <w:t xml:space="preserve">Vsi novi </w:t>
      </w:r>
      <w:r w:rsidRPr="0051530E">
        <w:t>priključki so vedno kabelski,</w:t>
      </w:r>
      <w:r>
        <w:t xml:space="preserve"> najmanjšega preseka</w:t>
      </w:r>
      <w:r w:rsidRPr="0051530E">
        <w:t xml:space="preserve"> Al 35 mm</w:t>
      </w:r>
      <w:r>
        <w:rPr>
          <w:position w:val="6"/>
          <w:vertAlign w:val="superscript"/>
        </w:rPr>
        <w:t>2</w:t>
      </w:r>
      <w:r w:rsidRPr="0051530E">
        <w:t>.</w:t>
      </w:r>
    </w:p>
    <w:p w:rsidR="00B318BB" w:rsidRDefault="00B318BB" w:rsidP="00B318BB"/>
    <w:p w:rsidR="00B318BB" w:rsidRDefault="00B318BB" w:rsidP="00B318BB">
      <w:r w:rsidRPr="00BB01FE">
        <w:t>Dopustna</w:t>
      </w:r>
      <w:r>
        <w:t xml:space="preserve"> je tudi izvedba priključkov z </w:t>
      </w:r>
      <w:r w:rsidRPr="00BB01FE">
        <w:t xml:space="preserve">NN zemeljskimi kabli z bakrenimi vodniki zgoraj navedenih </w:t>
      </w:r>
      <w:r>
        <w:t>presek</w:t>
      </w:r>
      <w:r w:rsidRPr="00BB01FE">
        <w:t>ov.</w:t>
      </w:r>
    </w:p>
    <w:p w:rsidR="00B318BB" w:rsidRPr="00BB01FE" w:rsidRDefault="00B318BB" w:rsidP="00B318BB"/>
    <w:p w:rsidR="00B318BB" w:rsidRPr="00BB01FE" w:rsidRDefault="00B318BB" w:rsidP="00B318BB">
      <w:pPr>
        <w:spacing w:after="200"/>
      </w:pPr>
      <w:r w:rsidRPr="00BB01FE">
        <w:t>Nadzemni priključki so dovoljeni v izjemnih primerih v obstoječih NN nadzemnih omrežjih</w:t>
      </w:r>
      <w:r>
        <w:t xml:space="preserve"> pri</w:t>
      </w:r>
      <w:r w:rsidRPr="00BB01FE">
        <w:t xml:space="preserve"> rekonstrukcij</w:t>
      </w:r>
      <w:r>
        <w:t>ah</w:t>
      </w:r>
      <w:r w:rsidRPr="00BB01FE">
        <w:t xml:space="preserve"> in obnov</w:t>
      </w:r>
      <w:r>
        <w:t>i</w:t>
      </w:r>
      <w:r w:rsidRPr="00BB01FE">
        <w:t xml:space="preserve"> obstoječih NN omrežij. Uporabi </w:t>
      </w:r>
      <w:r>
        <w:t xml:space="preserve">se </w:t>
      </w:r>
      <w:r w:rsidRPr="00BB01FE">
        <w:t>SKS z aluminijastimi vodniki:</w:t>
      </w:r>
    </w:p>
    <w:p w:rsidR="00B318BB" w:rsidRPr="00B27F19" w:rsidRDefault="00B318BB" w:rsidP="00B318BB">
      <w:pPr>
        <w:pStyle w:val="Odstavekseznama"/>
        <w:numPr>
          <w:ilvl w:val="0"/>
          <w:numId w:val="36"/>
        </w:numPr>
        <w:rPr>
          <w:bCs/>
          <w:shd w:val="clear" w:color="auto" w:fill="FFFFFF"/>
        </w:rPr>
      </w:pPr>
      <w:r w:rsidRPr="00B27F19">
        <w:rPr>
          <w:bCs/>
          <w:shd w:val="clear" w:color="auto" w:fill="FFFFFF"/>
        </w:rPr>
        <w:t>3</w:t>
      </w:r>
      <w:r w:rsidRPr="00B27F19">
        <w:rPr>
          <w:bCs/>
          <w:shd w:val="clear" w:color="auto" w:fill="FFFFFF"/>
        </w:rPr>
        <w:sym w:font="Symbol" w:char="00B4"/>
      </w:r>
      <w:r w:rsidRPr="00B27F19">
        <w:rPr>
          <w:bCs/>
          <w:shd w:val="clear" w:color="auto" w:fill="FFFFFF"/>
        </w:rPr>
        <w:t>35+ 54,6 mm</w:t>
      </w:r>
      <w:r w:rsidRPr="00B27F19">
        <w:rPr>
          <w:bCs/>
          <w:shd w:val="clear" w:color="auto" w:fill="FFFFFF"/>
          <w:vertAlign w:val="superscript"/>
        </w:rPr>
        <w:t>2</w:t>
      </w:r>
    </w:p>
    <w:p w:rsidR="00B318BB" w:rsidRPr="00B27F19" w:rsidRDefault="00B318BB" w:rsidP="00B318BB">
      <w:pPr>
        <w:pStyle w:val="Odstavekseznama"/>
        <w:numPr>
          <w:ilvl w:val="0"/>
          <w:numId w:val="36"/>
        </w:numPr>
        <w:rPr>
          <w:bCs/>
          <w:shd w:val="clear" w:color="auto" w:fill="FFFFFF"/>
        </w:rPr>
      </w:pPr>
      <w:r w:rsidRPr="00B27F19">
        <w:rPr>
          <w:bCs/>
          <w:shd w:val="clear" w:color="auto" w:fill="FFFFFF"/>
        </w:rPr>
        <w:t>3</w:t>
      </w:r>
      <w:r w:rsidRPr="00B27F19">
        <w:rPr>
          <w:bCs/>
          <w:shd w:val="clear" w:color="auto" w:fill="FFFFFF"/>
        </w:rPr>
        <w:sym w:font="Symbol" w:char="00B4"/>
      </w:r>
      <w:r>
        <w:rPr>
          <w:bCs/>
          <w:shd w:val="clear" w:color="auto" w:fill="FFFFFF"/>
        </w:rPr>
        <w:t>70+70</w:t>
      </w:r>
      <w:r w:rsidRPr="00B27F19">
        <w:rPr>
          <w:bCs/>
          <w:shd w:val="clear" w:color="auto" w:fill="FFFFFF"/>
        </w:rPr>
        <w:t xml:space="preserve"> mm</w:t>
      </w:r>
      <w:r w:rsidRPr="00B27F19">
        <w:rPr>
          <w:bCs/>
          <w:shd w:val="clear" w:color="auto" w:fill="FFFFFF"/>
          <w:vertAlign w:val="superscript"/>
        </w:rPr>
        <w:t>2</w:t>
      </w:r>
    </w:p>
    <w:p w:rsidR="00B318BB" w:rsidRPr="00B27F19" w:rsidRDefault="00B318BB" w:rsidP="00B318BB">
      <w:pPr>
        <w:pStyle w:val="Odstavekseznama"/>
        <w:numPr>
          <w:ilvl w:val="0"/>
          <w:numId w:val="36"/>
        </w:numPr>
        <w:rPr>
          <w:bCs/>
          <w:shd w:val="clear" w:color="auto" w:fill="FFFFFF"/>
        </w:rPr>
      </w:pPr>
      <w:r w:rsidRPr="00B27F19">
        <w:rPr>
          <w:bCs/>
          <w:shd w:val="clear" w:color="auto" w:fill="FFFFFF"/>
        </w:rPr>
        <w:t>4</w:t>
      </w:r>
      <w:r w:rsidRPr="00B27F19">
        <w:rPr>
          <w:bCs/>
          <w:shd w:val="clear" w:color="auto" w:fill="FFFFFF"/>
        </w:rPr>
        <w:sym w:font="Symbol" w:char="00B4"/>
      </w:r>
      <w:r w:rsidRPr="00B27F19">
        <w:rPr>
          <w:bCs/>
          <w:shd w:val="clear" w:color="auto" w:fill="FFFFFF"/>
        </w:rPr>
        <w:t>35 mm</w:t>
      </w:r>
      <w:r w:rsidRPr="00B27F19">
        <w:rPr>
          <w:bCs/>
          <w:shd w:val="clear" w:color="auto" w:fill="FFFFFF"/>
          <w:vertAlign w:val="superscript"/>
        </w:rPr>
        <w:t>2</w:t>
      </w:r>
    </w:p>
    <w:p w:rsidR="00B318BB" w:rsidRPr="00B27F19" w:rsidRDefault="00B318BB" w:rsidP="00B318BB">
      <w:pPr>
        <w:pStyle w:val="Odstavekseznama"/>
        <w:numPr>
          <w:ilvl w:val="0"/>
          <w:numId w:val="36"/>
        </w:numPr>
        <w:rPr>
          <w:bCs/>
          <w:shd w:val="clear" w:color="auto" w:fill="FFFFFF"/>
        </w:rPr>
      </w:pPr>
      <w:r w:rsidRPr="00B27F19">
        <w:rPr>
          <w:bCs/>
          <w:shd w:val="clear" w:color="auto" w:fill="FFFFFF"/>
        </w:rPr>
        <w:t>4</w:t>
      </w:r>
      <w:r w:rsidRPr="00B27F19">
        <w:rPr>
          <w:bCs/>
          <w:shd w:val="clear" w:color="auto" w:fill="FFFFFF"/>
        </w:rPr>
        <w:sym w:font="Symbol" w:char="00B4"/>
      </w:r>
      <w:r w:rsidRPr="00B27F19">
        <w:rPr>
          <w:bCs/>
          <w:shd w:val="clear" w:color="auto" w:fill="FFFFFF"/>
        </w:rPr>
        <w:t>70 mm</w:t>
      </w:r>
      <w:r w:rsidRPr="00B27F19">
        <w:rPr>
          <w:bCs/>
          <w:shd w:val="clear" w:color="auto" w:fill="FFFFFF"/>
          <w:vertAlign w:val="superscript"/>
        </w:rPr>
        <w:t>2</w:t>
      </w:r>
    </w:p>
    <w:p w:rsidR="00B318BB" w:rsidRPr="00E766A8" w:rsidRDefault="00B318BB" w:rsidP="00B318BB">
      <w:pPr>
        <w:pStyle w:val="Naslov2"/>
      </w:pPr>
      <w:bookmarkStart w:id="37" w:name="_Toc101519030"/>
      <w:bookmarkStart w:id="38" w:name="_Toc101789182"/>
      <w:r>
        <w:t>Priključki tipa A – individualna stanovanjska gradnja</w:t>
      </w:r>
      <w:bookmarkEnd w:id="36"/>
      <w:bookmarkEnd w:id="37"/>
      <w:bookmarkEnd w:id="38"/>
    </w:p>
    <w:p w:rsidR="00B318BB" w:rsidRPr="005C60F6" w:rsidRDefault="00B318BB" w:rsidP="00B318BB">
      <w:r w:rsidRPr="005C60F6">
        <w:t>Namenjeni so za priključevanje posameznih eno ali dvostanovanjskih objektov, počitniških hiš (vikendov), pomožnih objektov, javne razsvetljave.</w:t>
      </w:r>
    </w:p>
    <w:p w:rsidR="00B318BB" w:rsidRDefault="00B318BB" w:rsidP="00B318BB">
      <w:pPr>
        <w:pStyle w:val="Naslov3"/>
      </w:pPr>
      <w:bookmarkStart w:id="39" w:name="_Toc421618447"/>
      <w:bookmarkStart w:id="40" w:name="_Toc101519031"/>
      <w:bookmarkStart w:id="41" w:name="_Toc101789183"/>
      <w:r>
        <w:t>Tipska izvedba A1</w:t>
      </w:r>
      <w:bookmarkEnd w:id="39"/>
      <w:r w:rsidRPr="00A000D7">
        <w:t>–</w:t>
      </w:r>
      <w:r>
        <w:t xml:space="preserve"> podzemni kabelski priključek</w:t>
      </w:r>
      <w:bookmarkEnd w:id="40"/>
      <w:bookmarkEnd w:id="41"/>
    </w:p>
    <w:p w:rsidR="00B318BB" w:rsidRDefault="00B318BB" w:rsidP="00B318BB">
      <w:pPr>
        <w:rPr>
          <w:bCs/>
        </w:rPr>
      </w:pPr>
      <w:r w:rsidRPr="005C60F6">
        <w:rPr>
          <w:bCs/>
        </w:rPr>
        <w:t>Priključno mesto se nahaja na mestu, kjer se uporabnikov priključek priključi na obstoječe kabelsko omrežje ali izjemoma nadzemno omrežje</w:t>
      </w:r>
      <w:r>
        <w:rPr>
          <w:bCs/>
        </w:rPr>
        <w:t xml:space="preserve"> preseka najmanj 70 mm</w:t>
      </w:r>
      <w:r w:rsidRPr="00853054">
        <w:rPr>
          <w:bCs/>
          <w:vertAlign w:val="superscript"/>
        </w:rPr>
        <w:t>2</w:t>
      </w:r>
      <w:r w:rsidRPr="005C60F6">
        <w:rPr>
          <w:bCs/>
        </w:rPr>
        <w:t>.</w:t>
      </w:r>
    </w:p>
    <w:p w:rsidR="00B318BB" w:rsidRDefault="00B318BB" w:rsidP="00B318BB"/>
    <w:p w:rsidR="00B318BB" w:rsidRDefault="00B318BB" w:rsidP="00B318BB">
      <w:pPr>
        <w:rPr>
          <w:bCs/>
        </w:rPr>
      </w:pPr>
      <w:r w:rsidRPr="005C60F6">
        <w:rPr>
          <w:bCs/>
        </w:rPr>
        <w:t xml:space="preserve">Prevzemno-predajno mesto (hkrati tudi merilno mesto) se nahaja v PMO, ki je locirana izven objekta, na parcelni meji in </w:t>
      </w:r>
      <w:r>
        <w:rPr>
          <w:bCs/>
        </w:rPr>
        <w:t>stalno dostopnem mestu</w:t>
      </w:r>
      <w:r w:rsidRPr="005C60F6">
        <w:rPr>
          <w:bCs/>
        </w:rPr>
        <w:t>. Lahko je sestavni del ograj</w:t>
      </w:r>
      <w:r>
        <w:rPr>
          <w:bCs/>
        </w:rPr>
        <w:t xml:space="preserve">e, </w:t>
      </w:r>
      <w:r w:rsidRPr="005C60F6">
        <w:rPr>
          <w:bCs/>
        </w:rPr>
        <w:t xml:space="preserve">v tem primeru </w:t>
      </w:r>
      <w:r>
        <w:rPr>
          <w:bCs/>
        </w:rPr>
        <w:t xml:space="preserve">se </w:t>
      </w:r>
      <w:r w:rsidRPr="005C60F6">
        <w:rPr>
          <w:bCs/>
        </w:rPr>
        <w:t>uporabi PMO</w:t>
      </w:r>
      <w:r>
        <w:rPr>
          <w:bCs/>
        </w:rPr>
        <w:t>, ki ustreza izvedbi ograje</w:t>
      </w:r>
      <w:r w:rsidRPr="005C60F6">
        <w:rPr>
          <w:bCs/>
        </w:rPr>
        <w:t>.</w:t>
      </w:r>
    </w:p>
    <w:p w:rsidR="00B318BB" w:rsidRDefault="00B318BB" w:rsidP="00B318BB">
      <w:pPr>
        <w:rPr>
          <w:bCs/>
        </w:rPr>
      </w:pPr>
    </w:p>
    <w:p w:rsidR="00B318BB" w:rsidRDefault="00B318BB" w:rsidP="00B318BB">
      <w:pPr>
        <w:rPr>
          <w:bCs/>
        </w:rPr>
      </w:pPr>
      <w:r w:rsidRPr="005C60F6">
        <w:rPr>
          <w:bCs/>
        </w:rPr>
        <w:t>Priključ</w:t>
      </w:r>
      <w:r>
        <w:rPr>
          <w:bCs/>
        </w:rPr>
        <w:t>ni vod</w:t>
      </w:r>
      <w:r w:rsidRPr="005C60F6">
        <w:rPr>
          <w:bCs/>
        </w:rPr>
        <w:t xml:space="preserve"> se izvede z zemeljskim kablom najmanjšega </w:t>
      </w:r>
      <w:r>
        <w:rPr>
          <w:bCs/>
        </w:rPr>
        <w:t>presek</w:t>
      </w:r>
      <w:r w:rsidRPr="005C60F6">
        <w:rPr>
          <w:bCs/>
        </w:rPr>
        <w:t>a 35 mm</w:t>
      </w:r>
      <w:r w:rsidRPr="005C60F6">
        <w:rPr>
          <w:bCs/>
          <w:vertAlign w:val="superscript"/>
        </w:rPr>
        <w:t>2</w:t>
      </w:r>
      <w:r>
        <w:rPr>
          <w:bCs/>
        </w:rPr>
        <w:t xml:space="preserve"> in ga </w:t>
      </w:r>
      <w:r w:rsidRPr="005C60F6">
        <w:rPr>
          <w:bCs/>
        </w:rPr>
        <w:t>ni dovoljeno uporabiti za nadalj</w:t>
      </w:r>
      <w:r>
        <w:rPr>
          <w:bCs/>
        </w:rPr>
        <w:t>nje</w:t>
      </w:r>
      <w:r w:rsidRPr="005C60F6">
        <w:rPr>
          <w:bCs/>
        </w:rPr>
        <w:t xml:space="preserve"> </w:t>
      </w:r>
      <w:r>
        <w:rPr>
          <w:bCs/>
        </w:rPr>
        <w:t>širjenje NN omrežja (</w:t>
      </w:r>
      <w:proofErr w:type="spellStart"/>
      <w:r>
        <w:rPr>
          <w:bCs/>
        </w:rPr>
        <w:t>t.i</w:t>
      </w:r>
      <w:proofErr w:type="spellEnd"/>
      <w:r>
        <w:rPr>
          <w:bCs/>
        </w:rPr>
        <w:t>. "Šivanje" ni dovoljeno!).</w:t>
      </w:r>
    </w:p>
    <w:p w:rsidR="00B318BB" w:rsidRDefault="00B318BB" w:rsidP="00B318BB">
      <w:pPr>
        <w:rPr>
          <w:bCs/>
        </w:rPr>
      </w:pPr>
    </w:p>
    <w:p w:rsidR="00B318BB" w:rsidRDefault="00B318BB" w:rsidP="00B318BB">
      <w:pPr>
        <w:rPr>
          <w:bCs/>
        </w:rPr>
      </w:pPr>
      <w:r w:rsidRPr="005C60F6">
        <w:rPr>
          <w:bCs/>
        </w:rPr>
        <w:t xml:space="preserve">Sestavna dela priključka uporabnika sta priključni vod od </w:t>
      </w:r>
      <w:r>
        <w:rPr>
          <w:bCs/>
        </w:rPr>
        <w:t>priključnega mesta</w:t>
      </w:r>
      <w:r w:rsidRPr="005C60F6">
        <w:rPr>
          <w:bCs/>
        </w:rPr>
        <w:t xml:space="preserve"> do </w:t>
      </w:r>
      <w:r>
        <w:rPr>
          <w:bCs/>
        </w:rPr>
        <w:t>prevzemno-predajnega mesta in PMO</w:t>
      </w:r>
      <w:r w:rsidRPr="005C60F6">
        <w:rPr>
          <w:bCs/>
        </w:rPr>
        <w:t>.</w:t>
      </w:r>
    </w:p>
    <w:p w:rsidR="00B318BB" w:rsidRDefault="00B318BB" w:rsidP="00B318BB">
      <w:pPr>
        <w:rPr>
          <w:bCs/>
        </w:rPr>
      </w:pPr>
    </w:p>
    <w:p w:rsidR="00B318BB" w:rsidRDefault="00B318BB" w:rsidP="00B318BB">
      <w:pPr>
        <w:rPr>
          <w:bCs/>
        </w:rPr>
      </w:pPr>
      <w:r>
        <w:rPr>
          <w:bCs/>
        </w:rPr>
        <w:t>V primeru rekonstrukcij NNO ali NN priključka (nadzemno v podzemno) se lahko NN priključki izvedejo na lokaciji obstoječe PMO ali v obstoječi PMO na fasadi objekta, če je ta skladna s tipizacijo merilnih mest.</w:t>
      </w:r>
    </w:p>
    <w:p w:rsidR="007E7DB1" w:rsidRDefault="007E7DB1" w:rsidP="00B318BB">
      <w:pPr>
        <w:rPr>
          <w:bCs/>
        </w:rPr>
      </w:pPr>
    </w:p>
    <w:p w:rsidR="00B318BB" w:rsidRPr="00ED05D2" w:rsidRDefault="00B318BB" w:rsidP="00B318BB">
      <w:pPr>
        <w:rPr>
          <w:bCs/>
        </w:rPr>
      </w:pPr>
      <w:r>
        <w:rPr>
          <w:bCs/>
        </w:rPr>
        <w:lastRenderedPageBreak/>
        <w:t xml:space="preserve">V primeru obstoječih PMO znotraj objektov, je te potrebno </w:t>
      </w:r>
      <w:r w:rsidRPr="006A3CAE">
        <w:rPr>
          <w:bCs/>
        </w:rPr>
        <w:t>pri rekonstrukciji</w:t>
      </w:r>
      <w:r>
        <w:rPr>
          <w:bCs/>
        </w:rPr>
        <w:t xml:space="preserve"> prestaviti na </w:t>
      </w:r>
      <w:r w:rsidRPr="006A3CAE">
        <w:rPr>
          <w:bCs/>
        </w:rPr>
        <w:t>stalno dostopno mesto.</w:t>
      </w:r>
    </w:p>
    <w:p w:rsidR="00B318BB" w:rsidRDefault="00B318BB" w:rsidP="00B318BB">
      <w:pPr>
        <w:pStyle w:val="Naslov4"/>
      </w:pPr>
      <w:r>
        <w:t xml:space="preserve">Tipska izvedba A1.1 </w:t>
      </w:r>
      <w:r w:rsidRPr="00A000D7">
        <w:t>–</w:t>
      </w:r>
      <w:r>
        <w:t xml:space="preserve"> priklop na kabelsko omrežje</w:t>
      </w:r>
    </w:p>
    <w:p w:rsidR="00B318BB" w:rsidRDefault="00B318BB" w:rsidP="00B318BB">
      <w:pPr>
        <w:rPr>
          <w:bCs/>
        </w:rPr>
      </w:pPr>
      <w:r>
        <w:rPr>
          <w:bCs/>
        </w:rPr>
        <w:t>Priključno mesto predstavlja RO ali PRMO.</w:t>
      </w:r>
    </w:p>
    <w:p w:rsidR="00B318BB" w:rsidRDefault="00B318BB" w:rsidP="00B318BB">
      <w:pPr>
        <w:jc w:val="center"/>
      </w:pPr>
      <w:r>
        <w:rPr>
          <w:noProof/>
          <w:lang w:eastAsia="sl-SI"/>
        </w:rPr>
        <mc:AlternateContent>
          <mc:Choice Requires="wpc">
            <w:drawing>
              <wp:inline distT="0" distB="0" distL="0" distR="0" wp14:anchorId="175EEC9A" wp14:editId="2FA79136">
                <wp:extent cx="5759157" cy="2330450"/>
                <wp:effectExtent l="0" t="0" r="0" b="0"/>
                <wp:docPr id="291" name="Platno 2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278" name="Raven povezovalnik 278"/>
                        <wps:cNvCnPr/>
                        <wps:spPr>
                          <a:xfrm>
                            <a:off x="596183" y="202854"/>
                            <a:ext cx="1636364"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280" name="Pravokotnik 280"/>
                        <wps:cNvSpPr/>
                        <wps:spPr>
                          <a:xfrm>
                            <a:off x="1197906" y="155420"/>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Raven povezovalnik 283"/>
                        <wps:cNvCnPr/>
                        <wps:spPr>
                          <a:xfrm>
                            <a:off x="596152" y="839898"/>
                            <a:ext cx="1636364"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284" name="Pravokotnik 284"/>
                        <wps:cNvSpPr/>
                        <wps:spPr>
                          <a:xfrm>
                            <a:off x="1393206" y="1219078"/>
                            <a:ext cx="475200"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rPr>
                                  <w:b/>
                                  <w:bCs/>
                                  <w:color w:val="000000" w:themeColor="text1"/>
                                  <w:sz w:val="24"/>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5" name="Raven povezovalnik 285"/>
                        <wps:cNvCnPr/>
                        <wps:spPr>
                          <a:xfrm>
                            <a:off x="1634760" y="839727"/>
                            <a:ext cx="205" cy="37935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286" name="Pravokotnik 286"/>
                        <wps:cNvSpPr/>
                        <wps:spPr>
                          <a:xfrm>
                            <a:off x="1501083" y="728798"/>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 name="Kolenski povezovalnik 287"/>
                        <wps:cNvCnPr>
                          <a:stCxn id="280" idx="2"/>
                          <a:endCxn id="286" idx="0"/>
                        </wps:cNvCnPr>
                        <wps:spPr>
                          <a:xfrm rot="16200000" flipH="1">
                            <a:off x="1251805" y="344520"/>
                            <a:ext cx="465378" cy="303177"/>
                          </a:xfrm>
                          <a:prstGeom prst="bentConnector3">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488" name="Elipsa 488"/>
                        <wps:cNvSpPr/>
                        <wps:spPr>
                          <a:xfrm>
                            <a:off x="2699397" y="1847571"/>
                            <a:ext cx="368190" cy="360106"/>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2765F2" w:rsidRDefault="00B318BB" w:rsidP="00B318BB">
                              <w:pPr>
                                <w:jc w:val="center"/>
                                <w:rPr>
                                  <w:color w:val="000000"/>
                                  <w:sz w:val="20"/>
                                  <w:szCs w:val="20"/>
                                </w:rPr>
                              </w:pPr>
                              <w:r w:rsidRPr="002765F2">
                                <w:rPr>
                                  <w:color w:val="000000"/>
                                  <w:sz w:val="20"/>
                                  <w:szCs w:val="20"/>
                                </w:rPr>
                                <w:t>A1.1</w:t>
                              </w:r>
                            </w:p>
                          </w:txbxContent>
                        </wps:txbx>
                        <wps:bodyPr rot="0" spcFirstLastPara="0" vert="horz" wrap="none" lIns="0" tIns="0" rIns="0" bIns="0" numCol="1" spcCol="0" rtlCol="0" fromWordArt="0" anchor="ctr" anchorCtr="0" forceAA="0" compatLnSpc="1">
                          <a:prstTxWarp prst="textNoShape">
                            <a:avLst/>
                          </a:prstTxWarp>
                          <a:noAutofit/>
                        </wps:bodyPr>
                      </wps:wsp>
                      <wps:wsp>
                        <wps:cNvPr id="490" name="Raven povezovalnik 490"/>
                        <wps:cNvCnPr/>
                        <wps:spPr>
                          <a:xfrm>
                            <a:off x="3258755" y="202784"/>
                            <a:ext cx="1800000"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91" name="Raven povezovalnik 491"/>
                        <wps:cNvCnPr/>
                        <wps:spPr>
                          <a:xfrm>
                            <a:off x="3259906" y="836798"/>
                            <a:ext cx="180000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492" name="Pravokotnik 492"/>
                        <wps:cNvSpPr/>
                        <wps:spPr>
                          <a:xfrm>
                            <a:off x="4107345" y="1219078"/>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38" name="Kolenski povezovalnik 295"/>
                        <wps:cNvCnPr>
                          <a:endCxn id="492" idx="0"/>
                        </wps:cNvCnPr>
                        <wps:spPr>
                          <a:xfrm rot="16200000" flipH="1">
                            <a:off x="3706287" y="580773"/>
                            <a:ext cx="954624" cy="321985"/>
                          </a:xfrm>
                          <a:prstGeom prst="bentConnector3">
                            <a:avLst>
                              <a:gd name="adj1" fmla="val 23671"/>
                            </a:avLst>
                          </a:prstGeom>
                          <a:ln w="9525">
                            <a:solidFill>
                              <a:schemeClr val="tx1"/>
                            </a:solidFill>
                            <a:prstDash val="sysDot"/>
                          </a:ln>
                        </wps:spPr>
                        <wps:style>
                          <a:lnRef idx="1">
                            <a:schemeClr val="dk1"/>
                          </a:lnRef>
                          <a:fillRef idx="0">
                            <a:schemeClr val="dk1"/>
                          </a:fillRef>
                          <a:effectRef idx="0">
                            <a:schemeClr val="dk1"/>
                          </a:effectRef>
                          <a:fontRef idx="minor">
                            <a:schemeClr val="tx1"/>
                          </a:fontRef>
                        </wps:style>
                        <wps:bodyPr/>
                      </wps:wsp>
                      <wpg:wgp>
                        <wpg:cNvPr id="322" name="Skupina 322"/>
                        <wpg:cNvGrpSpPr/>
                        <wpg:grpSpPr>
                          <a:xfrm>
                            <a:off x="3886074" y="147165"/>
                            <a:ext cx="269875" cy="105950"/>
                            <a:chOff x="2746987" y="385740"/>
                            <a:chExt cx="269875" cy="112130"/>
                          </a:xfrm>
                        </wpg:grpSpPr>
                        <wps:wsp>
                          <wps:cNvPr id="816" name="Pravokotnik 816"/>
                          <wps:cNvSpPr/>
                          <wps:spPr>
                            <a:xfrm>
                              <a:off x="2746987" y="389550"/>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17" name="Raven povezovalnik 817"/>
                          <wps:cNvCnPr/>
                          <wps:spPr>
                            <a:xfrm>
                              <a:off x="2746987" y="441620"/>
                              <a:ext cx="269875" cy="0"/>
                            </a:xfrm>
                            <a:prstGeom prst="line">
                              <a:avLst/>
                            </a:prstGeom>
                          </wps:spPr>
                          <wps:style>
                            <a:lnRef idx="1">
                              <a:schemeClr val="dk1"/>
                            </a:lnRef>
                            <a:fillRef idx="0">
                              <a:schemeClr val="dk1"/>
                            </a:fillRef>
                            <a:effectRef idx="0">
                              <a:schemeClr val="dk1"/>
                            </a:effectRef>
                            <a:fontRef idx="minor">
                              <a:schemeClr val="tx1"/>
                            </a:fontRef>
                          </wps:style>
                          <wps:bodyPr/>
                        </wps:wsp>
                        <wps:wsp>
                          <wps:cNvPr id="819" name="Raven povezovalnik 819"/>
                          <wps:cNvCnPr/>
                          <wps:spPr>
                            <a:xfrm>
                              <a:off x="2836522" y="385740"/>
                              <a:ext cx="0" cy="107950"/>
                            </a:xfrm>
                            <a:prstGeom prst="line">
                              <a:avLst/>
                            </a:prstGeom>
                          </wps:spPr>
                          <wps:style>
                            <a:lnRef idx="1">
                              <a:schemeClr val="dk1"/>
                            </a:lnRef>
                            <a:fillRef idx="0">
                              <a:schemeClr val="dk1"/>
                            </a:fillRef>
                            <a:effectRef idx="0">
                              <a:schemeClr val="dk1"/>
                            </a:effectRef>
                            <a:fontRef idx="minor">
                              <a:schemeClr val="tx1"/>
                            </a:fontRef>
                          </wps:style>
                          <wps:bodyPr/>
                        </wps:wsp>
                        <wps:wsp>
                          <wps:cNvPr id="824" name="Raven povezovalnik 824"/>
                          <wps:cNvCnPr/>
                          <wps:spPr>
                            <a:xfrm>
                              <a:off x="2926057" y="389920"/>
                              <a:ext cx="0" cy="107950"/>
                            </a:xfrm>
                            <a:prstGeom prst="line">
                              <a:avLst/>
                            </a:prstGeom>
                          </wps:spPr>
                          <wps:style>
                            <a:lnRef idx="1">
                              <a:schemeClr val="dk1"/>
                            </a:lnRef>
                            <a:fillRef idx="0">
                              <a:schemeClr val="dk1"/>
                            </a:fillRef>
                            <a:effectRef idx="0">
                              <a:schemeClr val="dk1"/>
                            </a:effectRef>
                            <a:fontRef idx="minor">
                              <a:schemeClr val="tx1"/>
                            </a:fontRef>
                          </wps:style>
                          <wps:bodyPr/>
                        </wps:wsp>
                      </wpg:wgp>
                    </wpc:wpc>
                  </a:graphicData>
                </a:graphic>
              </wp:inline>
            </w:drawing>
          </mc:Choice>
          <mc:Fallback>
            <w:pict>
              <v:group w14:anchorId="175EEC9A" id="Platno 291" o:spid="_x0000_s1034" editas="canvas" style="width:453.5pt;height:183.5pt;mso-position-horizontal-relative:char;mso-position-vertical-relative:line" coordsize="57588,23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width:57588;height:23304;visibility:visible;mso-wrap-style:square" strokeweight=".25pt">
                  <v:fill o:detectmouseclick="t"/>
                  <v:stroke joinstyle="bevel"/>
                  <v:path o:connecttype="none"/>
                </v:shape>
                <v:line id="Raven povezovalnik 278" o:spid="_x0000_s1036" style="position:absolute;visibility:visible;mso-wrap-style:square" from="5961,2028" to="22325,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" strokecolor="black [3200]" strokeweight="2pt">
                  <v:stroke dashstyle="dash" joinstyle="miter"/>
                </v:line>
                <v:rect id="Pravokotnik 280" o:spid="_x0000_s1037" style="position:absolute;left:11979;top:1554;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" fillcolor="white [3212]" strokecolor="black [3213]" strokeweight="1pt"/>
                <v:line id="Raven povezovalnik 283" o:spid="_x0000_s1038" style="position:absolute;visibility:visible;mso-wrap-style:square" from="5961,8398" to="22325,8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" strokecolor="black [3200]" strokeweight=".5pt">
                  <v:stroke joinstyle="miter"/>
                </v:line>
                <v:rect id="Pravokotnik 284" o:spid="_x0000_s1039" style="position:absolute;left:13932;top:12190;width:4752;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" fillcolor="white [3212]" strokecolor="black [3213]" strokeweight="1pt">
                  <v:textbox inset="0,0,0,0">
                    <w:txbxContent>
                      <w:p w:rsidR="00B318BB" w:rsidRPr="00D33FD5" w:rsidRDefault="00B318BB" w:rsidP="00B318BB">
                        <w:pPr>
                          <w:rPr>
                            <w:b/>
                            <w:bCs/>
                            <w:color w:val="000000" w:themeColor="text1"/>
                            <w:sz w:val="24"/>
                            <w:szCs w:val="28"/>
                          </w:rPr>
                        </w:pPr>
                      </w:p>
                    </w:txbxContent>
                  </v:textbox>
                </v:rect>
                <v:line id="Raven povezovalnik 285" o:spid="_x0000_s1040" style="position:absolute;visibility:visible;mso-wrap-style:square" from="16347,8397" to="16349,1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" strokecolor="black [3213]">
                  <v:stroke dashstyle="1 1" joinstyle="miter"/>
                </v:line>
                <v:rect id="Pravokotnik 286" o:spid="_x0000_s1041" style="position:absolute;left:15010;top:7287;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" fillcolor="black [3213]" strokecolor="black [3213]" strokeweight="1pt">
                  <v:fill r:id="rId12" o:title="" color2="white [3212]" type="pattern"/>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Kolenski povezovalnik 287" o:spid="_x0000_s1042" type="#_x0000_t34" style="position:absolute;left:12518;top:3445;width:4653;height:303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" strokecolor="black [3213]">
                  <v:stroke dashstyle="dash"/>
                </v:shape>
                <v:oval id="Elipsa 488" o:spid="_x0000_s1043" style="position:absolute;left:26993;top:18475;width:3682;height:36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" filled="f" strokecolor="black [3213]">
                  <v:stroke joinstyle="miter"/>
                  <v:textbox inset="0,0,0,0">
                    <w:txbxContent>
                      <w:p w:rsidR="00B318BB" w:rsidRPr="002765F2" w:rsidRDefault="00B318BB" w:rsidP="00B318BB">
                        <w:pPr>
                          <w:jc w:val="center"/>
                          <w:rPr>
                            <w:color w:val="000000"/>
                            <w:sz w:val="20"/>
                            <w:szCs w:val="20"/>
                          </w:rPr>
                        </w:pPr>
                        <w:r w:rsidRPr="002765F2">
                          <w:rPr>
                            <w:color w:val="000000"/>
                            <w:sz w:val="20"/>
                            <w:szCs w:val="20"/>
                          </w:rPr>
                          <w:t>A1.1</w:t>
                        </w:r>
                      </w:p>
                    </w:txbxContent>
                  </v:textbox>
                </v:oval>
                <v:line id="Raven povezovalnik 490" o:spid="_x0000_s1044" style="position:absolute;visibility:visible;mso-wrap-style:square" from="32587,2027" to="50587,2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" strokecolor="black [3200]" strokeweight="2pt">
                  <v:stroke dashstyle="dash" joinstyle="miter"/>
                </v:line>
                <v:line id="Raven povezovalnik 491" o:spid="_x0000_s1045" style="position:absolute;visibility:visible;mso-wrap-style:square" from="32599,8367" to="50599,8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" strokecolor="black [3200]" strokeweight=".5pt">
                  <v:stroke joinstyle="miter"/>
                </v:line>
                <v:rect id="Pravokotnik 492" o:spid="_x0000_s1046" style="position:absolute;left:41073;top:12190;width:4750;height:4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" fillcolor="white [3212]" strokecolor="black [3213]" strokeweight="1pt">
                  <v:textbox>
                    <w:txbxContent>
                      <w:p w:rsidR="00B318BB" w:rsidRPr="00D33FD5" w:rsidRDefault="00B318BB" w:rsidP="00B318BB">
                        <w:pPr>
                          <w:rPr>
                            <w:b/>
                            <w:bCs/>
                            <w:color w:val="000000" w:themeColor="text1"/>
                            <w:sz w:val="24"/>
                            <w:szCs w:val="28"/>
                          </w:rPr>
                        </w:pPr>
                      </w:p>
                    </w:txbxContent>
                  </v:textbox>
                </v:rect>
                <v:shape id="Kolenski povezovalnik 295" o:spid="_x0000_s1047" type="#_x0000_t34" style="position:absolute;left:37063;top:5807;width:9546;height:321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" adj="5113" strokecolor="black [3213]">
                  <v:stroke dashstyle="1 1"/>
                </v:shape>
                <v:group id="Skupina 322" o:spid="_x0000_s1048" style="position:absolute;left:38860;top:1471;width:2699;height:1060" coordorigin="27469,3857" coordsize="2698,1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">
                  <v:rect id="Pravokotnik 816" o:spid="_x0000_s1049" style="position:absolute;left:27469;top:3895;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" fillcolor="white [3212]" strokecolor="black [3213]" strokeweight="1pt">
                    <v:textbo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v:textbox>
                  </v:rect>
                  <v:line id="Raven povezovalnik 817" o:spid="_x0000_s1050" style="position:absolute;visibility:visible;mso-wrap-style:square" from="27469,4416" to="30168,4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" strokecolor="black [3200]" strokeweight=".5pt">
                    <v:stroke joinstyle="miter"/>
                  </v:line>
                  <v:line id="Raven povezovalnik 819" o:spid="_x0000_s1051" style="position:absolute;visibility:visible;mso-wrap-style:square" from="28365,3857" to="28365,4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" strokecolor="black [3200]" strokeweight=".5pt">
                    <v:stroke joinstyle="miter"/>
                  </v:line>
                  <v:line id="Raven povezovalnik 824" o:spid="_x0000_s1052" style="position:absolute;visibility:visible;mso-wrap-style:square" from="29260,3899" to="29260,4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" strokecolor="black [3200]" strokeweight=".5pt">
                    <v:stroke joinstyle="miter"/>
                  </v:line>
                </v:group>
                <w10:anchorlock/>
              </v:group>
            </w:pict>
          </mc:Fallback>
        </mc:AlternateContent>
      </w:r>
    </w:p>
    <w:p w:rsidR="00B318BB" w:rsidRPr="00F95AFC" w:rsidRDefault="00B318BB" w:rsidP="00B318BB">
      <w:pPr>
        <w:pStyle w:val="Naslov4"/>
      </w:pPr>
      <w:r>
        <w:t xml:space="preserve">Tipska izvedba A1.2 </w:t>
      </w:r>
      <w:r w:rsidRPr="00A000D7">
        <w:t>–</w:t>
      </w:r>
      <w:r>
        <w:t xml:space="preserve"> priklop na nadzemno omrežje</w:t>
      </w:r>
    </w:p>
    <w:p w:rsidR="00B318BB" w:rsidRDefault="00B318BB" w:rsidP="00B318BB">
      <w:pPr>
        <w:rPr>
          <w:bCs/>
        </w:rPr>
      </w:pPr>
      <w:r>
        <w:rPr>
          <w:bCs/>
        </w:rPr>
        <w:t>Priključno mesto je drog NN DO, na katerem se namesti VO.</w:t>
      </w:r>
    </w:p>
    <w:p w:rsidR="00B318BB" w:rsidRDefault="00B318BB" w:rsidP="00B318BB">
      <w:pPr>
        <w:rPr>
          <w:bCs/>
        </w:rPr>
      </w:pPr>
    </w:p>
    <w:p w:rsidR="00B318BB" w:rsidRDefault="00B318BB" w:rsidP="00B318BB">
      <w:pPr>
        <w:spacing w:after="120"/>
        <w:rPr>
          <w:bCs/>
        </w:rPr>
      </w:pPr>
      <w:r w:rsidRPr="005C60F6">
        <w:rPr>
          <w:bCs/>
        </w:rPr>
        <w:t>Sestavn</w:t>
      </w:r>
      <w:r>
        <w:rPr>
          <w:bCs/>
        </w:rPr>
        <w:t>i</w:t>
      </w:r>
      <w:r w:rsidRPr="005C60F6">
        <w:rPr>
          <w:bCs/>
        </w:rPr>
        <w:t xml:space="preserve"> del</w:t>
      </w:r>
      <w:r>
        <w:rPr>
          <w:bCs/>
        </w:rPr>
        <w:t>i</w:t>
      </w:r>
      <w:r w:rsidRPr="005C60F6">
        <w:rPr>
          <w:bCs/>
        </w:rPr>
        <w:t xml:space="preserve"> priključka uporabnika </w:t>
      </w:r>
      <w:r>
        <w:rPr>
          <w:bCs/>
        </w:rPr>
        <w:t>so VO,</w:t>
      </w:r>
      <w:r w:rsidRPr="005C60F6">
        <w:rPr>
          <w:bCs/>
        </w:rPr>
        <w:t xml:space="preserve"> priključni vod od </w:t>
      </w:r>
      <w:r>
        <w:rPr>
          <w:bCs/>
        </w:rPr>
        <w:t>VO</w:t>
      </w:r>
      <w:r w:rsidRPr="005C60F6">
        <w:rPr>
          <w:bCs/>
        </w:rPr>
        <w:t xml:space="preserve"> do </w:t>
      </w:r>
      <w:r>
        <w:rPr>
          <w:bCs/>
        </w:rPr>
        <w:t>prevzemno-predajnega mesta in PMO</w:t>
      </w:r>
      <w:r w:rsidRPr="005C60F6">
        <w:rPr>
          <w:bCs/>
        </w:rPr>
        <w:t>.</w:t>
      </w:r>
    </w:p>
    <w:p w:rsidR="00B318BB" w:rsidRPr="00D65531" w:rsidRDefault="00B318BB" w:rsidP="00B318BB">
      <w:pPr>
        <w:jc w:val="center"/>
      </w:pPr>
      <w:r>
        <w:rPr>
          <w:noProof/>
          <w:lang w:eastAsia="sl-SI"/>
        </w:rPr>
        <mc:AlternateContent>
          <mc:Choice Requires="wpc">
            <w:drawing>
              <wp:inline distT="0" distB="0" distL="0" distR="0" wp14:anchorId="4A7A801C" wp14:editId="5891948D">
                <wp:extent cx="5759355" cy="2501900"/>
                <wp:effectExtent l="0" t="0" r="0" b="0"/>
                <wp:docPr id="398" name="Platno 3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386" name="Raven povezovalnik 386"/>
                        <wps:cNvCnPr/>
                        <wps:spPr>
                          <a:xfrm>
                            <a:off x="1730720" y="1055497"/>
                            <a:ext cx="1800000" cy="172"/>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388" name="Raven povezovalnik 388"/>
                        <wps:cNvCnPr>
                          <a:stCxn id="390" idx="2"/>
                          <a:endCxn id="786" idx="0"/>
                        </wps:cNvCnPr>
                        <wps:spPr>
                          <a:xfrm flipH="1">
                            <a:off x="2884163" y="1052530"/>
                            <a:ext cx="173" cy="383092"/>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389" name="Polje z besedilom 389"/>
                        <wps:cNvSpPr txBox="1"/>
                        <wps:spPr>
                          <a:xfrm>
                            <a:off x="2206298" y="163942"/>
                            <a:ext cx="293426" cy="95111"/>
                          </a:xfrm>
                          <a:prstGeom prst="rect">
                            <a:avLst/>
                          </a:prstGeom>
                          <a:noFill/>
                          <a:ln w="3175">
                            <a:noFill/>
                          </a:ln>
                        </wps:spPr>
                        <wps:txbx>
                          <w:txbxContent>
                            <w:p w:rsidR="00B318BB" w:rsidRPr="00D65531" w:rsidRDefault="00B318BB" w:rsidP="00B318BB">
                              <w:pPr>
                                <w:jc w:val="center"/>
                                <w:rPr>
                                  <w:sz w:val="14"/>
                                  <w:szCs w:val="18"/>
                                </w:rPr>
                              </w:pPr>
                              <w:r w:rsidRPr="00D65531">
                                <w:rPr>
                                  <w:sz w:val="14"/>
                                  <w:szCs w:val="18"/>
                                </w:rPr>
                                <w:t>ALI</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90" name="Pravokotnik 390"/>
                        <wps:cNvSpPr/>
                        <wps:spPr>
                          <a:xfrm>
                            <a:off x="2749336" y="944530"/>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 name="Kolenski povezovalnik 391"/>
                        <wps:cNvCnPr>
                          <a:stCxn id="782" idx="2"/>
                          <a:endCxn id="390" idx="0"/>
                        </wps:cNvCnPr>
                        <wps:spPr>
                          <a:xfrm rot="16200000" flipH="1">
                            <a:off x="2525722" y="585915"/>
                            <a:ext cx="460129" cy="257100"/>
                          </a:xfrm>
                          <a:prstGeom prst="bentConnector3">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782" name="Pravokotnik 782"/>
                        <wps:cNvSpPr/>
                        <wps:spPr>
                          <a:xfrm>
                            <a:off x="2591236" y="412401"/>
                            <a:ext cx="72000" cy="72000"/>
                          </a:xfrm>
                          <a:prstGeom prst="rect">
                            <a:avLst/>
                          </a:prstGeom>
                          <a:pattFill prst="lt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4" name="Pravokotnik 784"/>
                        <wps:cNvSpPr/>
                        <wps:spPr>
                          <a:xfrm>
                            <a:off x="2592271" y="170357"/>
                            <a:ext cx="72000" cy="72000"/>
                          </a:xfrm>
                          <a:prstGeom prst="rect">
                            <a:avLst/>
                          </a:prstGeom>
                          <a:pattFill prst="lt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5" name="Elipsa 785"/>
                        <wps:cNvSpPr/>
                        <wps:spPr>
                          <a:xfrm>
                            <a:off x="2699329" y="2100798"/>
                            <a:ext cx="368188" cy="359208"/>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2765F2" w:rsidRDefault="00B318BB" w:rsidP="00B318BB">
                              <w:pPr>
                                <w:jc w:val="center"/>
                                <w:rPr>
                                  <w:color w:val="000000"/>
                                  <w:sz w:val="20"/>
                                  <w:szCs w:val="20"/>
                                </w:rPr>
                              </w:pPr>
                              <w:r w:rsidRPr="002765F2">
                                <w:rPr>
                                  <w:color w:val="000000"/>
                                  <w:sz w:val="20"/>
                                  <w:szCs w:val="20"/>
                                </w:rPr>
                                <w:t>A1</w:t>
                              </w:r>
                              <w:r>
                                <w:rPr>
                                  <w:color w:val="000000"/>
                                  <w:sz w:val="20"/>
                                  <w:szCs w:val="20"/>
                                </w:rPr>
                                <w:t>.</w:t>
                              </w:r>
                              <w:r w:rsidRPr="002765F2">
                                <w:rPr>
                                  <w:color w:val="000000"/>
                                  <w:sz w:val="20"/>
                                  <w:szCs w:val="20"/>
                                </w:rPr>
                                <w:t>2</w:t>
                              </w:r>
                            </w:p>
                          </w:txbxContent>
                        </wps:txbx>
                        <wps:bodyPr rot="0" spcFirstLastPara="0" vert="horz" wrap="none" lIns="0" tIns="0" rIns="0" bIns="0" numCol="1" spcCol="0" rtlCol="0" fromWordArt="0" anchor="ctr" anchorCtr="0" forceAA="0" compatLnSpc="1">
                          <a:prstTxWarp prst="textNoShape">
                            <a:avLst/>
                          </a:prstTxWarp>
                          <a:noAutofit/>
                        </wps:bodyPr>
                      </wps:wsp>
                      <wps:wsp>
                        <wps:cNvPr id="786" name="Pravokotnik 786"/>
                        <wps:cNvSpPr/>
                        <wps:spPr>
                          <a:xfrm>
                            <a:off x="2646673" y="1435622"/>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422" name="Skupina 422"/>
                        <wpg:cNvGrpSpPr/>
                        <wpg:grpSpPr>
                          <a:xfrm>
                            <a:off x="1728951" y="302416"/>
                            <a:ext cx="1799590" cy="91440"/>
                            <a:chOff x="0" y="0"/>
                            <a:chExt cx="1799590" cy="91440"/>
                          </a:xfrm>
                        </wpg:grpSpPr>
                        <wps:wsp>
                          <wps:cNvPr id="424" name="Raven povezovalnik 424"/>
                          <wps:cNvCnPr/>
                          <wps:spPr>
                            <a:xfrm>
                              <a:off x="0" y="26002"/>
                              <a:ext cx="1799590"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26" name="Raven povezovalnik 426"/>
                          <wps:cNvCnPr/>
                          <wps:spPr>
                            <a:xfrm>
                              <a:off x="0" y="69338"/>
                              <a:ext cx="179959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27" name="Elipsa 427"/>
                          <wps:cNvSpPr/>
                          <wps:spPr>
                            <a:xfrm>
                              <a:off x="853729" y="0"/>
                              <a:ext cx="91440" cy="9144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428" name="Skupina 428"/>
                        <wpg:cNvGrpSpPr/>
                        <wpg:grpSpPr>
                          <a:xfrm>
                            <a:off x="1726908" y="62532"/>
                            <a:ext cx="1801495" cy="90000"/>
                            <a:chOff x="0" y="0"/>
                            <a:chExt cx="2519826" cy="90000"/>
                          </a:xfrm>
                        </wpg:grpSpPr>
                        <wps:wsp>
                          <wps:cNvPr id="429" name="Raven povezovalnik 429"/>
                          <wps:cNvCnPr/>
                          <wps:spPr>
                            <a:xfrm>
                              <a:off x="0" y="45103"/>
                              <a:ext cx="2519826"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30" name="Elipsa 430"/>
                          <wps:cNvSpPr/>
                          <wps:spPr>
                            <a:xfrm>
                              <a:off x="1197534" y="0"/>
                              <a:ext cx="125887" cy="9000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c:wpc>
                  </a:graphicData>
                </a:graphic>
              </wp:inline>
            </w:drawing>
          </mc:Choice>
          <mc:Fallback>
            <w:pict>
              <v:group w14:anchorId="4A7A801C" id="Platno 398" o:spid="_x0000_s1053" editas="canvas" style="width:453.5pt;height:197pt;mso-position-horizontal-relative:char;mso-position-vertical-relative:line" coordsize="57588,25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">
                <v:shape id="_x0000_s1054" type="#_x0000_t75" style="position:absolute;width:57588;height:25019;visibility:visible;mso-wrap-style:square" strokeweight=".25pt">
                  <v:fill o:detectmouseclick="t"/>
                  <v:stroke joinstyle="bevel"/>
                  <v:path o:connecttype="none"/>
                </v:shape>
                <v:line id="Raven povezovalnik 386" o:spid="_x0000_s1055" style="position:absolute;visibility:visible;mso-wrap-style:square" from="17307,10554" to="35307,10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" strokecolor="black [3200]" strokeweight=".5pt">
                  <v:stroke joinstyle="miter"/>
                </v:line>
                <v:line id="Raven povezovalnik 388" o:spid="_x0000_s1056" style="position:absolute;flip:x;visibility:visible;mso-wrap-style:square" from="28841,10525" to="28843,14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" strokecolor="black [3213]">
                  <v:stroke dashstyle="1 1" joinstyle="miter"/>
                </v:line>
                <v:shapetype id="_x0000_t202" coordsize="21600,21600" o:spt="202" path="m,l,21600r21600,l21600,xe">
                  <v:stroke joinstyle="miter"/>
                  <v:path gradientshapeok="t" o:connecttype="rect"/>
                </v:shapetype>
                <v:shape id="Polje z besedilom 389" o:spid="_x0000_s1057" type="#_x0000_t202" style="position:absolute;left:22062;top:1639;width:2935;height: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" filled="f" stroked="f" strokeweight=".25pt">
                  <v:textbox inset="0,0,0,0">
                    <w:txbxContent>
                      <w:p w:rsidR="00B318BB" w:rsidRPr="00D65531" w:rsidRDefault="00B318BB" w:rsidP="00B318BB">
                        <w:pPr>
                          <w:jc w:val="center"/>
                          <w:rPr>
                            <w:sz w:val="14"/>
                            <w:szCs w:val="18"/>
                          </w:rPr>
                        </w:pPr>
                        <w:r w:rsidRPr="00D65531">
                          <w:rPr>
                            <w:sz w:val="14"/>
                            <w:szCs w:val="18"/>
                          </w:rPr>
                          <w:t>ALI</w:t>
                        </w:r>
                      </w:p>
                    </w:txbxContent>
                  </v:textbox>
                </v:shape>
                <v:rect id="Pravokotnik 390" o:spid="_x0000_s1058" style="position:absolute;left:27493;top:9445;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" fillcolor="black [3213]" strokecolor="black [3213]" strokeweight="1pt">
                  <v:fill r:id="rId12" o:title="" color2="white [3212]" type="pattern"/>
                </v:rect>
                <v:shape id="Kolenski povezovalnik 391" o:spid="_x0000_s1059" type="#_x0000_t34" style="position:absolute;left:25257;top:5859;width:4601;height:257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" strokecolor="black [3213]">
                  <v:stroke dashstyle="dash"/>
                </v:shape>
                <v:rect id="Pravokotnik 782" o:spid="_x0000_s1060" style="position:absolute;left:25912;top:4124;width:72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" fillcolor="black [3213]" strokecolor="black [3213]" strokeweight="1pt">
                  <v:fill r:id="rId11" o:title="" color2="white [3212]" type="pattern"/>
                </v:rect>
                <v:rect id="Pravokotnik 784" o:spid="_x0000_s1061" style="position:absolute;left:25922;top:1703;width:72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" fillcolor="black [3213]" strokecolor="black [3213]" strokeweight="1pt">
                  <v:fill r:id="rId11" o:title="" color2="white [3212]" type="pattern"/>
                </v:rect>
                <v:oval id="Elipsa 785" o:spid="_x0000_s1062" style="position:absolute;left:26993;top:21007;width:3682;height:35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" filled="f" strokecolor="black [3213]">
                  <v:stroke joinstyle="miter"/>
                  <v:textbox inset="0,0,0,0">
                    <w:txbxContent>
                      <w:p w:rsidR="00B318BB" w:rsidRPr="002765F2" w:rsidRDefault="00B318BB" w:rsidP="00B318BB">
                        <w:pPr>
                          <w:jc w:val="center"/>
                          <w:rPr>
                            <w:color w:val="000000"/>
                            <w:sz w:val="20"/>
                            <w:szCs w:val="20"/>
                          </w:rPr>
                        </w:pPr>
                        <w:r w:rsidRPr="002765F2">
                          <w:rPr>
                            <w:color w:val="000000"/>
                            <w:sz w:val="20"/>
                            <w:szCs w:val="20"/>
                          </w:rPr>
                          <w:t>A1</w:t>
                        </w:r>
                        <w:r>
                          <w:rPr>
                            <w:color w:val="000000"/>
                            <w:sz w:val="20"/>
                            <w:szCs w:val="20"/>
                          </w:rPr>
                          <w:t>.</w:t>
                        </w:r>
                        <w:r w:rsidRPr="002765F2">
                          <w:rPr>
                            <w:color w:val="000000"/>
                            <w:sz w:val="20"/>
                            <w:szCs w:val="20"/>
                          </w:rPr>
                          <w:t>2</w:t>
                        </w:r>
                      </w:p>
                    </w:txbxContent>
                  </v:textbox>
                </v:oval>
                <v:rect id="Pravokotnik 786" o:spid="_x0000_s1063" style="position:absolute;left:26466;top:14356;width:4750;height:4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" fillcolor="white [3212]" strokecolor="black [3213]" strokeweight="1pt">
                  <v:textbox>
                    <w:txbxContent>
                      <w:p w:rsidR="00B318BB" w:rsidRPr="00BA4E72" w:rsidRDefault="00B318BB" w:rsidP="00B318BB">
                        <w:pPr>
                          <w:rPr>
                            <w:b/>
                            <w:bCs/>
                            <w:color w:val="000000" w:themeColor="text1"/>
                            <w:sz w:val="24"/>
                            <w:szCs w:val="28"/>
                          </w:rPr>
                        </w:pPr>
                      </w:p>
                    </w:txbxContent>
                  </v:textbox>
                </v:rect>
                <v:group id="Skupina 422" o:spid="_x0000_s1064" style="position:absolute;left:17289;top:3024;width:17996;height:914" coordsize="17995,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">
                  <v:line id="Raven povezovalnik 424" o:spid="_x0000_s1065" style="position:absolute;visibility:visible;mso-wrap-style:square" from="0,260" to="17995,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" strokecolor="black [3200]" strokeweight="2pt">
                    <v:stroke dashstyle="dash" joinstyle="miter"/>
                  </v:line>
                  <v:line id="Raven povezovalnik 426" o:spid="_x0000_s1066" style="position:absolute;visibility:visible;mso-wrap-style:square" from="0,693" to="17995,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" strokecolor="black [3200]" strokeweight="2pt">
                    <v:stroke joinstyle="miter"/>
                  </v:line>
                  <v:oval id="Elipsa 427" o:spid="_x0000_s1067" style="position:absolute;left:8537;width:914;height: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" fillcolor="white [3212]" strokecolor="black [3213]" strokeweight=".5pt">
                    <v:stroke joinstyle="miter"/>
                  </v:oval>
                </v:group>
                <v:group id="Skupina 428" o:spid="_x0000_s1068" style="position:absolute;left:17269;top:625;width:18015;height:900" coordsize="2519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">
                  <v:line id="Raven povezovalnik 429" o:spid="_x0000_s1069" style="position:absolute;visibility:visible;mso-wrap-style:square" from="0,451" to="2519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" strokecolor="black [3200]" strokeweight="2pt">
                    <v:stroke joinstyle="miter"/>
                  </v:line>
                  <v:oval id="Elipsa 430" o:spid="_x0000_s1070" style="position:absolute;left:11975;width:1259;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" fillcolor="white [3212]" strokecolor="black [3213]" strokeweight=".5pt">
                    <v:stroke joinstyle="miter"/>
                  </v:oval>
                </v:group>
                <w10:anchorlock/>
              </v:group>
            </w:pict>
          </mc:Fallback>
        </mc:AlternateContent>
      </w:r>
    </w:p>
    <w:p w:rsidR="00B318BB" w:rsidRPr="005C60F6" w:rsidRDefault="00B318BB" w:rsidP="00B318BB">
      <w:pPr>
        <w:rPr>
          <w:bCs/>
        </w:rPr>
      </w:pPr>
    </w:p>
    <w:p w:rsidR="00B318BB" w:rsidRDefault="00B318BB" w:rsidP="00B318BB">
      <w:pPr>
        <w:spacing w:after="120"/>
        <w:rPr>
          <w:bCs/>
        </w:rPr>
      </w:pPr>
      <w:r w:rsidRPr="00685BD7">
        <w:rPr>
          <w:bCs/>
        </w:rPr>
        <w:t>V primeru priključevanja več uporabnikov je potrebno ob</w:t>
      </w:r>
      <w:r>
        <w:rPr>
          <w:bCs/>
        </w:rPr>
        <w:t xml:space="preserve"> ali na</w:t>
      </w:r>
      <w:r w:rsidRPr="00685BD7">
        <w:rPr>
          <w:bCs/>
        </w:rPr>
        <w:t xml:space="preserve"> drogu </w:t>
      </w:r>
      <w:r>
        <w:rPr>
          <w:bCs/>
        </w:rPr>
        <w:t>namestiti</w:t>
      </w:r>
      <w:r w:rsidRPr="00685BD7">
        <w:rPr>
          <w:bCs/>
        </w:rPr>
        <w:t xml:space="preserve"> RO ali PRMO, ki je del DO.</w:t>
      </w:r>
    </w:p>
    <w:p w:rsidR="00B318BB" w:rsidRPr="00ED05D2" w:rsidRDefault="00B318BB" w:rsidP="00B318BB">
      <w:pPr>
        <w:jc w:val="center"/>
      </w:pPr>
      <w:r>
        <w:rPr>
          <w:noProof/>
          <w:lang w:eastAsia="sl-SI"/>
        </w:rPr>
        <mc:AlternateContent>
          <mc:Choice Requires="wpc">
            <w:drawing>
              <wp:inline distT="0" distB="0" distL="0" distR="0" wp14:anchorId="63FCD204" wp14:editId="7511D9C3">
                <wp:extent cx="5760176" cy="2043430"/>
                <wp:effectExtent l="0" t="0" r="0" b="0"/>
                <wp:docPr id="425" name="Platno 4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ln>
                      </wpc:whole>
                      <wps:wsp>
                        <wps:cNvPr id="408" name="Raven povezovalnik 408"/>
                        <wps:cNvCnPr/>
                        <wps:spPr>
                          <a:xfrm>
                            <a:off x="2331236" y="1064747"/>
                            <a:ext cx="0" cy="36820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13" name="Pravokotnik 413"/>
                        <wps:cNvSpPr/>
                        <wps:spPr>
                          <a:xfrm>
                            <a:off x="1339461" y="134275"/>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5" name="Pravokotnik 415"/>
                        <wps:cNvSpPr/>
                        <wps:spPr>
                          <a:xfrm>
                            <a:off x="1339461" y="473305"/>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1" name="Pravokotnik 421"/>
                        <wps:cNvSpPr/>
                        <wps:spPr>
                          <a:xfrm>
                            <a:off x="1457676" y="465029"/>
                            <a:ext cx="118846" cy="95076"/>
                          </a:xfrm>
                          <a:prstGeom prst="rect">
                            <a:avLst/>
                          </a:prstGeom>
                          <a:noFill/>
                          <a:ln w="6350">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3" name="Pravokotnik 423"/>
                        <wps:cNvSpPr/>
                        <wps:spPr>
                          <a:xfrm>
                            <a:off x="1338831" y="465029"/>
                            <a:ext cx="118846" cy="95076"/>
                          </a:xfrm>
                          <a:prstGeom prst="rect">
                            <a:avLst/>
                          </a:prstGeom>
                          <a:noFill/>
                          <a:ln w="6350">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6" name="Pravokotnik 766"/>
                        <wps:cNvSpPr/>
                        <wps:spPr>
                          <a:xfrm>
                            <a:off x="4413714" y="465487"/>
                            <a:ext cx="118829" cy="96000"/>
                          </a:xfrm>
                          <a:prstGeom prst="rect">
                            <a:avLst/>
                          </a:prstGeom>
                          <a:noFill/>
                          <a:ln w="6350">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68" name="Pravokotnik 768"/>
                        <wps:cNvSpPr/>
                        <wps:spPr>
                          <a:xfrm>
                            <a:off x="4294885" y="465487"/>
                            <a:ext cx="118829" cy="96000"/>
                          </a:xfrm>
                          <a:prstGeom prst="rect">
                            <a:avLst/>
                          </a:prstGeom>
                          <a:noFill/>
                          <a:ln w="6350">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1" name="Pravokotnik 791"/>
                        <wps:cNvSpPr/>
                        <wps:spPr>
                          <a:xfrm>
                            <a:off x="2196368" y="947812"/>
                            <a:ext cx="269875"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2" name="Kolenski povezovalnik 391"/>
                        <wps:cNvCnPr/>
                        <wps:spPr>
                          <a:xfrm rot="16200000" flipH="1">
                            <a:off x="1752453" y="371627"/>
                            <a:ext cx="360000" cy="792000"/>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793" name="Pravokotnik 793"/>
                        <wps:cNvSpPr/>
                        <wps:spPr>
                          <a:xfrm>
                            <a:off x="2094104" y="1433731"/>
                            <a:ext cx="474345" cy="474345"/>
                          </a:xfrm>
                          <a:prstGeom prst="rect">
                            <a:avLst/>
                          </a:prstGeom>
                          <a:no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5" name="Raven povezovalnik 795"/>
                        <wps:cNvCnPr/>
                        <wps:spPr>
                          <a:xfrm flipH="1">
                            <a:off x="564126" y="1064828"/>
                            <a:ext cx="0" cy="36820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796" name="Pravokotnik 796"/>
                        <wps:cNvSpPr/>
                        <wps:spPr>
                          <a:xfrm flipH="1">
                            <a:off x="429119" y="947893"/>
                            <a:ext cx="269875"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97" name="Kolenski povezovalnik 391"/>
                        <wps:cNvCnPr/>
                        <wps:spPr>
                          <a:xfrm rot="5400000">
                            <a:off x="812478" y="335364"/>
                            <a:ext cx="360000" cy="856845"/>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798" name="Pravokotnik 798"/>
                        <wps:cNvSpPr/>
                        <wps:spPr>
                          <a:xfrm flipH="1">
                            <a:off x="326913" y="1433812"/>
                            <a:ext cx="474345" cy="474345"/>
                          </a:xfrm>
                          <a:prstGeom prst="rect">
                            <a:avLst/>
                          </a:prstGeom>
                          <a:no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02" name="Kolenski povezovalnik 391"/>
                        <wps:cNvCnPr/>
                        <wps:spPr>
                          <a:xfrm rot="16200000" flipH="1">
                            <a:off x="4631662" y="416067"/>
                            <a:ext cx="504000" cy="794812"/>
                          </a:xfrm>
                          <a:prstGeom prst="bentConnector3">
                            <a:avLst>
                              <a:gd name="adj1" fmla="val 50566"/>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03" name="Pravokotnik 803"/>
                        <wps:cNvSpPr/>
                        <wps:spPr>
                          <a:xfrm>
                            <a:off x="5042625" y="1433536"/>
                            <a:ext cx="474345" cy="474345"/>
                          </a:xfrm>
                          <a:prstGeom prst="rect">
                            <a:avLst/>
                          </a:prstGeom>
                          <a:no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07" name="Kolenski povezovalnik 391"/>
                        <wps:cNvCnPr/>
                        <wps:spPr>
                          <a:xfrm rot="5400000">
                            <a:off x="3695054" y="396802"/>
                            <a:ext cx="504000" cy="856805"/>
                          </a:xfrm>
                          <a:prstGeom prst="bentConnector3">
                            <a:avLst>
                              <a:gd name="adj1" fmla="val 48911"/>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08" name="Pravokotnik 808"/>
                        <wps:cNvSpPr/>
                        <wps:spPr>
                          <a:xfrm flipH="1">
                            <a:off x="3282749" y="1433617"/>
                            <a:ext cx="474345" cy="474345"/>
                          </a:xfrm>
                          <a:prstGeom prst="rect">
                            <a:avLst/>
                          </a:prstGeom>
                          <a:no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1" name="Prostoročno: oblika 271"/>
                        <wps:cNvSpPr/>
                        <wps:spPr>
                          <a:xfrm>
                            <a:off x="1154516" y="457188"/>
                            <a:ext cx="184315" cy="70338"/>
                          </a:xfrm>
                          <a:custGeom>
                            <a:avLst/>
                            <a:gdLst>
                              <a:gd name="connsiteX0" fmla="*/ 0 w 117987"/>
                              <a:gd name="connsiteY0" fmla="*/ 0 h 70338"/>
                              <a:gd name="connsiteX1" fmla="*/ 0 w 117987"/>
                              <a:gd name="connsiteY1" fmla="*/ 70338 h 70338"/>
                              <a:gd name="connsiteX2" fmla="*/ 117987 w 117987"/>
                              <a:gd name="connsiteY2" fmla="*/ 70338 h 70338"/>
                            </a:gdLst>
                            <a:ahLst/>
                            <a:cxnLst>
                              <a:cxn ang="0">
                                <a:pos x="connsiteX0" y="connsiteY0"/>
                              </a:cxn>
                              <a:cxn ang="0">
                                <a:pos x="connsiteX1" y="connsiteY1"/>
                              </a:cxn>
                              <a:cxn ang="0">
                                <a:pos x="connsiteX2" y="connsiteY2"/>
                              </a:cxn>
                            </a:cxnLst>
                            <a:rect l="l" t="t" r="r" b="b"/>
                            <a:pathLst>
                              <a:path w="117987" h="70338">
                                <a:moveTo>
                                  <a:pt x="0" y="0"/>
                                </a:moveTo>
                                <a:lnTo>
                                  <a:pt x="0" y="70338"/>
                                </a:lnTo>
                                <a:lnTo>
                                  <a:pt x="117987" y="70338"/>
                                </a:lnTo>
                              </a:path>
                            </a:pathLst>
                          </a:custGeom>
                          <a:ln w="25400">
                            <a:prstDash val="dash"/>
                            <a:roun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1" name="Prostoročno: oblika 811"/>
                        <wps:cNvSpPr/>
                        <wps:spPr>
                          <a:xfrm>
                            <a:off x="1154516" y="120727"/>
                            <a:ext cx="184315" cy="70338"/>
                          </a:xfrm>
                          <a:custGeom>
                            <a:avLst/>
                            <a:gdLst>
                              <a:gd name="connsiteX0" fmla="*/ 0 w 117987"/>
                              <a:gd name="connsiteY0" fmla="*/ 0 h 70338"/>
                              <a:gd name="connsiteX1" fmla="*/ 0 w 117987"/>
                              <a:gd name="connsiteY1" fmla="*/ 70338 h 70338"/>
                              <a:gd name="connsiteX2" fmla="*/ 117987 w 117987"/>
                              <a:gd name="connsiteY2" fmla="*/ 70338 h 70338"/>
                            </a:gdLst>
                            <a:ahLst/>
                            <a:cxnLst>
                              <a:cxn ang="0">
                                <a:pos x="connsiteX0" y="connsiteY0"/>
                              </a:cxn>
                              <a:cxn ang="0">
                                <a:pos x="connsiteX1" y="connsiteY1"/>
                              </a:cxn>
                              <a:cxn ang="0">
                                <a:pos x="connsiteX2" y="connsiteY2"/>
                              </a:cxn>
                            </a:cxnLst>
                            <a:rect l="l" t="t" r="r" b="b"/>
                            <a:pathLst>
                              <a:path w="117987" h="70338">
                                <a:moveTo>
                                  <a:pt x="0" y="0"/>
                                </a:moveTo>
                                <a:lnTo>
                                  <a:pt x="0" y="70338"/>
                                </a:lnTo>
                                <a:lnTo>
                                  <a:pt x="117987" y="70338"/>
                                </a:lnTo>
                              </a:path>
                            </a:pathLst>
                          </a:custGeom>
                          <a:ln w="25400">
                            <a:prstDash val="dash"/>
                            <a:roun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2" name="Prostoročno: oblika 812"/>
                        <wps:cNvSpPr/>
                        <wps:spPr>
                          <a:xfrm>
                            <a:off x="4125271" y="457188"/>
                            <a:ext cx="170398" cy="70338"/>
                          </a:xfrm>
                          <a:custGeom>
                            <a:avLst/>
                            <a:gdLst>
                              <a:gd name="connsiteX0" fmla="*/ 0 w 117987"/>
                              <a:gd name="connsiteY0" fmla="*/ 0 h 70338"/>
                              <a:gd name="connsiteX1" fmla="*/ 0 w 117987"/>
                              <a:gd name="connsiteY1" fmla="*/ 70338 h 70338"/>
                              <a:gd name="connsiteX2" fmla="*/ 117987 w 117987"/>
                              <a:gd name="connsiteY2" fmla="*/ 70338 h 70338"/>
                            </a:gdLst>
                            <a:ahLst/>
                            <a:cxnLst>
                              <a:cxn ang="0">
                                <a:pos x="connsiteX0" y="connsiteY0"/>
                              </a:cxn>
                              <a:cxn ang="0">
                                <a:pos x="connsiteX1" y="connsiteY1"/>
                              </a:cxn>
                              <a:cxn ang="0">
                                <a:pos x="connsiteX2" y="connsiteY2"/>
                              </a:cxn>
                            </a:cxnLst>
                            <a:rect l="l" t="t" r="r" b="b"/>
                            <a:pathLst>
                              <a:path w="117987" h="70338">
                                <a:moveTo>
                                  <a:pt x="0" y="0"/>
                                </a:moveTo>
                                <a:lnTo>
                                  <a:pt x="0" y="70338"/>
                                </a:lnTo>
                                <a:lnTo>
                                  <a:pt x="117987" y="70338"/>
                                </a:lnTo>
                              </a:path>
                            </a:pathLst>
                          </a:custGeom>
                          <a:ln w="25400">
                            <a:prstDash val="dash"/>
                            <a:roun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3" name="Prostoročno: oblika 813"/>
                        <wps:cNvSpPr/>
                        <wps:spPr>
                          <a:xfrm>
                            <a:off x="4111590" y="120727"/>
                            <a:ext cx="184315" cy="70338"/>
                          </a:xfrm>
                          <a:custGeom>
                            <a:avLst/>
                            <a:gdLst>
                              <a:gd name="connsiteX0" fmla="*/ 0 w 117987"/>
                              <a:gd name="connsiteY0" fmla="*/ 0 h 70338"/>
                              <a:gd name="connsiteX1" fmla="*/ 0 w 117987"/>
                              <a:gd name="connsiteY1" fmla="*/ 70338 h 70338"/>
                              <a:gd name="connsiteX2" fmla="*/ 117987 w 117987"/>
                              <a:gd name="connsiteY2" fmla="*/ 70338 h 70338"/>
                            </a:gdLst>
                            <a:ahLst/>
                            <a:cxnLst>
                              <a:cxn ang="0">
                                <a:pos x="connsiteX0" y="connsiteY0"/>
                              </a:cxn>
                              <a:cxn ang="0">
                                <a:pos x="connsiteX1" y="connsiteY1"/>
                              </a:cxn>
                              <a:cxn ang="0">
                                <a:pos x="connsiteX2" y="connsiteY2"/>
                              </a:cxn>
                            </a:cxnLst>
                            <a:rect l="l" t="t" r="r" b="b"/>
                            <a:pathLst>
                              <a:path w="117987" h="70338">
                                <a:moveTo>
                                  <a:pt x="0" y="0"/>
                                </a:moveTo>
                                <a:lnTo>
                                  <a:pt x="0" y="70338"/>
                                </a:lnTo>
                                <a:lnTo>
                                  <a:pt x="117987" y="70338"/>
                                </a:lnTo>
                              </a:path>
                            </a:pathLst>
                          </a:custGeom>
                          <a:ln w="25400">
                            <a:prstDash val="dash"/>
                            <a:round/>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8" name="Polje z besedilom 389"/>
                        <wps:cNvSpPr txBox="1"/>
                        <wps:spPr>
                          <a:xfrm>
                            <a:off x="862739" y="184356"/>
                            <a:ext cx="292735" cy="94615"/>
                          </a:xfrm>
                          <a:prstGeom prst="rect">
                            <a:avLst/>
                          </a:prstGeom>
                          <a:noFill/>
                          <a:ln w="3175">
                            <a:noFill/>
                          </a:ln>
                        </wps:spPr>
                        <wps:txbx>
                          <w:txbxContent>
                            <w:p w:rsidR="00B318BB" w:rsidRDefault="00B318BB" w:rsidP="00B318BB">
                              <w:pPr>
                                <w:jc w:val="center"/>
                                <w:rPr>
                                  <w:sz w:val="14"/>
                                  <w:szCs w:val="14"/>
                                </w:rPr>
                              </w:pPr>
                              <w:r>
                                <w:rPr>
                                  <w:sz w:val="14"/>
                                  <w:szCs w:val="14"/>
                                </w:rPr>
                                <w:t>ALI</w:t>
                              </w:r>
                            </w:p>
                          </w:txbxContent>
                        </wps:txbx>
                        <wps:bodyPr rot="0" spcFirstLastPara="0" vert="horz" wrap="square" lIns="0" tIns="0" rIns="0" bIns="0" numCol="1" spcCol="0" rtlCol="0" fromWordArt="0" anchor="ctr" anchorCtr="0" forceAA="0" compatLnSpc="1">
                          <a:prstTxWarp prst="textNoShape">
                            <a:avLst/>
                          </a:prstTxWarp>
                          <a:noAutofit/>
                        </wps:bodyPr>
                      </wps:wsp>
                      <wpg:wgp>
                        <wpg:cNvPr id="836" name="Skupina 836"/>
                        <wpg:cNvGrpSpPr/>
                        <wpg:grpSpPr>
                          <a:xfrm>
                            <a:off x="4295905" y="134335"/>
                            <a:ext cx="269875" cy="111174"/>
                            <a:chOff x="0" y="2540"/>
                            <a:chExt cx="269875" cy="111795"/>
                          </a:xfrm>
                        </wpg:grpSpPr>
                        <wps:wsp>
                          <wps:cNvPr id="837" name="Pravokotnik 837"/>
                          <wps:cNvSpPr/>
                          <wps:spPr>
                            <a:xfrm>
                              <a:off x="0" y="6350"/>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linkedTxbx id="13" seq="1"/>
                          <wps:bodyPr rot="0" spcFirstLastPara="0" vert="horz" wrap="square" lIns="91440" tIns="45720" rIns="91440" bIns="45720" numCol="1" spcCol="0" rtlCol="0" fromWordArt="0" anchor="ctr" anchorCtr="0" forceAA="0" compatLnSpc="1">
                            <a:prstTxWarp prst="textNoShape">
                              <a:avLst/>
                            </a:prstTxWarp>
                            <a:noAutofit/>
                          </wps:bodyPr>
                        </wps:wsp>
                        <wps:wsp>
                          <wps:cNvPr id="838" name="Raven povezovalnik 838"/>
                          <wps:cNvCnPr/>
                          <wps:spPr>
                            <a:xfrm>
                              <a:off x="0" y="58420"/>
                              <a:ext cx="269875" cy="0"/>
                            </a:xfrm>
                            <a:prstGeom prst="line">
                              <a:avLst/>
                            </a:prstGeom>
                          </wps:spPr>
                          <wps:style>
                            <a:lnRef idx="1">
                              <a:schemeClr val="dk1"/>
                            </a:lnRef>
                            <a:fillRef idx="0">
                              <a:schemeClr val="dk1"/>
                            </a:fillRef>
                            <a:effectRef idx="0">
                              <a:schemeClr val="dk1"/>
                            </a:effectRef>
                            <a:fontRef idx="minor">
                              <a:schemeClr val="tx1"/>
                            </a:fontRef>
                          </wps:style>
                          <wps:bodyPr/>
                        </wps:wsp>
                        <wps:wsp>
                          <wps:cNvPr id="839" name="Raven povezovalnik 839"/>
                          <wps:cNvCnPr/>
                          <wps:spPr>
                            <a:xfrm>
                              <a:off x="89535" y="2540"/>
                              <a:ext cx="0" cy="107950"/>
                            </a:xfrm>
                            <a:prstGeom prst="line">
                              <a:avLst/>
                            </a:prstGeom>
                          </wps:spPr>
                          <wps:style>
                            <a:lnRef idx="1">
                              <a:schemeClr val="dk1"/>
                            </a:lnRef>
                            <a:fillRef idx="0">
                              <a:schemeClr val="dk1"/>
                            </a:fillRef>
                            <a:effectRef idx="0">
                              <a:schemeClr val="dk1"/>
                            </a:effectRef>
                            <a:fontRef idx="minor">
                              <a:schemeClr val="tx1"/>
                            </a:fontRef>
                          </wps:style>
                          <wps:bodyPr/>
                        </wps:wsp>
                        <wps:wsp>
                          <wps:cNvPr id="840" name="Raven povezovalnik 840"/>
                          <wps:cNvCnPr/>
                          <wps:spPr>
                            <a:xfrm>
                              <a:off x="179070" y="6385"/>
                              <a:ext cx="0" cy="107950"/>
                            </a:xfrm>
                            <a:prstGeom prst="line">
                              <a:avLst/>
                            </a:prstGeom>
                          </wps:spPr>
                          <wps:style>
                            <a:lnRef idx="1">
                              <a:schemeClr val="dk1"/>
                            </a:lnRef>
                            <a:fillRef idx="0">
                              <a:schemeClr val="dk1"/>
                            </a:fillRef>
                            <a:effectRef idx="0">
                              <a:schemeClr val="dk1"/>
                            </a:effectRef>
                            <a:fontRef idx="minor">
                              <a:schemeClr val="tx1"/>
                            </a:fontRef>
                          </wps:style>
                          <wps:bodyPr/>
                        </wps:wsp>
                      </wpg:wgp>
                      <wpg:wgp>
                        <wpg:cNvPr id="841" name="Skupina 841"/>
                        <wpg:cNvGrpSpPr/>
                        <wpg:grpSpPr>
                          <a:xfrm>
                            <a:off x="4295905" y="476475"/>
                            <a:ext cx="269875" cy="111174"/>
                            <a:chOff x="0" y="2540"/>
                            <a:chExt cx="269875" cy="111795"/>
                          </a:xfrm>
                        </wpg:grpSpPr>
                        <wps:wsp>
                          <wps:cNvPr id="842" name="Pravokotnik 842"/>
                          <wps:cNvSpPr/>
                          <wps:spPr>
                            <a:xfrm>
                              <a:off x="0" y="6350"/>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id="13">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43" name="Raven povezovalnik 843"/>
                          <wps:cNvCnPr/>
                          <wps:spPr>
                            <a:xfrm>
                              <a:off x="0" y="58420"/>
                              <a:ext cx="269875" cy="0"/>
                            </a:xfrm>
                            <a:prstGeom prst="line">
                              <a:avLst/>
                            </a:prstGeom>
                          </wps:spPr>
                          <wps:style>
                            <a:lnRef idx="1">
                              <a:schemeClr val="dk1"/>
                            </a:lnRef>
                            <a:fillRef idx="0">
                              <a:schemeClr val="dk1"/>
                            </a:fillRef>
                            <a:effectRef idx="0">
                              <a:schemeClr val="dk1"/>
                            </a:effectRef>
                            <a:fontRef idx="minor">
                              <a:schemeClr val="tx1"/>
                            </a:fontRef>
                          </wps:style>
                          <wps:bodyPr/>
                        </wps:wsp>
                        <wps:wsp>
                          <wps:cNvPr id="844" name="Raven povezovalnik 844"/>
                          <wps:cNvCnPr/>
                          <wps:spPr>
                            <a:xfrm>
                              <a:off x="89535" y="2540"/>
                              <a:ext cx="0" cy="107950"/>
                            </a:xfrm>
                            <a:prstGeom prst="line">
                              <a:avLst/>
                            </a:prstGeom>
                          </wps:spPr>
                          <wps:style>
                            <a:lnRef idx="1">
                              <a:schemeClr val="dk1"/>
                            </a:lnRef>
                            <a:fillRef idx="0">
                              <a:schemeClr val="dk1"/>
                            </a:fillRef>
                            <a:effectRef idx="0">
                              <a:schemeClr val="dk1"/>
                            </a:effectRef>
                            <a:fontRef idx="minor">
                              <a:schemeClr val="tx1"/>
                            </a:fontRef>
                          </wps:style>
                          <wps:bodyPr/>
                        </wps:wsp>
                        <wps:wsp>
                          <wps:cNvPr id="845" name="Raven povezovalnik 845"/>
                          <wps:cNvCnPr/>
                          <wps:spPr>
                            <a:xfrm>
                              <a:off x="179070" y="6385"/>
                              <a:ext cx="0" cy="107950"/>
                            </a:xfrm>
                            <a:prstGeom prst="line">
                              <a:avLst/>
                            </a:prstGeom>
                          </wps:spPr>
                          <wps:style>
                            <a:lnRef idx="1">
                              <a:schemeClr val="dk1"/>
                            </a:lnRef>
                            <a:fillRef idx="0">
                              <a:schemeClr val="dk1"/>
                            </a:fillRef>
                            <a:effectRef idx="0">
                              <a:schemeClr val="dk1"/>
                            </a:effectRef>
                            <a:fontRef idx="minor">
                              <a:schemeClr val="tx1"/>
                            </a:fontRef>
                          </wps:style>
                          <wps:bodyPr/>
                        </wps:wsp>
                      </wpg:wgp>
                      <wps:wsp>
                        <wps:cNvPr id="969" name="Raven povezovalnik 969"/>
                        <wps:cNvCnPr/>
                        <wps:spPr>
                          <a:xfrm>
                            <a:off x="3518762" y="1064828"/>
                            <a:ext cx="0" cy="368439"/>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970" name="Raven povezovalnik 970"/>
                        <wps:cNvCnPr/>
                        <wps:spPr>
                          <a:xfrm>
                            <a:off x="5279507" y="1065459"/>
                            <a:ext cx="1" cy="367727"/>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81" name="Raven povezovalnik 481"/>
                        <wps:cNvCnPr/>
                        <wps:spPr>
                          <a:xfrm>
                            <a:off x="121219" y="1064747"/>
                            <a:ext cx="2638532" cy="0"/>
                          </a:xfrm>
                          <a:prstGeom prst="line">
                            <a:avLst/>
                          </a:prstGeom>
                          <a:ln w="6350">
                            <a:solidFill>
                              <a:schemeClr val="tx1"/>
                            </a:solidFill>
                            <a:prstDash val="solid"/>
                          </a:ln>
                        </wps:spPr>
                        <wps:style>
                          <a:lnRef idx="1">
                            <a:schemeClr val="dk1"/>
                          </a:lnRef>
                          <a:fillRef idx="0">
                            <a:schemeClr val="dk1"/>
                          </a:fillRef>
                          <a:effectRef idx="0">
                            <a:schemeClr val="dk1"/>
                          </a:effectRef>
                          <a:fontRef idx="minor">
                            <a:schemeClr val="tx1"/>
                          </a:fontRef>
                        </wps:style>
                        <wps:bodyPr/>
                      </wps:wsp>
                      <wps:wsp>
                        <wps:cNvPr id="482" name="Raven povezovalnik 482"/>
                        <wps:cNvCnPr/>
                        <wps:spPr>
                          <a:xfrm>
                            <a:off x="2974390" y="1064747"/>
                            <a:ext cx="2638532" cy="0"/>
                          </a:xfrm>
                          <a:prstGeom prst="line">
                            <a:avLst/>
                          </a:prstGeom>
                          <a:ln w="6350">
                            <a:solidFill>
                              <a:schemeClr val="tx1"/>
                            </a:solidFill>
                            <a:prstDash val="solid"/>
                          </a:ln>
                        </wps:spPr>
                        <wps:style>
                          <a:lnRef idx="1">
                            <a:schemeClr val="dk1"/>
                          </a:lnRef>
                          <a:fillRef idx="0">
                            <a:schemeClr val="dk1"/>
                          </a:fillRef>
                          <a:effectRef idx="0">
                            <a:schemeClr val="dk1"/>
                          </a:effectRef>
                          <a:fontRef idx="minor">
                            <a:schemeClr val="tx1"/>
                          </a:fontRef>
                        </wps:style>
                        <wps:bodyPr/>
                      </wps:wsp>
                      <wpg:wgp>
                        <wpg:cNvPr id="431" name="Skupina 431"/>
                        <wpg:cNvGrpSpPr/>
                        <wpg:grpSpPr>
                          <a:xfrm>
                            <a:off x="256514" y="365008"/>
                            <a:ext cx="1798955" cy="91440"/>
                            <a:chOff x="2540" y="240030"/>
                            <a:chExt cx="1799590" cy="91440"/>
                          </a:xfrm>
                        </wpg:grpSpPr>
                        <wps:wsp>
                          <wps:cNvPr id="435" name="Raven povezovalnik 435"/>
                          <wps:cNvCnPr/>
                          <wps:spPr>
                            <a:xfrm>
                              <a:off x="2540" y="266032"/>
                              <a:ext cx="1799590"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36" name="Raven povezovalnik 436"/>
                          <wps:cNvCnPr/>
                          <wps:spPr>
                            <a:xfrm>
                              <a:off x="2540" y="309368"/>
                              <a:ext cx="179959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37" name="Elipsa 437"/>
                          <wps:cNvSpPr/>
                          <wps:spPr>
                            <a:xfrm>
                              <a:off x="856269" y="240030"/>
                              <a:ext cx="91440" cy="9144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432" name="Skupina 432"/>
                        <wpg:cNvGrpSpPr/>
                        <wpg:grpSpPr>
                          <a:xfrm>
                            <a:off x="248036" y="29970"/>
                            <a:ext cx="1800860" cy="90000"/>
                            <a:chOff x="0" y="0"/>
                            <a:chExt cx="2519826" cy="90000"/>
                          </a:xfrm>
                        </wpg:grpSpPr>
                        <wps:wsp>
                          <wps:cNvPr id="433" name="Raven povezovalnik 433"/>
                          <wps:cNvCnPr/>
                          <wps:spPr>
                            <a:xfrm>
                              <a:off x="0" y="45103"/>
                              <a:ext cx="2519826"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34" name="Elipsa 434"/>
                          <wps:cNvSpPr/>
                          <wps:spPr>
                            <a:xfrm>
                              <a:off x="1197534" y="0"/>
                              <a:ext cx="125886" cy="9000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438" name="Skupina 438"/>
                        <wpg:cNvGrpSpPr/>
                        <wpg:grpSpPr>
                          <a:xfrm>
                            <a:off x="3224514" y="365008"/>
                            <a:ext cx="1798955" cy="91440"/>
                            <a:chOff x="2540" y="240030"/>
                            <a:chExt cx="1799590" cy="91440"/>
                          </a:xfrm>
                        </wpg:grpSpPr>
                        <wps:wsp>
                          <wps:cNvPr id="439" name="Raven povezovalnik 439"/>
                          <wps:cNvCnPr/>
                          <wps:spPr>
                            <a:xfrm>
                              <a:off x="2540" y="266032"/>
                              <a:ext cx="1799590"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40" name="Raven povezovalnik 440"/>
                          <wps:cNvCnPr/>
                          <wps:spPr>
                            <a:xfrm>
                              <a:off x="2540" y="309368"/>
                              <a:ext cx="179959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41" name="Elipsa 441"/>
                          <wps:cNvSpPr/>
                          <wps:spPr>
                            <a:xfrm>
                              <a:off x="856269" y="240030"/>
                              <a:ext cx="91440" cy="9144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442" name="Skupina 442"/>
                        <wpg:cNvGrpSpPr/>
                        <wpg:grpSpPr>
                          <a:xfrm>
                            <a:off x="3216036" y="29970"/>
                            <a:ext cx="1800860" cy="90000"/>
                            <a:chOff x="0" y="0"/>
                            <a:chExt cx="2519826" cy="90000"/>
                          </a:xfrm>
                        </wpg:grpSpPr>
                        <wps:wsp>
                          <wps:cNvPr id="443" name="Raven povezovalnik 443"/>
                          <wps:cNvCnPr/>
                          <wps:spPr>
                            <a:xfrm>
                              <a:off x="0" y="45103"/>
                              <a:ext cx="2519826"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44" name="Elipsa 444"/>
                          <wps:cNvSpPr/>
                          <wps:spPr>
                            <a:xfrm>
                              <a:off x="1197534" y="0"/>
                              <a:ext cx="125886" cy="9000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s:wsp>
                        <wps:cNvPr id="445" name="Polje z besedilom 389"/>
                        <wps:cNvSpPr txBox="1"/>
                        <wps:spPr>
                          <a:xfrm>
                            <a:off x="3785046" y="184356"/>
                            <a:ext cx="292735" cy="94615"/>
                          </a:xfrm>
                          <a:prstGeom prst="rect">
                            <a:avLst/>
                          </a:prstGeom>
                          <a:noFill/>
                          <a:ln w="3175">
                            <a:noFill/>
                          </a:ln>
                        </wps:spPr>
                        <wps:txbx>
                          <w:txbxContent>
                            <w:p w:rsidR="00B318BB" w:rsidRDefault="00B318BB" w:rsidP="00B318BB">
                              <w:pPr>
                                <w:jc w:val="center"/>
                                <w:rPr>
                                  <w:sz w:val="14"/>
                                  <w:szCs w:val="14"/>
                                </w:rPr>
                              </w:pPr>
                              <w:r>
                                <w:rPr>
                                  <w:sz w:val="14"/>
                                  <w:szCs w:val="14"/>
                                </w:rPr>
                                <w:t>ALI</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3FCD204" id="Platno 425" o:spid="_x0000_s1071" editas="canvas" style="width:453.55pt;height:160.9pt;mso-position-horizontal-relative:char;mso-position-vertical-relative:line" coordsize="57600,20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">
                <v:shape id="_x0000_s1072" type="#_x0000_t75" style="position:absolute;width:57600;height:20434;visibility:visible;mso-wrap-style:square" strokeweight=".25pt">
                  <v:fill o:detectmouseclick="t"/>
                  <v:path o:connecttype="none"/>
                </v:shape>
                <v:line id="Raven povezovalnik 408" o:spid="_x0000_s1073" style="position:absolute;visibility:visible;mso-wrap-style:square" from="23312,10647" to="23312,14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" strokecolor="black [3213]">
                  <v:stroke dashstyle="1 1" joinstyle="miter"/>
                </v:line>
                <v:rect id="Pravokotnik 413" o:spid="_x0000_s1074" style="position:absolute;left:13394;top:1342;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" fillcolor="white [3212]" strokecolor="black [3213]" strokeweight="1pt"/>
                <v:rect id="Pravokotnik 415" o:spid="_x0000_s1075" style="position:absolute;left:13394;top:4733;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" fillcolor="white [3212]" strokecolor="black [3213]" strokeweight="1pt"/>
                <v:rect id="Pravokotnik 421" o:spid="_x0000_s1076" style="position:absolute;left:14576;top:4650;width:1189;height: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" filled="f" stroked="f" strokeweight=".5pt"/>
                <v:rect id="Pravokotnik 423" o:spid="_x0000_s1077" style="position:absolute;left:13388;top:4650;width:1188;height: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" filled="f" stroked="f" strokeweight=".5pt"/>
                <v:rect id="Pravokotnik 766" o:spid="_x0000_s1078" style="position:absolute;left:44137;top:4654;width:1188;height: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" filled="f" stroked="f" strokeweight=".5pt"/>
                <v:rect id="Pravokotnik 768" o:spid="_x0000_s1079" style="position:absolute;left:42948;top:4654;width:1189;height: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" filled="f" stroked="f" strokeweight=".5pt"/>
                <v:rect id="Pravokotnik 791" o:spid="_x0000_s1080" style="position:absolute;left:21963;top:9478;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" fillcolor="black [3213]" strokecolor="black [3213]" strokeweight="1pt">
                  <v:fill r:id="rId12" o:title="" color2="white [3212]" type="pattern"/>
                </v:rect>
                <v:shape id="Kolenski povezovalnik 391" o:spid="_x0000_s1081" type="#_x0000_t34" style="position:absolute;left:17524;top:3716;width:3600;height:792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" strokecolor="black [3213]">
                  <v:stroke dashstyle="dash"/>
                </v:shape>
                <v:rect id="Pravokotnik 793" o:spid="_x0000_s1082" style="position:absolute;left:20941;top:14337;width:4743;height:4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" filled="f" strokecolor="black [3213]" strokeweight="1pt"/>
                <v:line id="Raven povezovalnik 795" o:spid="_x0000_s1083" style="position:absolute;flip:x;visibility:visible;mso-wrap-style:square" from="5641,10648" to="5641,1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" strokecolor="black [3213]">
                  <v:stroke dashstyle="1 1" joinstyle="miter"/>
                </v:line>
                <v:rect id="Pravokotnik 796" o:spid="_x0000_s1084" style="position:absolute;left:4291;top:9478;width:2698;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" fillcolor="black [3213]" strokecolor="black [3213]" strokeweight="1pt">
                  <v:fill r:id="rId12" o:title="" color2="white [3212]" type="pattern"/>
                </v:rect>
                <v:shape id="Kolenski povezovalnik 391" o:spid="_x0000_s1085" type="#_x0000_t34" style="position:absolute;left:8125;top:3352;width:3600;height:856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" strokecolor="black [3213]">
                  <v:stroke dashstyle="dash"/>
                </v:shape>
                <v:rect id="Pravokotnik 798" o:spid="_x0000_s1086" style="position:absolute;left:3269;top:14338;width:4743;height:474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" filled="f" strokecolor="black [3213]" strokeweight="1pt"/>
                <v:shape id="Kolenski povezovalnik 391" o:spid="_x0000_s1087" type="#_x0000_t34" style="position:absolute;left:46316;top:4160;width:5040;height:794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" adj="10922" strokecolor="black [3213]">
                  <v:stroke dashstyle="1 1"/>
                </v:shape>
                <v:rect id="Pravokotnik 803" o:spid="_x0000_s1088" style="position:absolute;left:50426;top:14335;width:4743;height:4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" filled="f" strokecolor="black [3213]" strokeweight="1pt"/>
                <v:shape id="Kolenski povezovalnik 391" o:spid="_x0000_s1089" type="#_x0000_t34" style="position:absolute;left:36950;top:3968;width:5040;height:856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" adj="10565" strokecolor="black [3213]">
                  <v:stroke dashstyle="1 1"/>
                </v:shape>
                <v:rect id="Pravokotnik 808" o:spid="_x0000_s1090" style="position:absolute;left:32827;top:14336;width:4743;height:474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" filled="f" strokecolor="black [3213]" strokeweight="1pt"/>
                <v:shape id="Prostoročno: oblika 271" o:spid="_x0000_s1091" style="position:absolute;left:11545;top:4571;width:1843;height:704;visibility:visible;mso-wrap-style:square;v-text-anchor:middle" coordsize="117987,70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" path="m,l,70338r117987,e" filled="f" strokecolor="black [3200]" strokeweight="2pt">
                  <v:stroke dashstyle="dash"/>
                  <v:path arrowok="t" o:connecttype="custom" o:connectlocs="0,0;0,70338;184315,70338" o:connectangles="0,0,0"/>
                </v:shape>
                <v:shape id="Prostoročno: oblika 811" o:spid="_x0000_s1092" style="position:absolute;left:11545;top:1207;width:1843;height:703;visibility:visible;mso-wrap-style:square;v-text-anchor:middle" coordsize="117987,70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" path="m,l,70338r117987,e" filled="f" strokecolor="black [3200]" strokeweight="2pt">
                  <v:stroke dashstyle="dash"/>
                  <v:path arrowok="t" o:connecttype="custom" o:connectlocs="0,0;0,70338;184315,70338" o:connectangles="0,0,0"/>
                </v:shape>
                <v:shape id="Prostoročno: oblika 812" o:spid="_x0000_s1093" style="position:absolute;left:41252;top:4571;width:1704;height:704;visibility:visible;mso-wrap-style:square;v-text-anchor:middle" coordsize="117987,70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" path="m,l,70338r117987,e" filled="f" strokecolor="black [3200]" strokeweight="2pt">
                  <v:stroke dashstyle="dash"/>
                  <v:path arrowok="t" o:connecttype="custom" o:connectlocs="0,0;0,70338;170398,70338" o:connectangles="0,0,0"/>
                </v:shape>
                <v:shape id="Prostoročno: oblika 813" o:spid="_x0000_s1094" style="position:absolute;left:41115;top:1207;width:1844;height:703;visibility:visible;mso-wrap-style:square;v-text-anchor:middle" coordsize="117987,70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" path="m,l,70338r117987,e" filled="f" strokecolor="black [3200]" strokeweight="2pt">
                  <v:stroke dashstyle="dash"/>
                  <v:path arrowok="t" o:connecttype="custom" o:connectlocs="0,0;0,70338;184315,70338" o:connectangles="0,0,0"/>
                </v:shape>
                <v:shape id="Polje z besedilom 389" o:spid="_x0000_s1095" type="#_x0000_t202" style="position:absolute;left:8627;top:1843;width:2927;height:9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" filled="f" stroked="f" strokeweight=".25pt">
                  <v:textbox inset="0,0,0,0">
                    <w:txbxContent>
                      <w:p w:rsidR="00B318BB" w:rsidRDefault="00B318BB" w:rsidP="00B318BB">
                        <w:pPr>
                          <w:jc w:val="center"/>
                          <w:rPr>
                            <w:sz w:val="14"/>
                            <w:szCs w:val="14"/>
                          </w:rPr>
                        </w:pPr>
                        <w:r>
                          <w:rPr>
                            <w:sz w:val="14"/>
                            <w:szCs w:val="14"/>
                          </w:rPr>
                          <w:t>ALI</w:t>
                        </w:r>
                      </w:p>
                    </w:txbxContent>
                  </v:textbox>
                </v:shape>
                <v:group id="Skupina 836" o:spid="_x0000_s1096" style="position:absolute;left:42959;top:1343;width:2698;height:1112" coordorigin=",2540" coordsize="269875,111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">
                  <v:rect id="Pravokotnik 837" o:spid="_x0000_s1097" style="position:absolute;top:6350;width:269875;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" fillcolor="white [3212]" strokecolor="black [3213]" strokeweight="1pt">
                    <v:textbox>
                      <w:txbxContent/>
                    </v:textbox>
                  </v:rect>
                  <v:line id="Raven povezovalnik 838" o:spid="_x0000_s1098" style="position:absolute;visibility:visible;mso-wrap-style:square" from="0,58420" to="269875,58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" strokecolor="black [3200]" strokeweight=".5pt">
                    <v:stroke joinstyle="miter"/>
                  </v:line>
                  <v:line id="Raven povezovalnik 839" o:spid="_x0000_s1099" style="position:absolute;visibility:visible;mso-wrap-style:square" from="89535,2540" to="89535,110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" strokecolor="black [3200]" strokeweight=".5pt">
                    <v:stroke joinstyle="miter"/>
                  </v:line>
                  <v:line id="Raven povezovalnik 840" o:spid="_x0000_s1100" style="position:absolute;visibility:visible;mso-wrap-style:square" from="179070,6385" to="179070,1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" strokecolor="black [3200]" strokeweight=".5pt">
                    <v:stroke joinstyle="miter"/>
                  </v:line>
                </v:group>
                <v:group id="Skupina 841" o:spid="_x0000_s1101" style="position:absolute;left:42959;top:4764;width:2698;height:1112" coordorigin=",2540" coordsize="269875,111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">
                  <v:rect id="Pravokotnik 842" o:spid="_x0000_s1102" style="position:absolute;top:6350;width:269875;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" fillcolor="white [3212]" strokecolor="black [3213]" strokeweight="1pt">
                    <v:textbox style="mso-next-textbox:#Pravokotnik 837">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v:textbox>
                  </v:rect>
                  <v:line id="Raven povezovalnik 843" o:spid="_x0000_s1103" style="position:absolute;visibility:visible;mso-wrap-style:square" from="0,58420" to="269875,58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" strokecolor="black [3200]" strokeweight=".5pt">
                    <v:stroke joinstyle="miter"/>
                  </v:line>
                  <v:line id="Raven povezovalnik 844" o:spid="_x0000_s1104" style="position:absolute;visibility:visible;mso-wrap-style:square" from="89535,2540" to="89535,110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" strokecolor="black [3200]" strokeweight=".5pt">
                    <v:stroke joinstyle="miter"/>
                  </v:line>
                  <v:line id="Raven povezovalnik 845" o:spid="_x0000_s1105" style="position:absolute;visibility:visible;mso-wrap-style:square" from="179070,6385" to="179070,1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" strokecolor="black [3200]" strokeweight=".5pt">
                    <v:stroke joinstyle="miter"/>
                  </v:line>
                </v:group>
                <v:line id="Raven povezovalnik 969" o:spid="_x0000_s1106" style="position:absolute;visibility:visible;mso-wrap-style:square" from="35187,10648" to="35187,14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" strokecolor="black [3213]">
                  <v:stroke dashstyle="1 1" joinstyle="miter"/>
                </v:line>
                <v:line id="Raven povezovalnik 970" o:spid="_x0000_s1107" style="position:absolute;visibility:visible;mso-wrap-style:square" from="52795,10654" to="52795,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" strokecolor="black [3213]">
                  <v:stroke dashstyle="1 1" joinstyle="miter"/>
                </v:line>
                <v:line id="Raven povezovalnik 481" o:spid="_x0000_s1108" style="position:absolute;visibility:visible;mso-wrap-style:square" from="1212,10647" to="27597,10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" strokecolor="black [3213]" strokeweight=".5pt">
                  <v:stroke joinstyle="miter"/>
                </v:line>
                <v:line id="Raven povezovalnik 482" o:spid="_x0000_s1109" style="position:absolute;visibility:visible;mso-wrap-style:square" from="29743,10647" to="56129,10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" strokecolor="black [3213]" strokeweight=".5pt">
                  <v:stroke joinstyle="miter"/>
                </v:line>
                <v:group id="Skupina 431" o:spid="_x0000_s1110" style="position:absolute;left:2565;top:3650;width:17989;height:914" coordorigin="25,2400" coordsize="17995,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">
                  <v:line id="Raven povezovalnik 435" o:spid="_x0000_s1111" style="position:absolute;visibility:visible;mso-wrap-style:square" from="25,2660" to="18021,2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" strokecolor="black [3200]" strokeweight="2pt">
                    <v:stroke dashstyle="dash" joinstyle="miter"/>
                  </v:line>
                  <v:line id="Raven povezovalnik 436" o:spid="_x0000_s1112" style="position:absolute;visibility:visible;mso-wrap-style:square" from="25,3093" to="1802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" strokecolor="black [3200]" strokeweight="2pt">
                    <v:stroke joinstyle="miter"/>
                  </v:line>
                  <v:oval id="Elipsa 437" o:spid="_x0000_s1113" style="position:absolute;left:8562;top:2400;width:915;height: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" fillcolor="white [3212]" strokecolor="black [3213]" strokeweight=".5pt">
                    <v:stroke joinstyle="miter"/>
                  </v:oval>
                </v:group>
                <v:group id="Skupina 432" o:spid="_x0000_s1114" style="position:absolute;left:2480;top:299;width:18008;height:900" coordsize="2519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MiJ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TeDvTDgCcv0LAAD//wMAUEsBAi0AFAAGAAgAAAAhANvh9svuAAAAhQEAABMAAAAAAAAA&#10;AAAAAAAAAAAAAFtDb250ZW50X1R5cGVzXS54bWxQSwECLQAUAAYACAAAACEAWvQsW78AAAAVAQAA&#10;CwAAAAAAAAAAAAAAAAAfAQAAX3JlbHMvLnJlbHNQSwECLQAUAAYACAAAACEAd1jIicYAAADcAAAA&#10;DwAAAAAAAAAAAAAAAAAHAgAAZHJzL2Rvd25yZXYueG1sUEsFBgAAAAADAAMAtwAAAPoCAAAAAA==&#10;">
                  <v:line id="Raven povezovalnik 433" o:spid="_x0000_s1115" style="position:absolute;visibility:visible;mso-wrap-style:square" from="0,451" to="2519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" strokecolor="black [3200]" strokeweight="2pt">
                    <v:stroke joinstyle="miter"/>
                  </v:line>
                  <v:oval id="Elipsa 434" o:spid="_x0000_s1116" style="position:absolute;left:11975;width:1259;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" fillcolor="white [3212]" strokecolor="black [3213]" strokeweight=".5pt">
                    <v:stroke joinstyle="miter"/>
                  </v:oval>
                </v:group>
                <v:group id="Skupina 438" o:spid="_x0000_s1117" style="position:absolute;left:32245;top:3650;width:17989;height:914" coordorigin="25,2400" coordsize="17995,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">
                  <v:line id="Raven povezovalnik 439" o:spid="_x0000_s1118" style="position:absolute;visibility:visible;mso-wrap-style:square" from="25,2660" to="18021,2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" strokecolor="black [3200]" strokeweight="2pt">
                    <v:stroke dashstyle="dash" joinstyle="miter"/>
                  </v:line>
                  <v:line id="Raven povezovalnik 440" o:spid="_x0000_s1119" style="position:absolute;visibility:visible;mso-wrap-style:square" from="25,3093" to="18021,3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" strokecolor="black [3200]" strokeweight="2pt">
                    <v:stroke joinstyle="miter"/>
                  </v:line>
                  <v:oval id="Elipsa 441" o:spid="_x0000_s1120" style="position:absolute;left:8562;top:2400;width:915;height: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" fillcolor="white [3212]" strokecolor="black [3213]" strokeweight=".5pt">
                    <v:stroke joinstyle="miter"/>
                  </v:oval>
                </v:group>
                <v:group id="Skupina 442" o:spid="_x0000_s1121" style="position:absolute;left:32160;top:299;width:18008;height:900" coordsize="2519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">
                  <v:line id="Raven povezovalnik 443" o:spid="_x0000_s1122" style="position:absolute;visibility:visible;mso-wrap-style:square" from="0,451" to="2519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" strokecolor="black [3200]" strokeweight="2pt">
                    <v:stroke joinstyle="miter"/>
                  </v:line>
                  <v:oval id="Elipsa 444" o:spid="_x0000_s1123" style="position:absolute;left:11975;width:1259;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" fillcolor="white [3212]" strokecolor="black [3213]" strokeweight=".5pt">
                    <v:stroke joinstyle="miter"/>
                  </v:oval>
                </v:group>
                <v:shape id="Polje z besedilom 389" o:spid="_x0000_s1124" type="#_x0000_t202" style="position:absolute;left:37850;top:1843;width:2927;height:9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" filled="f" stroked="f" strokeweight=".25pt">
                  <v:textbox inset="0,0,0,0">
                    <w:txbxContent>
                      <w:p w:rsidR="00B318BB" w:rsidRDefault="00B318BB" w:rsidP="00B318BB">
                        <w:pPr>
                          <w:jc w:val="center"/>
                          <w:rPr>
                            <w:sz w:val="14"/>
                            <w:szCs w:val="14"/>
                          </w:rPr>
                        </w:pPr>
                        <w:r>
                          <w:rPr>
                            <w:sz w:val="14"/>
                            <w:szCs w:val="14"/>
                          </w:rPr>
                          <w:t>ALI</w:t>
                        </w:r>
                      </w:p>
                    </w:txbxContent>
                  </v:textbox>
                </v:shape>
                <w10:anchorlock/>
              </v:group>
            </w:pict>
          </mc:Fallback>
        </mc:AlternateContent>
      </w:r>
    </w:p>
    <w:p w:rsidR="00B318BB" w:rsidRPr="008969DD" w:rsidRDefault="00B318BB" w:rsidP="00B318BB">
      <w:pPr>
        <w:pStyle w:val="Naslov3"/>
      </w:pPr>
      <w:bookmarkStart w:id="42" w:name="_Toc421618448"/>
      <w:bookmarkStart w:id="43" w:name="_Toc101519032"/>
      <w:bookmarkStart w:id="44" w:name="_Toc101789184"/>
      <w:r w:rsidRPr="008969DD">
        <w:lastRenderedPageBreak/>
        <w:t>Tipska izvedba A2</w:t>
      </w:r>
      <w:bookmarkEnd w:id="42"/>
      <w:r>
        <w:t xml:space="preserve"> </w:t>
      </w:r>
      <w:r w:rsidRPr="00A000D7">
        <w:t>–</w:t>
      </w:r>
      <w:r>
        <w:t xml:space="preserve"> nadzemni priključek</w:t>
      </w:r>
      <w:bookmarkEnd w:id="43"/>
      <w:bookmarkEnd w:id="44"/>
    </w:p>
    <w:p w:rsidR="00B318BB" w:rsidRDefault="00B318BB" w:rsidP="00B318BB">
      <w:r w:rsidRPr="005715BD">
        <w:t xml:space="preserve">Ta izvedba se uporabi v primeru, da NN omrežje poteka po hišnih konzolah in izvedba priključka s prehodom iz </w:t>
      </w:r>
      <w:r>
        <w:t>nadzemnega NN voda v zemeljski kabel ni možna brez poseganja v fasade oziroma končno zunanjo ureditev sosednjih objektov in zemljišč ali pa v primeru rekonstrukcij, ko se z uporabnikom ne more dogovoriti o podzemnem priključku.</w:t>
      </w:r>
    </w:p>
    <w:p w:rsidR="00B318BB" w:rsidRDefault="00B318BB" w:rsidP="00B318BB"/>
    <w:p w:rsidR="00B318BB" w:rsidRDefault="00B318BB" w:rsidP="00B318BB">
      <w:pPr>
        <w:rPr>
          <w:bCs/>
        </w:rPr>
      </w:pPr>
      <w:r>
        <w:rPr>
          <w:bCs/>
        </w:rPr>
        <w:t>Priključno mesto je konzola NN DO.</w:t>
      </w:r>
    </w:p>
    <w:p w:rsidR="00B318BB" w:rsidRDefault="00B318BB" w:rsidP="00B318BB">
      <w:pPr>
        <w:rPr>
          <w:bCs/>
        </w:rPr>
      </w:pPr>
    </w:p>
    <w:p w:rsidR="00B318BB" w:rsidRDefault="00B318BB" w:rsidP="00B318BB">
      <w:r w:rsidRPr="00847E57">
        <w:t>Prevzemno-predajno mesto</w:t>
      </w:r>
      <w:r>
        <w:t xml:space="preserve"> (</w:t>
      </w:r>
      <w:r w:rsidRPr="00847E57">
        <w:t>hkrati tudi merilno mesto</w:t>
      </w:r>
      <w:r>
        <w:t>)</w:t>
      </w:r>
      <w:r w:rsidRPr="00847E57">
        <w:t xml:space="preserve"> se nahaja v PMO, ki je locirana na</w:t>
      </w:r>
      <w:r>
        <w:t xml:space="preserve"> </w:t>
      </w:r>
      <w:r w:rsidRPr="006A3CAE">
        <w:t>stalno dostopn</w:t>
      </w:r>
      <w:r w:rsidR="00D95F1D">
        <w:t>em</w:t>
      </w:r>
      <w:r w:rsidRPr="006A3CAE">
        <w:t xml:space="preserve"> </w:t>
      </w:r>
      <w:r w:rsidR="00D95F1D">
        <w:t>mestu</w:t>
      </w:r>
      <w:r>
        <w:t xml:space="preserve"> </w:t>
      </w:r>
      <w:r w:rsidRPr="00847E57">
        <w:t>objekta</w:t>
      </w:r>
      <w:r>
        <w:t>.</w:t>
      </w:r>
    </w:p>
    <w:p w:rsidR="00B318BB" w:rsidRPr="00684480" w:rsidRDefault="00B318BB" w:rsidP="00B318BB"/>
    <w:p w:rsidR="00B318BB" w:rsidRDefault="00B318BB" w:rsidP="00B318BB">
      <w:r>
        <w:t>Priključek se priključuje na samonosilni kabelski snop (SKS) s presekom najmanj 70 mm</w:t>
      </w:r>
      <w:r w:rsidRPr="00685BD7">
        <w:rPr>
          <w:vertAlign w:val="superscript"/>
        </w:rPr>
        <w:t>2</w:t>
      </w:r>
      <w:r>
        <w:t>.</w:t>
      </w:r>
    </w:p>
    <w:p w:rsidR="00B318BB" w:rsidRDefault="00B318BB" w:rsidP="00B318BB"/>
    <w:p w:rsidR="00B318BB" w:rsidRDefault="00B318BB" w:rsidP="00B318BB">
      <w:r>
        <w:t>Priključni vod v obliki krajše razpetine se izvede s SKS najmanjšega preseka 35 mm</w:t>
      </w:r>
      <w:r w:rsidRPr="00685BD7">
        <w:rPr>
          <w:vertAlign w:val="superscript"/>
        </w:rPr>
        <w:t>2</w:t>
      </w:r>
      <w:r>
        <w:t>.</w:t>
      </w:r>
    </w:p>
    <w:p w:rsidR="00B318BB" w:rsidRDefault="00B318BB" w:rsidP="00B318BB"/>
    <w:p w:rsidR="00B318BB" w:rsidRDefault="00B318BB" w:rsidP="00B318BB">
      <w:r w:rsidRPr="00847E57">
        <w:t xml:space="preserve">Sestavna dela priključka uporabnika sta priključni vod od </w:t>
      </w:r>
      <w:r>
        <w:rPr>
          <w:bCs/>
        </w:rPr>
        <w:t>priključnega mesta</w:t>
      </w:r>
      <w:r w:rsidRPr="005C60F6">
        <w:rPr>
          <w:bCs/>
        </w:rPr>
        <w:t xml:space="preserve"> do </w:t>
      </w:r>
      <w:r>
        <w:rPr>
          <w:bCs/>
        </w:rPr>
        <w:t>prevzemno-predajnega mesta</w:t>
      </w:r>
      <w:r w:rsidRPr="00847E57">
        <w:t xml:space="preserve"> in</w:t>
      </w:r>
      <w:r>
        <w:t xml:space="preserve"> PMO.</w:t>
      </w:r>
    </w:p>
    <w:p w:rsidR="00B318BB" w:rsidRDefault="00B318BB" w:rsidP="00B318BB"/>
    <w:p w:rsidR="00B318BB" w:rsidRDefault="00B318BB" w:rsidP="00B318BB">
      <w:r>
        <w:t xml:space="preserve">Vpenjanje SKS je možno le na statično ustrezna </w:t>
      </w:r>
      <w:proofErr w:type="spellStart"/>
      <w:r>
        <w:t>vpetišča</w:t>
      </w:r>
      <w:proofErr w:type="spellEnd"/>
      <w:r>
        <w:t xml:space="preserve">. Za namen izgradnje NN priključkov vgradnja </w:t>
      </w:r>
      <w:r w:rsidRPr="00F1549D">
        <w:t>novih strešnih stojal ni dovoljena</w:t>
      </w:r>
      <w:r>
        <w:t>! Prav tako ni dovoljeno zatezno ali kotno vpenjanje NN priključkov na obstoječa strešna stojala!</w:t>
      </w:r>
    </w:p>
    <w:p w:rsidR="00B318BB" w:rsidRDefault="00B318BB" w:rsidP="00B318BB"/>
    <w:p w:rsidR="00B318BB" w:rsidRDefault="00B318BB" w:rsidP="00B318BB">
      <w:pPr>
        <w:jc w:val="center"/>
      </w:pPr>
      <w:r>
        <w:rPr>
          <w:noProof/>
          <w:lang w:eastAsia="sl-SI"/>
        </w:rPr>
        <mc:AlternateContent>
          <mc:Choice Requires="wpc">
            <w:drawing>
              <wp:inline distT="0" distB="0" distL="0" distR="0" wp14:anchorId="48DC06C6" wp14:editId="3BFCBA5D">
                <wp:extent cx="5759021" cy="2409190"/>
                <wp:effectExtent l="0" t="0" r="0" b="0"/>
                <wp:docPr id="475" name="Platno 47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ln>
                      </wpc:whole>
                      <wpg:wgp>
                        <wpg:cNvPr id="1" name="Skupina 1"/>
                        <wpg:cNvGrpSpPr/>
                        <wpg:grpSpPr>
                          <a:xfrm>
                            <a:off x="2883826" y="434680"/>
                            <a:ext cx="543421" cy="1031307"/>
                            <a:chOff x="1201491" y="341668"/>
                            <a:chExt cx="543421" cy="1124354"/>
                          </a:xfrm>
                        </wpg:grpSpPr>
                        <wps:wsp>
                          <wps:cNvPr id="462" name="Raven povezovalnik 462"/>
                          <wps:cNvCnPr/>
                          <wps:spPr>
                            <a:xfrm>
                              <a:off x="1214708" y="341668"/>
                              <a:ext cx="530204" cy="1117734"/>
                            </a:xfrm>
                            <a:prstGeom prst="line">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474" name="Raven povezovalnik 474"/>
                          <wps:cNvCnPr/>
                          <wps:spPr>
                            <a:xfrm>
                              <a:off x="1201491" y="348288"/>
                              <a:ext cx="530204" cy="1117734"/>
                            </a:xfrm>
                            <a:prstGeom prst="line">
                              <a:avLst/>
                            </a:prstGeom>
                            <a:ln w="9525">
                              <a:solidFill>
                                <a:schemeClr val="tx1"/>
                              </a:solidFill>
                              <a:prstDash val="solid"/>
                            </a:ln>
                          </wps:spPr>
                          <wps:style>
                            <a:lnRef idx="1">
                              <a:schemeClr val="dk1"/>
                            </a:lnRef>
                            <a:fillRef idx="0">
                              <a:schemeClr val="dk1"/>
                            </a:fillRef>
                            <a:effectRef idx="0">
                              <a:schemeClr val="dk1"/>
                            </a:effectRef>
                            <a:fontRef idx="minor">
                              <a:schemeClr val="tx1"/>
                            </a:fontRef>
                          </wps:style>
                          <wps:bodyPr/>
                        </wps:wsp>
                      </wpg:wgp>
                      <wps:wsp>
                        <wps:cNvPr id="821" name="Pravokotnik 821"/>
                        <wps:cNvSpPr/>
                        <wps:spPr>
                          <a:xfrm>
                            <a:off x="3132560" y="1366162"/>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22" name="Pravokotnik 822"/>
                        <wps:cNvSpPr/>
                        <wps:spPr>
                          <a:xfrm>
                            <a:off x="3333526" y="1366162"/>
                            <a:ext cx="269875"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4" name="Raven povezovalnik 464"/>
                        <wps:cNvCnPr/>
                        <wps:spPr>
                          <a:xfrm>
                            <a:off x="3465365" y="1474112"/>
                            <a:ext cx="0" cy="190094"/>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23" name="Elipsa 823"/>
                        <wps:cNvSpPr/>
                        <wps:spPr>
                          <a:xfrm>
                            <a:off x="2695531" y="1943613"/>
                            <a:ext cx="358775" cy="3587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A2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708" name="Raven povezovalnik 708"/>
                        <wps:cNvCnPr/>
                        <wps:spPr>
                          <a:xfrm>
                            <a:off x="3471332" y="1044115"/>
                            <a:ext cx="458026"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709" name="Raven povezovalnik 709"/>
                        <wps:cNvCnPr/>
                        <wps:spPr>
                          <a:xfrm>
                            <a:off x="1839546" y="1044211"/>
                            <a:ext cx="956629"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710" name="Raven povezovalnik 710"/>
                        <wps:cNvCnPr/>
                        <wps:spPr>
                          <a:xfrm>
                            <a:off x="2796175" y="1044139"/>
                            <a:ext cx="675157"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g:wgp>
                        <wpg:cNvPr id="446" name="Skupina 446"/>
                        <wpg:cNvGrpSpPr/>
                        <wpg:grpSpPr>
                          <a:xfrm>
                            <a:off x="1981082" y="365353"/>
                            <a:ext cx="1798320" cy="91440"/>
                            <a:chOff x="8255" y="334645"/>
                            <a:chExt cx="1799590" cy="91440"/>
                          </a:xfrm>
                        </wpg:grpSpPr>
                        <wps:wsp>
                          <wps:cNvPr id="450" name="Raven povezovalnik 450"/>
                          <wps:cNvCnPr/>
                          <wps:spPr>
                            <a:xfrm>
                              <a:off x="8255" y="360647"/>
                              <a:ext cx="1799590"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51" name="Raven povezovalnik 451"/>
                          <wps:cNvCnPr/>
                          <wps:spPr>
                            <a:xfrm>
                              <a:off x="8255" y="403983"/>
                              <a:ext cx="179959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52" name="Elipsa 452"/>
                          <wps:cNvSpPr/>
                          <wps:spPr>
                            <a:xfrm>
                              <a:off x="861984" y="334645"/>
                              <a:ext cx="91440" cy="9144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g:wgp>
                        <wpg:cNvPr id="447" name="Skupina 447"/>
                        <wpg:cNvGrpSpPr/>
                        <wpg:grpSpPr>
                          <a:xfrm>
                            <a:off x="1972827" y="30708"/>
                            <a:ext cx="1800225" cy="90000"/>
                            <a:chOff x="0" y="0"/>
                            <a:chExt cx="2519826" cy="90000"/>
                          </a:xfrm>
                        </wpg:grpSpPr>
                        <wps:wsp>
                          <wps:cNvPr id="448" name="Raven povezovalnik 448"/>
                          <wps:cNvCnPr/>
                          <wps:spPr>
                            <a:xfrm>
                              <a:off x="0" y="45103"/>
                              <a:ext cx="2519826"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449" name="Elipsa 449"/>
                          <wps:cNvSpPr/>
                          <wps:spPr>
                            <a:xfrm>
                              <a:off x="1197533" y="0"/>
                              <a:ext cx="125886" cy="90000"/>
                            </a:xfrm>
                            <a:prstGeom prst="ellipse">
                              <a:avLst/>
                            </a:prstGeom>
                            <a:solidFill>
                              <a:schemeClr val="bg1"/>
                            </a:solid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wps:wsp>
                        <wps:cNvPr id="453" name="Polje z besedilom 389"/>
                        <wps:cNvSpPr txBox="1"/>
                        <wps:spPr>
                          <a:xfrm>
                            <a:off x="2565796" y="180000"/>
                            <a:ext cx="292100" cy="94615"/>
                          </a:xfrm>
                          <a:prstGeom prst="rect">
                            <a:avLst/>
                          </a:prstGeom>
                          <a:noFill/>
                          <a:ln w="3175">
                            <a:noFill/>
                          </a:ln>
                        </wps:spPr>
                        <wps:txbx>
                          <w:txbxContent>
                            <w:p w:rsidR="00B318BB" w:rsidRDefault="00B318BB" w:rsidP="00B318BB">
                              <w:pPr>
                                <w:jc w:val="center"/>
                                <w:rPr>
                                  <w:sz w:val="14"/>
                                  <w:szCs w:val="14"/>
                                </w:rPr>
                              </w:pPr>
                              <w:r>
                                <w:rPr>
                                  <w:sz w:val="14"/>
                                  <w:szCs w:val="14"/>
                                </w:rPr>
                                <w:t>ALI</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48DC06C6" id="Platno 475" o:spid="_x0000_s1125" editas="canvas" style="width:453.45pt;height:189.7pt;mso-position-horizontal-relative:char;mso-position-vertical-relative:line" coordsize="57588,24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">
                <v:shape id="_x0000_s1126" type="#_x0000_t75" style="position:absolute;width:57588;height:24091;visibility:visible;mso-wrap-style:square" strokeweight=".25pt">
                  <v:fill o:detectmouseclick="t"/>
                  <v:path o:connecttype="none"/>
                </v:shape>
                <v:group id="Skupina 1" o:spid="_x0000_s1127" style="position:absolute;left:28838;top:4346;width:5434;height:10313" coordorigin="12014,3416" coordsize="5434,1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line id="Raven povezovalnik 462" o:spid="_x0000_s1128" style="position:absolute;visibility:visible;mso-wrap-style:square" from="12147,3416" to="17449,14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" strokecolor="black [3213]">
                    <v:stroke dashstyle="dash" joinstyle="miter"/>
                  </v:line>
                  <v:line id="Raven povezovalnik 474" o:spid="_x0000_s1129" style="position:absolute;visibility:visible;mso-wrap-style:square" from="12014,3482" to="17316,1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" strokecolor="black [3213]">
                    <v:stroke joinstyle="miter"/>
                  </v:line>
                </v:group>
                <v:rect id="Pravokotnik 821" o:spid="_x0000_s1130" style="position:absolute;left:31325;top:13661;width:4750;height:4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" fillcolor="white [3212]" strokecolor="black [3213]" strokeweight="1pt"/>
                <v:rect id="Pravokotnik 822" o:spid="_x0000_s1131" style="position:absolute;left:33335;top:13661;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" fillcolor="black [3213]" strokecolor="black [3213]" strokeweight="1pt">
                  <v:fill r:id="rId12" o:title="" color2="white [3212]" type="pattern"/>
                </v:rect>
                <v:line id="Raven povezovalnik 464" o:spid="_x0000_s1132" style="position:absolute;visibility:visible;mso-wrap-style:square" from="34653,14741" to="34653,16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" strokecolor="black [3213]">
                  <v:stroke dashstyle="1 1" joinstyle="miter"/>
                </v:line>
                <v:oval id="Elipsa 823" o:spid="_x0000_s1133" style="position:absolute;left:26955;top:19436;width:3588;height:3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" filled="f" strokecolor="black [3213]">
                  <v:stroke joinstyle="miter"/>
                  <v:textbox inset="0,0,0,0">
                    <w:txbxContent>
                      <w:p w:rsidR="00B318BB" w:rsidRDefault="00B318BB" w:rsidP="00B318BB">
                        <w:pPr>
                          <w:jc w:val="center"/>
                          <w:rPr>
                            <w:color w:val="000000"/>
                            <w:szCs w:val="20"/>
                          </w:rPr>
                        </w:pPr>
                        <w:r>
                          <w:rPr>
                            <w:color w:val="000000"/>
                            <w:szCs w:val="20"/>
                          </w:rPr>
                          <w:t>A2</w:t>
                        </w:r>
                      </w:p>
                    </w:txbxContent>
                  </v:textbox>
                </v:oval>
                <v:line id="Raven povezovalnik 708" o:spid="_x0000_s1134" style="position:absolute;visibility:visible;mso-wrap-style:square" from="34713,10441" to="39293,10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" strokecolor="black [3200]" strokeweight=".5pt">
                  <v:stroke joinstyle="miter"/>
                </v:line>
                <v:line id="Raven povezovalnik 709" o:spid="_x0000_s1135" style="position:absolute;visibility:visible;mso-wrap-style:square" from="18395,10442" to="27961,1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" strokecolor="black [3200]" strokeweight=".5pt">
                  <v:stroke joinstyle="miter"/>
                </v:line>
                <v:line id="Raven povezovalnik 710" o:spid="_x0000_s1136" style="position:absolute;visibility:visible;mso-wrap-style:square" from="27961,10441" to="34713,104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" strokecolor="black [3213]" strokeweight=".5pt">
                  <v:stroke dashstyle="longDashDot" joinstyle="miter"/>
                </v:line>
                <v:group id="Skupina 446" o:spid="_x0000_s1137" style="position:absolute;left:19810;top:3653;width:17984;height:914" coordorigin="82,3346" coordsize="17995,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">
                  <v:line id="Raven povezovalnik 450" o:spid="_x0000_s1138" style="position:absolute;visibility:visible;mso-wrap-style:square" from="82,3606" to="18078,3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" strokecolor="black [3200]" strokeweight="2pt">
                    <v:stroke dashstyle="dash" joinstyle="miter"/>
                  </v:line>
                  <v:line id="Raven povezovalnik 451" o:spid="_x0000_s1139" style="position:absolute;visibility:visible;mso-wrap-style:square" from="82,4039" to="18078,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" strokecolor="black [3200]" strokeweight="2pt">
                    <v:stroke joinstyle="miter"/>
                  </v:line>
                  <v:oval id="Elipsa 452" o:spid="_x0000_s1140" style="position:absolute;left:8619;top:3346;width:915;height: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" fillcolor="white [3212]" strokecolor="black [3213]" strokeweight=".5pt">
                    <v:stroke joinstyle="miter"/>
                  </v:oval>
                </v:group>
                <v:group id="Skupina 447" o:spid="_x0000_s1141" style="position:absolute;left:19728;top:307;width:18002;height:900" coordsize="2519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line id="Raven povezovalnik 448" o:spid="_x0000_s1142" style="position:absolute;visibility:visible;mso-wrap-style:square" from="0,451" to="25198,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" strokecolor="black [3200]" strokeweight="2pt">
                    <v:stroke joinstyle="miter"/>
                  </v:line>
                  <v:oval id="Elipsa 449" o:spid="_x0000_s1143" style="position:absolute;left:11975;width:1259;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" fillcolor="white [3212]" strokecolor="black [3213]" strokeweight=".5pt">
                    <v:stroke joinstyle="miter"/>
                  </v:oval>
                </v:group>
                <v:shape id="Polje z besedilom 389" o:spid="_x0000_s1144" type="#_x0000_t202" style="position:absolute;left:25657;top:1800;width:2921;height:9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" filled="f" stroked="f" strokeweight=".25pt">
                  <v:textbox inset="0,0,0,0">
                    <w:txbxContent>
                      <w:p w:rsidR="00B318BB" w:rsidRDefault="00B318BB" w:rsidP="00B318BB">
                        <w:pPr>
                          <w:jc w:val="center"/>
                          <w:rPr>
                            <w:sz w:val="14"/>
                            <w:szCs w:val="14"/>
                          </w:rPr>
                        </w:pPr>
                        <w:r>
                          <w:rPr>
                            <w:sz w:val="14"/>
                            <w:szCs w:val="14"/>
                          </w:rPr>
                          <w:t>ALI</w:t>
                        </w:r>
                      </w:p>
                    </w:txbxContent>
                  </v:textbox>
                </v:shape>
                <w10:anchorlock/>
              </v:group>
            </w:pict>
          </mc:Fallback>
        </mc:AlternateContent>
      </w:r>
    </w:p>
    <w:p w:rsidR="00B318BB" w:rsidRPr="000C5322" w:rsidRDefault="00B318BB" w:rsidP="00B318BB">
      <w:pPr>
        <w:pStyle w:val="Naslov2"/>
      </w:pPr>
      <w:bookmarkStart w:id="45" w:name="_Toc421618449"/>
      <w:bookmarkStart w:id="46" w:name="_Toc101519033"/>
      <w:bookmarkStart w:id="47" w:name="_Toc101789185"/>
      <w:r>
        <w:t xml:space="preserve">Priključki tipa B </w:t>
      </w:r>
      <w:bookmarkStart w:id="48" w:name="_Hlk100664162"/>
      <w:r>
        <w:t>–</w:t>
      </w:r>
      <w:bookmarkEnd w:id="48"/>
      <w:r>
        <w:t xml:space="preserve"> skupinska stanovanjska gradnja</w:t>
      </w:r>
      <w:bookmarkEnd w:id="45"/>
      <w:bookmarkEnd w:id="46"/>
      <w:bookmarkEnd w:id="47"/>
    </w:p>
    <w:p w:rsidR="00B318BB" w:rsidRDefault="00B318BB" w:rsidP="00B318BB">
      <w:bookmarkStart w:id="49" w:name="_Toc404333137"/>
      <w:r>
        <w:t>N</w:t>
      </w:r>
      <w:r w:rsidRPr="00684480">
        <w:t>amenjeni</w:t>
      </w:r>
      <w:r>
        <w:t xml:space="preserve"> so</w:t>
      </w:r>
      <w:r w:rsidRPr="00684480">
        <w:t xml:space="preserve"> za priklj</w:t>
      </w:r>
      <w:r>
        <w:t>učevanje posameznih eno ali dvo</w:t>
      </w:r>
      <w:r w:rsidRPr="00684480">
        <w:t>stanovanjskih objektov,</w:t>
      </w:r>
      <w:r>
        <w:t xml:space="preserve"> ki se gradijo organizirano in tvorijo manjše zaselke ali stanovanjske soseske</w:t>
      </w:r>
      <w:r w:rsidRPr="00684480">
        <w:t>.</w:t>
      </w:r>
      <w:bookmarkEnd w:id="49"/>
    </w:p>
    <w:p w:rsidR="00B318BB" w:rsidRDefault="00B318BB" w:rsidP="00B318BB"/>
    <w:p w:rsidR="00B318BB" w:rsidRDefault="00B318BB" w:rsidP="00B318BB">
      <w:r w:rsidRPr="005C60F6">
        <w:t>P</w:t>
      </w:r>
      <w:r>
        <w:t xml:space="preserve">MO </w:t>
      </w:r>
      <w:r w:rsidRPr="005C60F6">
        <w:t>se postavlja na parcelni meji</w:t>
      </w:r>
      <w:r>
        <w:t xml:space="preserve"> </w:t>
      </w:r>
      <w:r w:rsidRPr="00D95F1D">
        <w:t>skladno z dokazili, ki izkazujejo pravico graditi</w:t>
      </w:r>
      <w:r>
        <w:t>.</w:t>
      </w:r>
      <w:r w:rsidRPr="005C60F6">
        <w:t xml:space="preserve"> </w:t>
      </w:r>
      <w:r>
        <w:t xml:space="preserve">Omarica mora biti </w:t>
      </w:r>
      <w:r w:rsidR="00D95F1D">
        <w:t xml:space="preserve">na </w:t>
      </w:r>
      <w:r>
        <w:t>stalno dostopn</w:t>
      </w:r>
      <w:r w:rsidR="00D95F1D">
        <w:t>em mestu</w:t>
      </w:r>
      <w:r w:rsidRPr="005C60F6">
        <w:t>.</w:t>
      </w:r>
    </w:p>
    <w:p w:rsidR="00B318BB" w:rsidRDefault="00B318BB" w:rsidP="00B318BB"/>
    <w:p w:rsidR="00B318BB" w:rsidRDefault="00B318BB" w:rsidP="00B318BB">
      <w:r>
        <w:t>Glavni vod</w:t>
      </w:r>
      <w:r w:rsidRPr="005C60F6">
        <w:t xml:space="preserve"> </w:t>
      </w:r>
      <w:r>
        <w:t>iz</w:t>
      </w:r>
      <w:r w:rsidRPr="005C60F6">
        <w:t xml:space="preserve"> TP </w:t>
      </w:r>
      <w:r>
        <w:t>do</w:t>
      </w:r>
      <w:r w:rsidRPr="005C60F6">
        <w:t xml:space="preserve"> RO </w:t>
      </w:r>
      <w:r>
        <w:t>predstavlja</w:t>
      </w:r>
      <w:r w:rsidRPr="005C60F6">
        <w:t xml:space="preserve"> zemeljski kab</w:t>
      </w:r>
      <w:r>
        <w:t xml:space="preserve">el </w:t>
      </w:r>
      <w:r w:rsidRPr="005C60F6">
        <w:t>pre</w:t>
      </w:r>
      <w:r>
        <w:t>seka</w:t>
      </w:r>
      <w:r w:rsidRPr="005C60F6">
        <w:t xml:space="preserve"> </w:t>
      </w:r>
      <w:r>
        <w:t>najmanj 150 mm</w:t>
      </w:r>
      <w:r w:rsidRPr="00A51019">
        <w:rPr>
          <w:vertAlign w:val="superscript"/>
        </w:rPr>
        <w:t>2</w:t>
      </w:r>
      <w:r>
        <w:t>.</w:t>
      </w:r>
    </w:p>
    <w:p w:rsidR="00B318BB" w:rsidRDefault="00B318BB" w:rsidP="00B318BB"/>
    <w:p w:rsidR="00B318BB" w:rsidRPr="00E3439C" w:rsidRDefault="00B318BB" w:rsidP="00B318BB">
      <w:pPr>
        <w:rPr>
          <w:bCs/>
        </w:rPr>
      </w:pPr>
      <w:r w:rsidRPr="005C60F6">
        <w:rPr>
          <w:bCs/>
        </w:rPr>
        <w:t>Glavni vod</w:t>
      </w:r>
      <w:r>
        <w:rPr>
          <w:bCs/>
        </w:rPr>
        <w:t>i,</w:t>
      </w:r>
      <w:r w:rsidRPr="005C60F6">
        <w:rPr>
          <w:bCs/>
        </w:rPr>
        <w:t xml:space="preserve"> RO</w:t>
      </w:r>
      <w:r>
        <w:rPr>
          <w:bCs/>
        </w:rPr>
        <w:t xml:space="preserve"> in PRMO</w:t>
      </w:r>
      <w:r w:rsidRPr="005C60F6">
        <w:rPr>
          <w:bCs/>
        </w:rPr>
        <w:t xml:space="preserve"> so sestavni deli </w:t>
      </w:r>
      <w:r>
        <w:rPr>
          <w:bCs/>
        </w:rPr>
        <w:t>DO</w:t>
      </w:r>
      <w:r w:rsidRPr="005C60F6">
        <w:rPr>
          <w:bCs/>
        </w:rPr>
        <w:t>.</w:t>
      </w:r>
    </w:p>
    <w:p w:rsidR="00B318BB" w:rsidRDefault="00B318BB" w:rsidP="00B318BB">
      <w:pPr>
        <w:pStyle w:val="Naslov3"/>
      </w:pPr>
      <w:bookmarkStart w:id="50" w:name="_Toc421618450"/>
      <w:bookmarkStart w:id="51" w:name="_Toc101519034"/>
      <w:bookmarkStart w:id="52" w:name="_Toc101789186"/>
      <w:r>
        <w:t>Tipska izvedba B1</w:t>
      </w:r>
      <w:bookmarkEnd w:id="50"/>
      <w:r>
        <w:t xml:space="preserve"> </w:t>
      </w:r>
      <w:r w:rsidRPr="00A000D7">
        <w:t>–</w:t>
      </w:r>
      <w:r>
        <w:t xml:space="preserve"> individualni priključki</w:t>
      </w:r>
      <w:r w:rsidRPr="00A000D7">
        <w:t>–</w:t>
      </w:r>
      <w:r>
        <w:t>radialni priklop</w:t>
      </w:r>
      <w:bookmarkEnd w:id="51"/>
      <w:bookmarkEnd w:id="52"/>
    </w:p>
    <w:p w:rsidR="00B318BB" w:rsidRDefault="00B318BB" w:rsidP="00B318BB">
      <w:pPr>
        <w:rPr>
          <w:bCs/>
        </w:rPr>
      </w:pPr>
      <w:r w:rsidRPr="005C60F6">
        <w:rPr>
          <w:bCs/>
        </w:rPr>
        <w:t xml:space="preserve">Priključno mesto se nahaja </w:t>
      </w:r>
      <w:r>
        <w:rPr>
          <w:bCs/>
        </w:rPr>
        <w:t xml:space="preserve">v </w:t>
      </w:r>
      <w:r w:rsidRPr="005C60F6">
        <w:rPr>
          <w:bCs/>
        </w:rPr>
        <w:t>RO</w:t>
      </w:r>
      <w:r>
        <w:rPr>
          <w:bCs/>
        </w:rPr>
        <w:t xml:space="preserve"> ali PRMO.</w:t>
      </w:r>
    </w:p>
    <w:p w:rsidR="00B318BB" w:rsidRDefault="00B318BB" w:rsidP="00B318BB">
      <w:pPr>
        <w:rPr>
          <w:bCs/>
        </w:rPr>
      </w:pPr>
    </w:p>
    <w:p w:rsidR="00B318BB" w:rsidRDefault="00B318BB" w:rsidP="00B318BB">
      <w:r w:rsidRPr="00847E57">
        <w:t>Prevzemno-predajno mesto</w:t>
      </w:r>
      <w:r>
        <w:t xml:space="preserve"> (</w:t>
      </w:r>
      <w:r w:rsidRPr="00847E57">
        <w:t>hkrati tudi merilno mesto</w:t>
      </w:r>
      <w:r>
        <w:t>)</w:t>
      </w:r>
      <w:r w:rsidRPr="00847E57">
        <w:t xml:space="preserve"> se nahaja v PMO</w:t>
      </w:r>
      <w:r>
        <w:t xml:space="preserve"> ali PRMO.</w:t>
      </w:r>
    </w:p>
    <w:p w:rsidR="00B318BB" w:rsidRPr="009508C8" w:rsidRDefault="00B318BB" w:rsidP="00B318BB"/>
    <w:p w:rsidR="00B318BB" w:rsidRDefault="00B318BB" w:rsidP="00B318BB">
      <w:r w:rsidRPr="005C60F6">
        <w:lastRenderedPageBreak/>
        <w:t>Za povezave med RO</w:t>
      </w:r>
      <w:r>
        <w:t xml:space="preserve"> in PRMO</w:t>
      </w:r>
      <w:r w:rsidRPr="005C60F6">
        <w:t xml:space="preserve"> se uporab</w:t>
      </w:r>
      <w:r>
        <w:t>ljajo</w:t>
      </w:r>
      <w:r w:rsidRPr="005C60F6">
        <w:t xml:space="preserve"> zemeljski kab</w:t>
      </w:r>
      <w:r>
        <w:t>li</w:t>
      </w:r>
      <w:r w:rsidRPr="005C60F6">
        <w:t xml:space="preserve"> pre</w:t>
      </w:r>
      <w:r>
        <w:t>seka</w:t>
      </w:r>
      <w:r w:rsidRPr="005C60F6">
        <w:t xml:space="preserve"> </w:t>
      </w:r>
      <w:r>
        <w:t xml:space="preserve">od </w:t>
      </w:r>
      <w:r w:rsidRPr="005C60F6">
        <w:t>70</w:t>
      </w:r>
      <w:r>
        <w:t xml:space="preserve"> do 240 mm</w:t>
      </w:r>
      <w:r w:rsidRPr="00685BD7">
        <w:rPr>
          <w:vertAlign w:val="superscript"/>
        </w:rPr>
        <w:t>2</w:t>
      </w:r>
      <w:r>
        <w:t>.</w:t>
      </w:r>
    </w:p>
    <w:p w:rsidR="00B318BB" w:rsidRPr="00ED05D2" w:rsidRDefault="00B318BB" w:rsidP="00B318BB"/>
    <w:p w:rsidR="00B318BB" w:rsidRDefault="00B318BB" w:rsidP="00B318BB">
      <w:pPr>
        <w:rPr>
          <w:bCs/>
        </w:rPr>
      </w:pPr>
      <w:r w:rsidRPr="005C60F6">
        <w:rPr>
          <w:bCs/>
        </w:rPr>
        <w:t>Priključ</w:t>
      </w:r>
      <w:r>
        <w:rPr>
          <w:bCs/>
        </w:rPr>
        <w:t>ni vodi</w:t>
      </w:r>
      <w:r w:rsidRPr="005C60F6">
        <w:rPr>
          <w:bCs/>
        </w:rPr>
        <w:t xml:space="preserve"> </w:t>
      </w:r>
      <w:r w:rsidRPr="005C60F6">
        <w:t>objekt</w:t>
      </w:r>
      <w:r>
        <w:t>ov</w:t>
      </w:r>
      <w:r w:rsidRPr="005C60F6">
        <w:t xml:space="preserve"> </w:t>
      </w:r>
      <w:r w:rsidRPr="005C60F6">
        <w:rPr>
          <w:bCs/>
        </w:rPr>
        <w:t>se izvede</w:t>
      </w:r>
      <w:r>
        <w:rPr>
          <w:bCs/>
        </w:rPr>
        <w:t>jo</w:t>
      </w:r>
      <w:r w:rsidRPr="005C60F6">
        <w:rPr>
          <w:bCs/>
        </w:rPr>
        <w:t xml:space="preserve"> z zemeljskim</w:t>
      </w:r>
      <w:r>
        <w:rPr>
          <w:bCs/>
        </w:rPr>
        <w:t>i</w:t>
      </w:r>
      <w:r w:rsidRPr="005C60F6">
        <w:rPr>
          <w:bCs/>
        </w:rPr>
        <w:t xml:space="preserve"> kabl</w:t>
      </w:r>
      <w:r>
        <w:rPr>
          <w:bCs/>
        </w:rPr>
        <w:t>i</w:t>
      </w:r>
      <w:r w:rsidRPr="005C60F6">
        <w:rPr>
          <w:bCs/>
        </w:rPr>
        <w:t xml:space="preserve"> najmanjšega </w:t>
      </w:r>
      <w:r>
        <w:rPr>
          <w:bCs/>
        </w:rPr>
        <w:t>presek</w:t>
      </w:r>
      <w:r w:rsidRPr="005C60F6">
        <w:rPr>
          <w:bCs/>
        </w:rPr>
        <w:t>a 35 mm</w:t>
      </w:r>
      <w:r w:rsidRPr="005C60F6">
        <w:rPr>
          <w:bCs/>
          <w:vertAlign w:val="superscript"/>
        </w:rPr>
        <w:t>2</w:t>
      </w:r>
      <w:r>
        <w:rPr>
          <w:bCs/>
        </w:rPr>
        <w:t>.</w:t>
      </w:r>
    </w:p>
    <w:p w:rsidR="00B318BB" w:rsidRDefault="00B318BB" w:rsidP="00B318BB">
      <w:pPr>
        <w:rPr>
          <w:bCs/>
        </w:rPr>
      </w:pPr>
    </w:p>
    <w:p w:rsidR="00B318BB" w:rsidRDefault="00B318BB" w:rsidP="00B318BB">
      <w:pPr>
        <w:rPr>
          <w:bCs/>
        </w:rPr>
      </w:pPr>
      <w:r w:rsidRPr="005C60F6">
        <w:rPr>
          <w:bCs/>
        </w:rPr>
        <w:t xml:space="preserve">Sestavna dela priključka uporabnika sta </w:t>
      </w:r>
      <w:r>
        <w:rPr>
          <w:bCs/>
        </w:rPr>
        <w:t xml:space="preserve">v primeru priključnega mesta v RO </w:t>
      </w:r>
      <w:r w:rsidRPr="005C60F6">
        <w:rPr>
          <w:bCs/>
        </w:rPr>
        <w:t xml:space="preserve">priključni vod </w:t>
      </w:r>
      <w:r>
        <w:rPr>
          <w:bCs/>
        </w:rPr>
        <w:t>od priključnega mesta</w:t>
      </w:r>
      <w:r w:rsidRPr="005C60F6">
        <w:rPr>
          <w:bCs/>
        </w:rPr>
        <w:t xml:space="preserve"> do </w:t>
      </w:r>
      <w:r>
        <w:rPr>
          <w:bCs/>
        </w:rPr>
        <w:t>prevzemno-predajnega mesta</w:t>
      </w:r>
      <w:r w:rsidRPr="00847E57">
        <w:t xml:space="preserve"> in</w:t>
      </w:r>
      <w:r>
        <w:t xml:space="preserve"> PMO</w:t>
      </w:r>
      <w:r>
        <w:rPr>
          <w:bCs/>
        </w:rPr>
        <w:t xml:space="preserve">. PMO je lahko tudi </w:t>
      </w:r>
      <w:r w:rsidRPr="005C60F6">
        <w:rPr>
          <w:bCs/>
        </w:rPr>
        <w:t>sestavni del ograj</w:t>
      </w:r>
      <w:r>
        <w:rPr>
          <w:bCs/>
        </w:rPr>
        <w:t>e,</w:t>
      </w:r>
      <w:r w:rsidRPr="005C60F6">
        <w:rPr>
          <w:bCs/>
        </w:rPr>
        <w:t xml:space="preserve"> v tem primeru </w:t>
      </w:r>
      <w:r>
        <w:rPr>
          <w:bCs/>
        </w:rPr>
        <w:t xml:space="preserve">se </w:t>
      </w:r>
      <w:r w:rsidRPr="005C60F6">
        <w:rPr>
          <w:bCs/>
        </w:rPr>
        <w:t>uporabi PMO</w:t>
      </w:r>
      <w:r>
        <w:rPr>
          <w:bCs/>
        </w:rPr>
        <w:t>, ki ustreza izvedbi ograje.</w:t>
      </w:r>
    </w:p>
    <w:p w:rsidR="00B318BB" w:rsidRDefault="00B318BB" w:rsidP="00B318BB">
      <w:pPr>
        <w:rPr>
          <w:bCs/>
        </w:rPr>
      </w:pPr>
    </w:p>
    <w:p w:rsidR="00B318BB" w:rsidRDefault="00B318BB" w:rsidP="00B318BB">
      <w:pPr>
        <w:rPr>
          <w:bCs/>
        </w:rPr>
      </w:pPr>
      <w:r>
        <w:rPr>
          <w:bCs/>
        </w:rPr>
        <w:t xml:space="preserve">V primeru priključevanja v PRMO priključek predstavlja priključno-merilni del, vključno z </w:t>
      </w:r>
      <w:proofErr w:type="spellStart"/>
      <w:r>
        <w:rPr>
          <w:bCs/>
        </w:rPr>
        <w:t>varovalčnim</w:t>
      </w:r>
      <w:proofErr w:type="spellEnd"/>
      <w:r>
        <w:rPr>
          <w:bCs/>
        </w:rPr>
        <w:t xml:space="preserve"> ločilnikom, na katerega je merilno mesto priključeno.</w:t>
      </w:r>
    </w:p>
    <w:p w:rsidR="00B318BB" w:rsidRPr="009A389E" w:rsidRDefault="00B318BB" w:rsidP="00B318BB">
      <w:pPr>
        <w:rPr>
          <w:bCs/>
        </w:rPr>
      </w:pPr>
    </w:p>
    <w:p w:rsidR="00B318BB" w:rsidRPr="005C60F6" w:rsidRDefault="00B318BB" w:rsidP="00B318BB">
      <w:pPr>
        <w:spacing w:after="120"/>
      </w:pPr>
      <w:r>
        <w:t>PRMO</w:t>
      </w:r>
      <w:r w:rsidRPr="005C60F6">
        <w:t xml:space="preserve"> se </w:t>
      </w:r>
      <w:r>
        <w:t xml:space="preserve">lahko </w:t>
      </w:r>
      <w:r w:rsidRPr="005C60F6">
        <w:t>postavlja na parcelni meji</w:t>
      </w:r>
      <w:r>
        <w:t xml:space="preserve"> </w:t>
      </w:r>
      <w:r w:rsidR="00D95F1D" w:rsidRPr="00D95F1D">
        <w:t>skladno z dokazili, ki izkazujejo pravico graditi</w:t>
      </w:r>
      <w:r>
        <w:t>. Umeščanje omarice mora upoštevati oddaljenost do posameznih odjemalcev.</w:t>
      </w:r>
      <w:r w:rsidRPr="005C60F6">
        <w:t xml:space="preserve"> </w:t>
      </w:r>
      <w:r>
        <w:t xml:space="preserve">Omarica je </w:t>
      </w:r>
      <w:r w:rsidRPr="005C60F6">
        <w:t>lahko se</w:t>
      </w:r>
      <w:r>
        <w:t xml:space="preserve">stavni del ograje in mora biti </w:t>
      </w:r>
      <w:r w:rsidR="00D95F1D">
        <w:t xml:space="preserve">na </w:t>
      </w:r>
      <w:r>
        <w:t>stalno dostopn</w:t>
      </w:r>
      <w:r w:rsidR="00D95F1D">
        <w:t>em mestu</w:t>
      </w:r>
      <w:r w:rsidRPr="005C60F6">
        <w:t>.</w:t>
      </w:r>
      <w:r>
        <w:t xml:space="preserve"> Merilni del omarice PRMO mora ustrezati zahtevam tipizacije merilnih mest in mora biti ločen s pregrado od dela omarice, ki ima razdelilno ali priključno funkcijo.</w:t>
      </w:r>
    </w:p>
    <w:p w:rsidR="00B318BB" w:rsidRPr="00425267" w:rsidRDefault="00B318BB" w:rsidP="00B318BB">
      <w:pPr>
        <w:jc w:val="center"/>
        <w:rPr>
          <w:bCs/>
        </w:rPr>
      </w:pPr>
      <w:r>
        <w:rPr>
          <w:noProof/>
          <w:lang w:eastAsia="sl-SI"/>
        </w:rPr>
        <mc:AlternateContent>
          <mc:Choice Requires="wpc">
            <w:drawing>
              <wp:inline distT="0" distB="0" distL="0" distR="0" wp14:anchorId="698652DB" wp14:editId="612589ED">
                <wp:extent cx="5761580" cy="2389505"/>
                <wp:effectExtent l="0" t="0" r="0" b="0"/>
                <wp:docPr id="318" name="Platno 3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279" name="Raven povezovalnik 279"/>
                        <wps:cNvCnPr/>
                        <wps:spPr>
                          <a:xfrm>
                            <a:off x="270575" y="238197"/>
                            <a:ext cx="2155918"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281" name="Pravokotnik 281"/>
                        <wps:cNvSpPr/>
                        <wps:spPr>
                          <a:xfrm>
                            <a:off x="1234771" y="190823"/>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aven povezovalnik 282"/>
                        <wps:cNvCnPr/>
                        <wps:spPr>
                          <a:xfrm>
                            <a:off x="270578" y="875301"/>
                            <a:ext cx="2139947"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306" name="Pravokotnik 306"/>
                        <wps:cNvSpPr/>
                        <wps:spPr>
                          <a:xfrm>
                            <a:off x="1877531" y="1254481"/>
                            <a:ext cx="475544"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Raven povezovalnik 307"/>
                        <wps:cNvCnPr/>
                        <wps:spPr>
                          <a:xfrm>
                            <a:off x="2118555" y="875130"/>
                            <a:ext cx="225" cy="37935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308" name="Pravokotnik 308"/>
                        <wps:cNvSpPr/>
                        <wps:spPr>
                          <a:xfrm>
                            <a:off x="1983854" y="764201"/>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Kolenski povezovalnik 287"/>
                        <wps:cNvCnPr/>
                        <wps:spPr>
                          <a:xfrm rot="16200000" flipH="1">
                            <a:off x="1559300" y="207407"/>
                            <a:ext cx="465263" cy="648000"/>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826" name="Pravokotnik 826"/>
                        <wps:cNvSpPr/>
                        <wps:spPr>
                          <a:xfrm flipH="1">
                            <a:off x="1134242" y="1254481"/>
                            <a:ext cx="475544"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7" name="Raven povezovalnik 827"/>
                        <wps:cNvCnPr/>
                        <wps:spPr>
                          <a:xfrm flipH="1">
                            <a:off x="1368537" y="875130"/>
                            <a:ext cx="225" cy="37935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28" name="Pravokotnik 828"/>
                        <wps:cNvSpPr/>
                        <wps:spPr>
                          <a:xfrm flipH="1">
                            <a:off x="1234098" y="764201"/>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9" name="Kolenski povezovalnik 287"/>
                        <wps:cNvCnPr>
                          <a:stCxn id="281" idx="2"/>
                          <a:endCxn id="828" idx="0"/>
                        </wps:cNvCnPr>
                        <wps:spPr>
                          <a:xfrm rot="5400000">
                            <a:off x="1136746" y="531176"/>
                            <a:ext cx="465378" cy="673"/>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g:wgp>
                        <wpg:cNvPr id="830" name="Skupina 830"/>
                        <wpg:cNvGrpSpPr/>
                        <wpg:grpSpPr>
                          <a:xfrm flipH="1">
                            <a:off x="397521" y="298775"/>
                            <a:ext cx="885143" cy="1430353"/>
                            <a:chOff x="2739894" y="194660"/>
                            <a:chExt cx="885143" cy="1430353"/>
                          </a:xfrm>
                        </wpg:grpSpPr>
                        <wps:wsp>
                          <wps:cNvPr id="831" name="Pravokotnik 831"/>
                          <wps:cNvSpPr/>
                          <wps:spPr>
                            <a:xfrm>
                              <a:off x="3149493" y="1150366"/>
                              <a:ext cx="475544"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2" name="Raven povezovalnik 832"/>
                          <wps:cNvCnPr/>
                          <wps:spPr>
                            <a:xfrm>
                              <a:off x="3390517" y="771015"/>
                              <a:ext cx="225" cy="37935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33" name="Pravokotnik 833"/>
                          <wps:cNvSpPr/>
                          <wps:spPr>
                            <a:xfrm>
                              <a:off x="3255816" y="660086"/>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4" name="Kolenski povezovalnik 287"/>
                          <wps:cNvCnPr/>
                          <wps:spPr>
                            <a:xfrm rot="16200000" flipH="1">
                              <a:off x="2831262" y="103292"/>
                              <a:ext cx="465263" cy="648000"/>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g:wgp>
                      <wps:wsp>
                        <wps:cNvPr id="855" name="Raven povezovalnik 855"/>
                        <wps:cNvCnPr/>
                        <wps:spPr>
                          <a:xfrm flipH="1">
                            <a:off x="1001985" y="875326"/>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856" name="Raven povezovalnik 856"/>
                        <wps:cNvCnPr/>
                        <wps:spPr>
                          <a:xfrm flipH="1">
                            <a:off x="1744193" y="875326"/>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487" name="Raven povezovalnik 487"/>
                        <wps:cNvCnPr/>
                        <wps:spPr>
                          <a:xfrm>
                            <a:off x="3187800" y="230801"/>
                            <a:ext cx="2139950"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89" name="Raven povezovalnik 489"/>
                        <wps:cNvCnPr/>
                        <wps:spPr>
                          <a:xfrm>
                            <a:off x="3187800" y="867706"/>
                            <a:ext cx="2139315"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493" name="Pravokotnik 493"/>
                        <wps:cNvSpPr/>
                        <wps:spPr>
                          <a:xfrm>
                            <a:off x="4794985" y="1246801"/>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4" name="Kolenski povezovalnik 287"/>
                        <wps:cNvCnPr/>
                        <wps:spPr>
                          <a:xfrm rot="16200000" flipH="1">
                            <a:off x="4231423" y="445113"/>
                            <a:ext cx="955040" cy="647065"/>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95" name="Pravokotnik 495"/>
                        <wps:cNvSpPr/>
                        <wps:spPr>
                          <a:xfrm flipH="1">
                            <a:off x="4051400" y="1246801"/>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6" name="Kolenski povezovalnik 287"/>
                        <wps:cNvCnPr/>
                        <wps:spPr>
                          <a:xfrm rot="16200000" flipH="1">
                            <a:off x="3810418" y="767693"/>
                            <a:ext cx="955040" cy="1905"/>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97" name="Pravokotnik 497"/>
                        <wps:cNvSpPr/>
                        <wps:spPr>
                          <a:xfrm flipH="1">
                            <a:off x="3314800" y="1246801"/>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8" name="Kolenski povezovalnik 287"/>
                        <wps:cNvCnPr/>
                        <wps:spPr>
                          <a:xfrm rot="5400000">
                            <a:off x="3398303" y="445113"/>
                            <a:ext cx="955040" cy="647065"/>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99" name="Raven povezovalnik 499"/>
                        <wps:cNvCnPr/>
                        <wps:spPr>
                          <a:xfrm flipH="1">
                            <a:off x="3920590" y="867706"/>
                            <a:ext cx="0" cy="949960"/>
                          </a:xfrm>
                          <a:prstGeom prst="line">
                            <a:avLst/>
                          </a:prstGeom>
                        </wps:spPr>
                        <wps:style>
                          <a:lnRef idx="1">
                            <a:schemeClr val="dk1"/>
                          </a:lnRef>
                          <a:fillRef idx="0">
                            <a:schemeClr val="dk1"/>
                          </a:fillRef>
                          <a:effectRef idx="0">
                            <a:schemeClr val="dk1"/>
                          </a:effectRef>
                          <a:fontRef idx="minor">
                            <a:schemeClr val="tx1"/>
                          </a:fontRef>
                        </wps:style>
                        <wps:bodyPr/>
                      </wps:wsp>
                      <wps:wsp>
                        <wps:cNvPr id="500" name="Raven povezovalnik 500"/>
                        <wps:cNvCnPr/>
                        <wps:spPr>
                          <a:xfrm flipH="1">
                            <a:off x="4663540" y="867706"/>
                            <a:ext cx="0" cy="949960"/>
                          </a:xfrm>
                          <a:prstGeom prst="line">
                            <a:avLst/>
                          </a:prstGeom>
                        </wps:spPr>
                        <wps:style>
                          <a:lnRef idx="1">
                            <a:schemeClr val="dk1"/>
                          </a:lnRef>
                          <a:fillRef idx="0">
                            <a:schemeClr val="dk1"/>
                          </a:fillRef>
                          <a:effectRef idx="0">
                            <a:schemeClr val="dk1"/>
                          </a:effectRef>
                          <a:fontRef idx="minor">
                            <a:schemeClr val="tx1"/>
                          </a:fontRef>
                        </wps:style>
                        <wps:bodyPr/>
                      </wps:wsp>
                      <wpg:wgp>
                        <wpg:cNvPr id="501" name="Skupina 501"/>
                        <wpg:cNvGrpSpPr/>
                        <wpg:grpSpPr>
                          <a:xfrm>
                            <a:off x="4154270" y="180001"/>
                            <a:ext cx="269875" cy="111125"/>
                            <a:chOff x="839470" y="0"/>
                            <a:chExt cx="269875" cy="111760"/>
                          </a:xfrm>
                        </wpg:grpSpPr>
                        <wps:wsp>
                          <wps:cNvPr id="502" name="Pravokotnik 502"/>
                          <wps:cNvSpPr/>
                          <wps:spPr>
                            <a:xfrm>
                              <a:off x="839470" y="3810"/>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03" name="Raven povezovalnik 503"/>
                          <wps:cNvCnPr/>
                          <wps:spPr>
                            <a:xfrm>
                              <a:off x="839470" y="55881"/>
                              <a:ext cx="269875" cy="0"/>
                            </a:xfrm>
                            <a:prstGeom prst="line">
                              <a:avLst/>
                            </a:prstGeom>
                          </wps:spPr>
                          <wps:style>
                            <a:lnRef idx="1">
                              <a:schemeClr val="dk1"/>
                            </a:lnRef>
                            <a:fillRef idx="0">
                              <a:schemeClr val="dk1"/>
                            </a:fillRef>
                            <a:effectRef idx="0">
                              <a:schemeClr val="dk1"/>
                            </a:effectRef>
                            <a:fontRef idx="minor">
                              <a:schemeClr val="tx1"/>
                            </a:fontRef>
                          </wps:style>
                          <wps:bodyPr/>
                        </wps:wsp>
                        <wps:wsp>
                          <wps:cNvPr id="504" name="Raven povezovalnik 504"/>
                          <wps:cNvCnPr/>
                          <wps:spPr>
                            <a:xfrm>
                              <a:off x="929005" y="0"/>
                              <a:ext cx="0" cy="107950"/>
                            </a:xfrm>
                            <a:prstGeom prst="line">
                              <a:avLst/>
                            </a:prstGeom>
                          </wps:spPr>
                          <wps:style>
                            <a:lnRef idx="1">
                              <a:schemeClr val="dk1"/>
                            </a:lnRef>
                            <a:fillRef idx="0">
                              <a:schemeClr val="dk1"/>
                            </a:fillRef>
                            <a:effectRef idx="0">
                              <a:schemeClr val="dk1"/>
                            </a:effectRef>
                            <a:fontRef idx="minor">
                              <a:schemeClr val="tx1"/>
                            </a:fontRef>
                          </wps:style>
                          <wps:bodyPr/>
                        </wps:wsp>
                        <wps:wsp>
                          <wps:cNvPr id="505" name="Raven povezovalnik 505"/>
                          <wps:cNvCnPr/>
                          <wps:spPr>
                            <a:xfrm>
                              <a:off x="1018540" y="3297"/>
                              <a:ext cx="0" cy="107950"/>
                            </a:xfrm>
                            <a:prstGeom prst="line">
                              <a:avLst/>
                            </a:prstGeom>
                          </wps:spPr>
                          <wps:style>
                            <a:lnRef idx="1">
                              <a:schemeClr val="dk1"/>
                            </a:lnRef>
                            <a:fillRef idx="0">
                              <a:schemeClr val="dk1"/>
                            </a:fillRef>
                            <a:effectRef idx="0">
                              <a:schemeClr val="dk1"/>
                            </a:effectRef>
                            <a:fontRef idx="minor">
                              <a:schemeClr val="tx1"/>
                            </a:fontRef>
                          </wps:style>
                          <wps:bodyPr/>
                        </wps:wsp>
                      </wpg:wgp>
                      <wps:wsp>
                        <wps:cNvPr id="511" name="Elipsa 511"/>
                        <wps:cNvSpPr/>
                        <wps:spPr>
                          <a:xfrm>
                            <a:off x="2703243" y="1981643"/>
                            <a:ext cx="359410" cy="3587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B1</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698652DB" id="Platno 318" o:spid="_x0000_s1145" editas="canvas" style="width:453.65pt;height:188.15pt;mso-position-horizontal-relative:char;mso-position-vertical-relative:line" coordsize="57613,23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">
                <v:shape id="_x0000_s1146" type="#_x0000_t75" style="position:absolute;width:57613;height:23895;visibility:visible;mso-wrap-style:square" strokeweight=".25pt">
                  <v:fill o:detectmouseclick="t"/>
                  <v:stroke joinstyle="bevel"/>
                  <v:path o:connecttype="none"/>
                </v:shape>
                <v:line id="Raven povezovalnik 279" o:spid="_x0000_s1147" style="position:absolute;visibility:visible;mso-wrap-style:square" from="2705,2381" to="24264,2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" strokecolor="black [3200]" strokeweight="2pt">
                  <v:stroke dashstyle="dash" joinstyle="miter"/>
                </v:line>
                <v:rect id="Pravokotnik 281" o:spid="_x0000_s1148" style="position:absolute;left:12347;top:1908;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" fillcolor="white [3212]" strokecolor="black [3213]" strokeweight="1pt"/>
                <v:line id="Raven povezovalnik 282" o:spid="_x0000_s1149" style="position:absolute;visibility:visible;mso-wrap-style:square" from="2705,8753" to="24105,8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" strokecolor="black [3200]" strokeweight=".5pt">
                  <v:stroke joinstyle="miter"/>
                </v:line>
                <v:rect id="Pravokotnik 306" o:spid="_x0000_s1150" style="position:absolute;left:18775;top:12544;width:4755;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" fillcolor="white [3212]" strokecolor="black [3213]" strokeweight="1pt"/>
                <v:line id="Raven povezovalnik 307" o:spid="_x0000_s1151" style="position:absolute;visibility:visible;mso-wrap-style:square" from="21185,8751" to="21187,1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" strokecolor="black [3213]">
                  <v:stroke dashstyle="1 1" joinstyle="miter"/>
                </v:line>
                <v:rect id="Pravokotnik 308" o:spid="_x0000_s1152" style="position:absolute;left:19838;top:7642;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" fillcolor="black [3213]" strokecolor="black [3213]" strokeweight="1pt">
                  <v:fill r:id="rId12" o:title="" color2="white [3212]" type="pattern"/>
                </v:rect>
                <v:shape id="Kolenski povezovalnik 287" o:spid="_x0000_s1153" type="#_x0000_t34" style="position:absolute;left:15592;top:2074;width:4653;height:64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" strokecolor="black [3213]">
                  <v:stroke dashstyle="dash"/>
                </v:shape>
                <v:rect id="Pravokotnik 826" o:spid="_x0000_s1154" style="position:absolute;left:11342;top:12544;width:4755;height:474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" fillcolor="white [3212]" strokecolor="black [3213]" strokeweight="1pt"/>
                <v:line id="Raven povezovalnik 827" o:spid="_x0000_s1155" style="position:absolute;flip:x;visibility:visible;mso-wrap-style:square" from="13685,8751" to="13687,12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" strokecolor="black [3213]">
                  <v:stroke dashstyle="1 1" joinstyle="miter"/>
                </v:line>
                <v:rect id="Pravokotnik 828" o:spid="_x0000_s1156" style="position:absolute;left:12340;top:7642;width:2700;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" fillcolor="black [3213]" strokecolor="black [3213]" strokeweight="1pt">
                  <v:fill r:id="rId12" o:title="" color2="white [3212]" type="pattern"/>
                </v:rect>
                <v:shape id="Kolenski povezovalnik 287" o:spid="_x0000_s1157" type="#_x0000_t34" style="position:absolute;left:11367;top:5311;width:4654;height: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" strokecolor="black [3213]">
                  <v:stroke dashstyle="dash"/>
                </v:shape>
                <v:group id="Skupina 830" o:spid="_x0000_s1158" style="position:absolute;left:3975;top:2987;width:8851;height:14304;flip:x" coordorigin="27398,1946" coordsize="8851,14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">
                  <v:rect id="Pravokotnik 831" o:spid="_x0000_s1159" style="position:absolute;left:31494;top:11503;width:4756;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" fillcolor="white [3212]" strokecolor="black [3213]" strokeweight="1pt"/>
                  <v:line id="Raven povezovalnik 832" o:spid="_x0000_s1160" style="position:absolute;visibility:visible;mso-wrap-style:square" from="33905,7710" to="33907,11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" strokecolor="black [3213]">
                    <v:stroke dashstyle="1 1" joinstyle="miter"/>
                  </v:line>
                  <v:rect id="Pravokotnik 833" o:spid="_x0000_s1161" style="position:absolute;left:32558;top:6600;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" fillcolor="black [3213]" strokecolor="black [3213]" strokeweight="1pt">
                    <v:fill r:id="rId12" o:title="" color2="white [3212]" type="pattern"/>
                  </v:rect>
                  <v:shape id="Kolenski povezovalnik 287" o:spid="_x0000_s1162" type="#_x0000_t34" style="position:absolute;left:28311;top:1033;width:4653;height:64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" strokecolor="black [3213]">
                    <v:stroke dashstyle="dash"/>
                  </v:shape>
                </v:group>
                <v:line id="Raven povezovalnik 855" o:spid="_x0000_s1163" style="position:absolute;flip:x;visibility:visible;mso-wrap-style:square" from="10019,8753" to="10019,18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" strokecolor="black [3200]" strokeweight=".5pt">
                  <v:stroke joinstyle="miter"/>
                </v:line>
                <v:line id="Raven povezovalnik 856" o:spid="_x0000_s1164" style="position:absolute;flip:x;visibility:visible;mso-wrap-style:square" from="17441,8753" to="17441,18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" strokecolor="black [3200]" strokeweight=".5pt">
                  <v:stroke joinstyle="miter"/>
                </v:line>
                <v:line id="Raven povezovalnik 487" o:spid="_x0000_s1165" style="position:absolute;visibility:visible;mso-wrap-style:square" from="31878,2308" to="53277,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" strokecolor="black [3200]" strokeweight="2pt">
                  <v:stroke dashstyle="dash" joinstyle="miter"/>
                </v:line>
                <v:line id="Raven povezovalnik 489" o:spid="_x0000_s1166" style="position:absolute;visibility:visible;mso-wrap-style:square" from="31878,8677" to="53271,8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" strokecolor="black [3200]" strokeweight=".5pt">
                  <v:stroke joinstyle="miter"/>
                </v:line>
                <v:rect id="Pravokotnik 493" o:spid="_x0000_s1167" style="position:absolute;left:47949;top:12468;width:4750;height:4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" fillcolor="white [3212]" strokecolor="black [3213]" strokeweight="1pt"/>
                <v:shape id="Kolenski povezovalnik 287" o:spid="_x0000_s1168" type="#_x0000_t34" style="position:absolute;left:42314;top:4451;width:9550;height:647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" strokecolor="black [3213]">
                  <v:stroke dashstyle="1 1"/>
                </v:shape>
                <v:rect id="Pravokotnik 495" o:spid="_x0000_s1169" style="position:absolute;left:40514;top:12468;width:4749;height:474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" fillcolor="white [3212]" strokecolor="black [3213]" strokeweight="1pt"/>
                <v:shape id="Kolenski povezovalnik 287" o:spid="_x0000_s1170" type="#_x0000_t34" style="position:absolute;left:38104;top:7676;width:9550;height:1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" strokecolor="black [3213]">
                  <v:stroke dashstyle="1 1"/>
                </v:shape>
                <v:rect id="Pravokotnik 497" o:spid="_x0000_s1171" style="position:absolute;left:33148;top:12468;width:4749;height:474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" fillcolor="white [3212]" strokecolor="black [3213]" strokeweight="1pt"/>
                <v:shape id="Kolenski povezovalnik 287" o:spid="_x0000_s1172" type="#_x0000_t34" style="position:absolute;left:33983;top:4450;width:9550;height:6471;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" strokecolor="black [3213]">
                  <v:stroke dashstyle="1 1"/>
                </v:shape>
                <v:line id="Raven povezovalnik 499" o:spid="_x0000_s1173" style="position:absolute;flip:x;visibility:visible;mso-wrap-style:square" from="39205,8677" to="39205,18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" strokecolor="black [3200]" strokeweight=".5pt">
                  <v:stroke joinstyle="miter"/>
                </v:line>
                <v:line id="Raven povezovalnik 500" o:spid="_x0000_s1174" style="position:absolute;flip:x;visibility:visible;mso-wrap-style:square" from="46635,8677" to="46635,18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" strokecolor="black [3200]" strokeweight=".5pt">
                  <v:stroke joinstyle="miter"/>
                </v:line>
                <v:group id="Skupina 501" o:spid="_x0000_s1175" style="position:absolute;left:41542;top:1800;width:2699;height:1111" coordorigin="8394" coordsize="2698,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">
                  <v:rect id="Pravokotnik 502" o:spid="_x0000_s1176" style="position:absolute;left:8394;top:38;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" fillcolor="white [3212]" strokecolor="black [3213]" strokeweight="1pt">
                    <v:textbo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v:textbox>
                  </v:rect>
                  <v:line id="Raven povezovalnik 503" o:spid="_x0000_s1177" style="position:absolute;visibility:visible;mso-wrap-style:square" from="8394,558" to="11093,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" strokecolor="black [3200]" strokeweight=".5pt">
                    <v:stroke joinstyle="miter"/>
                  </v:line>
                  <v:line id="Raven povezovalnik 504" o:spid="_x0000_s1178" style="position:absolute;visibility:visible;mso-wrap-style:square" from="9290,0" to="9290,1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" strokecolor="black [3200]" strokeweight=".5pt">
                    <v:stroke joinstyle="miter"/>
                  </v:line>
                  <v:line id="Raven povezovalnik 505" o:spid="_x0000_s1179" style="position:absolute;visibility:visible;mso-wrap-style:square" from="10185,32" to="10185,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" strokecolor="black [3200]" strokeweight=".5pt">
                    <v:stroke joinstyle="miter"/>
                  </v:line>
                </v:group>
                <v:oval id="Elipsa 511" o:spid="_x0000_s1180" style="position:absolute;left:27032;top:19816;width:3594;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" filled="f" strokecolor="black [3213]">
                  <v:stroke joinstyle="miter"/>
                  <v:textbox inset="0,0,0,0">
                    <w:txbxContent>
                      <w:p w:rsidR="00B318BB" w:rsidRDefault="00B318BB" w:rsidP="00B318BB">
                        <w:pPr>
                          <w:jc w:val="center"/>
                          <w:rPr>
                            <w:color w:val="000000"/>
                            <w:szCs w:val="20"/>
                          </w:rPr>
                        </w:pPr>
                        <w:r>
                          <w:rPr>
                            <w:color w:val="000000"/>
                            <w:szCs w:val="20"/>
                          </w:rPr>
                          <w:t>B1</w:t>
                        </w:r>
                      </w:p>
                    </w:txbxContent>
                  </v:textbox>
                </v:oval>
                <w10:anchorlock/>
              </v:group>
            </w:pict>
          </mc:Fallback>
        </mc:AlternateContent>
      </w:r>
    </w:p>
    <w:p w:rsidR="00B318BB" w:rsidRDefault="00B318BB" w:rsidP="00B318BB">
      <w:pPr>
        <w:pStyle w:val="Naslov3"/>
      </w:pPr>
      <w:bookmarkStart w:id="53" w:name="_Toc421618451"/>
      <w:bookmarkStart w:id="54" w:name="_Toc101519035"/>
      <w:bookmarkStart w:id="55" w:name="_Toc101789187"/>
      <w:r>
        <w:t>Tipska izvedba B2</w:t>
      </w:r>
      <w:bookmarkEnd w:id="53"/>
      <w:r>
        <w:t xml:space="preserve"> </w:t>
      </w:r>
      <w:r w:rsidRPr="00A000D7">
        <w:t>–</w:t>
      </w:r>
      <w:r>
        <w:t xml:space="preserve"> zaporedni priklop</w:t>
      </w:r>
      <w:r w:rsidRPr="00A000D7">
        <w:t>–</w:t>
      </w:r>
      <w:r>
        <w:t>izjema</w:t>
      </w:r>
      <w:bookmarkEnd w:id="54"/>
      <w:bookmarkEnd w:id="55"/>
    </w:p>
    <w:p w:rsidR="00B318BB" w:rsidRDefault="00B318BB" w:rsidP="00B318BB">
      <w:r w:rsidRPr="005C60F6">
        <w:t>Izvedba priključevanja tipa B2 se izvaja izjemoma in je možna le takrat, ko poteka gradnja objektov istočasno brez daljših časovnih zamikov in je stroškovno zajeta v investiciji objektov.</w:t>
      </w:r>
    </w:p>
    <w:p w:rsidR="00B318BB" w:rsidRDefault="00B318BB" w:rsidP="00B318BB"/>
    <w:p w:rsidR="00B318BB" w:rsidRDefault="00B318BB" w:rsidP="00B318BB">
      <w:pPr>
        <w:rPr>
          <w:bCs/>
        </w:rPr>
      </w:pPr>
      <w:r w:rsidRPr="005C60F6">
        <w:rPr>
          <w:bCs/>
        </w:rPr>
        <w:t xml:space="preserve">Priključno mesto </w:t>
      </w:r>
      <w:r>
        <w:rPr>
          <w:bCs/>
        </w:rPr>
        <w:t xml:space="preserve">je na dovodu v PMO (na zbiralkah ali dovod </w:t>
      </w:r>
      <w:proofErr w:type="spellStart"/>
      <w:r>
        <w:rPr>
          <w:bCs/>
        </w:rPr>
        <w:t>varovalčnega</w:t>
      </w:r>
      <w:proofErr w:type="spellEnd"/>
      <w:r>
        <w:rPr>
          <w:bCs/>
        </w:rPr>
        <w:t xml:space="preserve"> ločilnika).</w:t>
      </w:r>
    </w:p>
    <w:p w:rsidR="00B318BB" w:rsidRDefault="00B318BB" w:rsidP="00B318BB">
      <w:pPr>
        <w:rPr>
          <w:bCs/>
        </w:rPr>
      </w:pPr>
    </w:p>
    <w:p w:rsidR="00B318BB" w:rsidRDefault="00B318BB" w:rsidP="00B318BB">
      <w:r w:rsidRPr="00847E57">
        <w:t>Prevzemno-predajno mesto</w:t>
      </w:r>
      <w:r>
        <w:t xml:space="preserve"> (</w:t>
      </w:r>
      <w:r w:rsidRPr="00847E57">
        <w:t>hkrati tudi merilno mesto</w:t>
      </w:r>
      <w:r>
        <w:t>)</w:t>
      </w:r>
      <w:r w:rsidRPr="00847E57">
        <w:t xml:space="preserve"> se </w:t>
      </w:r>
      <w:r>
        <w:t xml:space="preserve">prav tako </w:t>
      </w:r>
      <w:r w:rsidRPr="00847E57">
        <w:t>nahaja v PMO</w:t>
      </w:r>
      <w:r>
        <w:t>.</w:t>
      </w:r>
    </w:p>
    <w:p w:rsidR="00B318BB" w:rsidRPr="009508C8" w:rsidRDefault="00B318BB" w:rsidP="00B318BB"/>
    <w:p w:rsidR="00B318BB" w:rsidRDefault="00B318BB" w:rsidP="00B318BB">
      <w:r>
        <w:t>Vod</w:t>
      </w:r>
      <w:r w:rsidRPr="005C60F6">
        <w:t xml:space="preserve"> iz RO</w:t>
      </w:r>
      <w:r>
        <w:t xml:space="preserve"> do zadnje PMO v nizu se izvede</w:t>
      </w:r>
      <w:r w:rsidRPr="005C60F6">
        <w:t xml:space="preserve"> z zemeljskim kablom </w:t>
      </w:r>
      <w:r>
        <w:t>presek</w:t>
      </w:r>
      <w:r w:rsidRPr="005C60F6">
        <w:t>a 70 mm</w:t>
      </w:r>
      <w:r w:rsidRPr="005C60F6">
        <w:rPr>
          <w:vertAlign w:val="superscript"/>
        </w:rPr>
        <w:t>2</w:t>
      </w:r>
      <w:r w:rsidRPr="00B97DB4">
        <w:t>.</w:t>
      </w:r>
      <w:r>
        <w:t xml:space="preserve"> S "šivanjem" se lahko priključi do največ 8 omaric v enem nizu.</w:t>
      </w:r>
    </w:p>
    <w:p w:rsidR="00B318BB" w:rsidRPr="00D94715" w:rsidRDefault="00B318BB" w:rsidP="00B318BB"/>
    <w:p w:rsidR="00B318BB" w:rsidRDefault="00B318BB" w:rsidP="00B318BB">
      <w:pPr>
        <w:rPr>
          <w:bCs/>
        </w:rPr>
      </w:pPr>
      <w:r>
        <w:rPr>
          <w:bCs/>
        </w:rPr>
        <w:t>NN priključek predstavlja PMO.</w:t>
      </w:r>
    </w:p>
    <w:p w:rsidR="00B318BB" w:rsidRDefault="00B318BB" w:rsidP="00B318BB">
      <w:pPr>
        <w:rPr>
          <w:bCs/>
        </w:rPr>
      </w:pPr>
    </w:p>
    <w:p w:rsidR="00B318BB" w:rsidRDefault="00B318BB" w:rsidP="00B318BB">
      <w:pPr>
        <w:rPr>
          <w:bCs/>
        </w:rPr>
      </w:pPr>
      <w:r>
        <w:rPr>
          <w:bCs/>
        </w:rPr>
        <w:t xml:space="preserve">PMO je lahko tudi </w:t>
      </w:r>
      <w:r w:rsidRPr="005C60F6">
        <w:rPr>
          <w:bCs/>
        </w:rPr>
        <w:t>sestavni del ograj</w:t>
      </w:r>
      <w:r>
        <w:rPr>
          <w:bCs/>
        </w:rPr>
        <w:t>e,</w:t>
      </w:r>
      <w:r w:rsidRPr="005C60F6">
        <w:rPr>
          <w:bCs/>
        </w:rPr>
        <w:t xml:space="preserve"> v tem primeru </w:t>
      </w:r>
      <w:r>
        <w:rPr>
          <w:bCs/>
        </w:rPr>
        <w:t xml:space="preserve">se </w:t>
      </w:r>
      <w:r w:rsidRPr="005C60F6">
        <w:rPr>
          <w:bCs/>
        </w:rPr>
        <w:t>uporabi PMO</w:t>
      </w:r>
      <w:r>
        <w:rPr>
          <w:bCs/>
        </w:rPr>
        <w:t>, ki ustreza izvedbi ograje.</w:t>
      </w:r>
    </w:p>
    <w:p w:rsidR="00B318BB" w:rsidRDefault="00B318BB" w:rsidP="00B318BB">
      <w:pPr>
        <w:rPr>
          <w:bCs/>
        </w:rPr>
      </w:pPr>
    </w:p>
    <w:p w:rsidR="00B318BB" w:rsidRDefault="00B318BB" w:rsidP="00B318BB">
      <w:pPr>
        <w:rPr>
          <w:bCs/>
        </w:rPr>
      </w:pPr>
      <w:r>
        <w:rPr>
          <w:bCs/>
        </w:rPr>
        <w:t xml:space="preserve">RO in vod iz RO do zadnje PMO </w:t>
      </w:r>
      <w:r w:rsidRPr="005C60F6">
        <w:rPr>
          <w:bCs/>
        </w:rPr>
        <w:t>s</w:t>
      </w:r>
      <w:r>
        <w:rPr>
          <w:bCs/>
        </w:rPr>
        <w:t>ta</w:t>
      </w:r>
      <w:r w:rsidRPr="005C60F6">
        <w:rPr>
          <w:bCs/>
        </w:rPr>
        <w:t xml:space="preserve"> sestavn</w:t>
      </w:r>
      <w:r>
        <w:rPr>
          <w:bCs/>
        </w:rPr>
        <w:t>a</w:t>
      </w:r>
      <w:r w:rsidRPr="005C60F6">
        <w:rPr>
          <w:bCs/>
        </w:rPr>
        <w:t xml:space="preserve"> del</w:t>
      </w:r>
      <w:r>
        <w:rPr>
          <w:bCs/>
        </w:rPr>
        <w:t>a</w:t>
      </w:r>
      <w:r w:rsidRPr="005C60F6">
        <w:rPr>
          <w:bCs/>
        </w:rPr>
        <w:t xml:space="preserve"> </w:t>
      </w:r>
      <w:r>
        <w:rPr>
          <w:bCs/>
        </w:rPr>
        <w:t>DO</w:t>
      </w:r>
      <w:r w:rsidRPr="005C60F6">
        <w:rPr>
          <w:bCs/>
        </w:rPr>
        <w:t>.</w:t>
      </w:r>
    </w:p>
    <w:p w:rsidR="00B318BB" w:rsidRPr="00E42E59" w:rsidRDefault="00B318BB" w:rsidP="00B318BB">
      <w:pPr>
        <w:jc w:val="center"/>
        <w:rPr>
          <w:bCs/>
        </w:rPr>
      </w:pPr>
      <w:r>
        <w:rPr>
          <w:noProof/>
          <w:lang w:eastAsia="sl-SI"/>
        </w:rPr>
        <w:lastRenderedPageBreak/>
        <mc:AlternateContent>
          <mc:Choice Requires="wpc">
            <w:drawing>
              <wp:inline distT="0" distB="0" distL="0" distR="0" wp14:anchorId="7829384A" wp14:editId="60615E00">
                <wp:extent cx="5759450" cy="2309834"/>
                <wp:effectExtent l="0" t="0" r="0" b="0"/>
                <wp:docPr id="879" name="Platno 8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371" name="Elipsa 371"/>
                        <wps:cNvSpPr/>
                        <wps:spPr>
                          <a:xfrm>
                            <a:off x="2703281" y="1861818"/>
                            <a:ext cx="359410" cy="3594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B2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72" name="Pravokotnik 372"/>
                        <wps:cNvSpPr/>
                        <wps:spPr>
                          <a:xfrm>
                            <a:off x="1390149" y="663095"/>
                            <a:ext cx="269875" cy="107950"/>
                          </a:xfrm>
                          <a:prstGeom prst="rect">
                            <a:avLst/>
                          </a:prstGeom>
                          <a:pattFill prst="wdUp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76" name="Raven povezovalnik 376"/>
                        <wps:cNvCnPr/>
                        <wps:spPr>
                          <a:xfrm>
                            <a:off x="778009" y="770617"/>
                            <a:ext cx="4368363"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381" name="Pravokotnik 381"/>
                        <wps:cNvSpPr/>
                        <wps:spPr>
                          <a:xfrm flipH="1">
                            <a:off x="1282199" y="1151457"/>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76" name="Raven povezovalnik 876"/>
                        <wps:cNvCnPr/>
                        <wps:spPr>
                          <a:xfrm flipH="1">
                            <a:off x="2178597" y="770617"/>
                            <a:ext cx="0" cy="949960"/>
                          </a:xfrm>
                          <a:prstGeom prst="line">
                            <a:avLst/>
                          </a:prstGeom>
                        </wps:spPr>
                        <wps:style>
                          <a:lnRef idx="1">
                            <a:schemeClr val="dk1"/>
                          </a:lnRef>
                          <a:fillRef idx="0">
                            <a:schemeClr val="dk1"/>
                          </a:fillRef>
                          <a:effectRef idx="0">
                            <a:schemeClr val="dk1"/>
                          </a:effectRef>
                          <a:fontRef idx="minor">
                            <a:schemeClr val="tx1"/>
                          </a:fontRef>
                        </wps:style>
                        <wps:bodyPr/>
                      </wps:wsp>
                      <wps:wsp>
                        <wps:cNvPr id="878" name="Prostoročno: oblika 878"/>
                        <wps:cNvSpPr/>
                        <wps:spPr>
                          <a:xfrm flipH="1">
                            <a:off x="299061" y="289629"/>
                            <a:ext cx="1151148" cy="373316"/>
                          </a:xfrm>
                          <a:custGeom>
                            <a:avLst/>
                            <a:gdLst>
                              <a:gd name="connsiteX0" fmla="*/ 1035050 w 1035050"/>
                              <a:gd name="connsiteY0" fmla="*/ 0 h 546100"/>
                              <a:gd name="connsiteX1" fmla="*/ 0 w 1035050"/>
                              <a:gd name="connsiteY1" fmla="*/ 0 h 546100"/>
                              <a:gd name="connsiteX2" fmla="*/ 0 w 1035050"/>
                              <a:gd name="connsiteY2" fmla="*/ 546100 h 546100"/>
                              <a:gd name="connsiteX3" fmla="*/ 0 w 1035050"/>
                              <a:gd name="connsiteY3" fmla="*/ 546100 h 546100"/>
                              <a:gd name="connsiteX4" fmla="*/ 0 w 1035050"/>
                              <a:gd name="connsiteY4" fmla="*/ 546100 h 5461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050" h="546100">
                                <a:moveTo>
                                  <a:pt x="1035050" y="0"/>
                                </a:moveTo>
                                <a:lnTo>
                                  <a:pt x="0" y="0"/>
                                </a:lnTo>
                                <a:lnTo>
                                  <a:pt x="0" y="546100"/>
                                </a:lnTo>
                                <a:lnTo>
                                  <a:pt x="0" y="546100"/>
                                </a:lnTo>
                                <a:lnTo>
                                  <a:pt x="0" y="546100"/>
                                </a:lnTo>
                              </a:path>
                            </a:pathLst>
                          </a:custGeom>
                          <a:ln w="25400" cap="flat">
                            <a:prstDash val="dash"/>
                            <a:miter lim="800000"/>
                          </a:ln>
                        </wps:spPr>
                        <wps:style>
                          <a:lnRef idx="1">
                            <a:schemeClr val="dk1"/>
                          </a:lnRef>
                          <a:fillRef idx="0">
                            <a:schemeClr val="dk1"/>
                          </a:fillRef>
                          <a:effectRef idx="0">
                            <a:schemeClr val="dk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0" name="Pravokotnik 880"/>
                        <wps:cNvSpPr/>
                        <wps:spPr>
                          <a:xfrm>
                            <a:off x="2754925" y="663095"/>
                            <a:ext cx="269875" cy="107950"/>
                          </a:xfrm>
                          <a:prstGeom prst="rect">
                            <a:avLst/>
                          </a:prstGeom>
                          <a:pattFill prst="wdUp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1" name="Pravokotnik 881"/>
                        <wps:cNvSpPr/>
                        <wps:spPr>
                          <a:xfrm flipH="1">
                            <a:off x="2646975" y="1151457"/>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2" name="Raven povezovalnik 882"/>
                        <wps:cNvCnPr/>
                        <wps:spPr>
                          <a:xfrm flipH="1">
                            <a:off x="3564557" y="770616"/>
                            <a:ext cx="0" cy="949960"/>
                          </a:xfrm>
                          <a:prstGeom prst="line">
                            <a:avLst/>
                          </a:prstGeom>
                        </wps:spPr>
                        <wps:style>
                          <a:lnRef idx="1">
                            <a:schemeClr val="dk1"/>
                          </a:lnRef>
                          <a:fillRef idx="0">
                            <a:schemeClr val="dk1"/>
                          </a:fillRef>
                          <a:effectRef idx="0">
                            <a:schemeClr val="dk1"/>
                          </a:effectRef>
                          <a:fontRef idx="minor">
                            <a:schemeClr val="tx1"/>
                          </a:fontRef>
                        </wps:style>
                        <wps:bodyPr/>
                      </wps:wsp>
                      <wps:wsp>
                        <wps:cNvPr id="884" name="Pravokotnik 884"/>
                        <wps:cNvSpPr/>
                        <wps:spPr>
                          <a:xfrm>
                            <a:off x="4135545" y="663095"/>
                            <a:ext cx="269875" cy="107950"/>
                          </a:xfrm>
                          <a:prstGeom prst="rect">
                            <a:avLst/>
                          </a:prstGeom>
                          <a:pattFill prst="wdUp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5" name="Pravokotnik 885"/>
                        <wps:cNvSpPr/>
                        <wps:spPr>
                          <a:xfrm flipH="1">
                            <a:off x="4035215" y="1151457"/>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86" name="Raven povezovalnik 886"/>
                        <wps:cNvCnPr/>
                        <wps:spPr>
                          <a:xfrm flipH="1">
                            <a:off x="4887139" y="770617"/>
                            <a:ext cx="0" cy="949960"/>
                          </a:xfrm>
                          <a:prstGeom prst="line">
                            <a:avLst/>
                          </a:prstGeom>
                        </wps:spPr>
                        <wps:style>
                          <a:lnRef idx="1">
                            <a:schemeClr val="dk1"/>
                          </a:lnRef>
                          <a:fillRef idx="0">
                            <a:schemeClr val="dk1"/>
                          </a:fillRef>
                          <a:effectRef idx="0">
                            <a:schemeClr val="dk1"/>
                          </a:effectRef>
                          <a:fontRef idx="minor">
                            <a:schemeClr val="tx1"/>
                          </a:fontRef>
                        </wps:style>
                        <wps:bodyPr/>
                      </wps:wsp>
                      <wps:wsp>
                        <wps:cNvPr id="890" name="Pravokotnik 890"/>
                        <wps:cNvSpPr/>
                        <wps:spPr>
                          <a:xfrm>
                            <a:off x="1595530" y="521332"/>
                            <a:ext cx="1231533" cy="138850"/>
                          </a:xfrm>
                          <a:custGeom>
                            <a:avLst/>
                            <a:gdLst>
                              <a:gd name="connsiteX0" fmla="*/ 0 w 1231533"/>
                              <a:gd name="connsiteY0" fmla="*/ 0 h 165983"/>
                              <a:gd name="connsiteX1" fmla="*/ 1231533 w 1231533"/>
                              <a:gd name="connsiteY1" fmla="*/ 0 h 165983"/>
                              <a:gd name="connsiteX2" fmla="*/ 1231533 w 1231533"/>
                              <a:gd name="connsiteY2" fmla="*/ 165983 h 165983"/>
                              <a:gd name="connsiteX3" fmla="*/ 0 w 1231533"/>
                              <a:gd name="connsiteY3" fmla="*/ 165983 h 165983"/>
                              <a:gd name="connsiteX4" fmla="*/ 0 w 1231533"/>
                              <a:gd name="connsiteY4" fmla="*/ 0 h 165983"/>
                              <a:gd name="connsiteX0" fmla="*/ 0 w 1231533"/>
                              <a:gd name="connsiteY0" fmla="*/ 0 h 169137"/>
                              <a:gd name="connsiteX1" fmla="*/ 1231533 w 1231533"/>
                              <a:gd name="connsiteY1" fmla="*/ 0 h 169137"/>
                              <a:gd name="connsiteX2" fmla="*/ 1231533 w 1231533"/>
                              <a:gd name="connsiteY2" fmla="*/ 165983 h 169137"/>
                              <a:gd name="connsiteX3" fmla="*/ 584053 w 1231533"/>
                              <a:gd name="connsiteY3" fmla="*/ 169137 h 169137"/>
                              <a:gd name="connsiteX4" fmla="*/ 0 w 1231533"/>
                              <a:gd name="connsiteY4" fmla="*/ 165983 h 169137"/>
                              <a:gd name="connsiteX5" fmla="*/ 0 w 1231533"/>
                              <a:gd name="connsiteY5" fmla="*/ 0 h 169137"/>
                              <a:gd name="connsiteX0" fmla="*/ 0 w 1231533"/>
                              <a:gd name="connsiteY0" fmla="*/ 0 h 169137"/>
                              <a:gd name="connsiteX1" fmla="*/ 1231533 w 1231533"/>
                              <a:gd name="connsiteY1" fmla="*/ 0 h 169137"/>
                              <a:gd name="connsiteX2" fmla="*/ 1231533 w 1231533"/>
                              <a:gd name="connsiteY2" fmla="*/ 165983 h 169137"/>
                              <a:gd name="connsiteX3" fmla="*/ 872116 w 1231533"/>
                              <a:gd name="connsiteY3" fmla="*/ 169137 h 169137"/>
                              <a:gd name="connsiteX4" fmla="*/ 584053 w 1231533"/>
                              <a:gd name="connsiteY4" fmla="*/ 169137 h 169137"/>
                              <a:gd name="connsiteX5" fmla="*/ 0 w 1231533"/>
                              <a:gd name="connsiteY5" fmla="*/ 165983 h 169137"/>
                              <a:gd name="connsiteX6" fmla="*/ 0 w 1231533"/>
                              <a:gd name="connsiteY6" fmla="*/ 0 h 169137"/>
                              <a:gd name="connsiteX0" fmla="*/ 0 w 1231533"/>
                              <a:gd name="connsiteY0" fmla="*/ 0 h 169137"/>
                              <a:gd name="connsiteX1" fmla="*/ 1231533 w 1231533"/>
                              <a:gd name="connsiteY1" fmla="*/ 0 h 169137"/>
                              <a:gd name="connsiteX2" fmla="*/ 1231533 w 1231533"/>
                              <a:gd name="connsiteY2" fmla="*/ 165983 h 169137"/>
                              <a:gd name="connsiteX3" fmla="*/ 584053 w 1231533"/>
                              <a:gd name="connsiteY3" fmla="*/ 169137 h 169137"/>
                              <a:gd name="connsiteX4" fmla="*/ 0 w 1231533"/>
                              <a:gd name="connsiteY4" fmla="*/ 165983 h 169137"/>
                              <a:gd name="connsiteX5" fmla="*/ 0 w 1231533"/>
                              <a:gd name="connsiteY5" fmla="*/ 0 h 169137"/>
                              <a:gd name="connsiteX0" fmla="*/ 584053 w 1231533"/>
                              <a:gd name="connsiteY0" fmla="*/ 169137 h 260577"/>
                              <a:gd name="connsiteX1" fmla="*/ 0 w 1231533"/>
                              <a:gd name="connsiteY1" fmla="*/ 165983 h 260577"/>
                              <a:gd name="connsiteX2" fmla="*/ 0 w 1231533"/>
                              <a:gd name="connsiteY2" fmla="*/ 0 h 260577"/>
                              <a:gd name="connsiteX3" fmla="*/ 1231533 w 1231533"/>
                              <a:gd name="connsiteY3" fmla="*/ 0 h 260577"/>
                              <a:gd name="connsiteX4" fmla="*/ 1231533 w 1231533"/>
                              <a:gd name="connsiteY4" fmla="*/ 165983 h 260577"/>
                              <a:gd name="connsiteX5" fmla="*/ 675493 w 1231533"/>
                              <a:gd name="connsiteY5" fmla="*/ 260577 h 260577"/>
                              <a:gd name="connsiteX0" fmla="*/ 584053 w 1231533"/>
                              <a:gd name="connsiteY0" fmla="*/ 169137 h 169137"/>
                              <a:gd name="connsiteX1" fmla="*/ 0 w 1231533"/>
                              <a:gd name="connsiteY1" fmla="*/ 165983 h 169137"/>
                              <a:gd name="connsiteX2" fmla="*/ 0 w 1231533"/>
                              <a:gd name="connsiteY2" fmla="*/ 0 h 169137"/>
                              <a:gd name="connsiteX3" fmla="*/ 1231533 w 1231533"/>
                              <a:gd name="connsiteY3" fmla="*/ 0 h 169137"/>
                              <a:gd name="connsiteX4" fmla="*/ 1231533 w 1231533"/>
                              <a:gd name="connsiteY4" fmla="*/ 165983 h 169137"/>
                              <a:gd name="connsiteX0" fmla="*/ 0 w 1231533"/>
                              <a:gd name="connsiteY0" fmla="*/ 165983 h 165983"/>
                              <a:gd name="connsiteX1" fmla="*/ 0 w 1231533"/>
                              <a:gd name="connsiteY1" fmla="*/ 0 h 165983"/>
                              <a:gd name="connsiteX2" fmla="*/ 1231533 w 1231533"/>
                              <a:gd name="connsiteY2" fmla="*/ 0 h 165983"/>
                              <a:gd name="connsiteX3" fmla="*/ 1231533 w 1231533"/>
                              <a:gd name="connsiteY3" fmla="*/ 165983 h 165983"/>
                            </a:gdLst>
                            <a:ahLst/>
                            <a:cxnLst>
                              <a:cxn ang="0">
                                <a:pos x="connsiteX0" y="connsiteY0"/>
                              </a:cxn>
                              <a:cxn ang="0">
                                <a:pos x="connsiteX1" y="connsiteY1"/>
                              </a:cxn>
                              <a:cxn ang="0">
                                <a:pos x="connsiteX2" y="connsiteY2"/>
                              </a:cxn>
                              <a:cxn ang="0">
                                <a:pos x="connsiteX3" y="connsiteY3"/>
                              </a:cxn>
                            </a:cxnLst>
                            <a:rect l="l" t="t" r="r" b="b"/>
                            <a:pathLst>
                              <a:path w="1231533" h="165983">
                                <a:moveTo>
                                  <a:pt x="0" y="165983"/>
                                </a:moveTo>
                                <a:lnTo>
                                  <a:pt x="0" y="0"/>
                                </a:lnTo>
                                <a:lnTo>
                                  <a:pt x="1231533" y="0"/>
                                </a:lnTo>
                                <a:lnTo>
                                  <a:pt x="1231533" y="165983"/>
                                </a:lnTo>
                              </a:path>
                            </a:pathLst>
                          </a:custGeom>
                          <a:ln w="25400" cap="flat">
                            <a:prstDash val="dash"/>
                            <a:miter lim="800000"/>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1" name="Pravokotnik 890"/>
                        <wps:cNvSpPr/>
                        <wps:spPr>
                          <a:xfrm>
                            <a:off x="2944373" y="521332"/>
                            <a:ext cx="1231533" cy="138850"/>
                          </a:xfrm>
                          <a:custGeom>
                            <a:avLst/>
                            <a:gdLst>
                              <a:gd name="connsiteX0" fmla="*/ 0 w 1231533"/>
                              <a:gd name="connsiteY0" fmla="*/ 0 h 165983"/>
                              <a:gd name="connsiteX1" fmla="*/ 1231533 w 1231533"/>
                              <a:gd name="connsiteY1" fmla="*/ 0 h 165983"/>
                              <a:gd name="connsiteX2" fmla="*/ 1231533 w 1231533"/>
                              <a:gd name="connsiteY2" fmla="*/ 165983 h 165983"/>
                              <a:gd name="connsiteX3" fmla="*/ 0 w 1231533"/>
                              <a:gd name="connsiteY3" fmla="*/ 165983 h 165983"/>
                              <a:gd name="connsiteX4" fmla="*/ 0 w 1231533"/>
                              <a:gd name="connsiteY4" fmla="*/ 0 h 165983"/>
                              <a:gd name="connsiteX0" fmla="*/ 0 w 1231533"/>
                              <a:gd name="connsiteY0" fmla="*/ 0 h 169137"/>
                              <a:gd name="connsiteX1" fmla="*/ 1231533 w 1231533"/>
                              <a:gd name="connsiteY1" fmla="*/ 0 h 169137"/>
                              <a:gd name="connsiteX2" fmla="*/ 1231533 w 1231533"/>
                              <a:gd name="connsiteY2" fmla="*/ 165983 h 169137"/>
                              <a:gd name="connsiteX3" fmla="*/ 584053 w 1231533"/>
                              <a:gd name="connsiteY3" fmla="*/ 169137 h 169137"/>
                              <a:gd name="connsiteX4" fmla="*/ 0 w 1231533"/>
                              <a:gd name="connsiteY4" fmla="*/ 165983 h 169137"/>
                              <a:gd name="connsiteX5" fmla="*/ 0 w 1231533"/>
                              <a:gd name="connsiteY5" fmla="*/ 0 h 169137"/>
                              <a:gd name="connsiteX0" fmla="*/ 0 w 1231533"/>
                              <a:gd name="connsiteY0" fmla="*/ 0 h 169137"/>
                              <a:gd name="connsiteX1" fmla="*/ 1231533 w 1231533"/>
                              <a:gd name="connsiteY1" fmla="*/ 0 h 169137"/>
                              <a:gd name="connsiteX2" fmla="*/ 1231533 w 1231533"/>
                              <a:gd name="connsiteY2" fmla="*/ 165983 h 169137"/>
                              <a:gd name="connsiteX3" fmla="*/ 872116 w 1231533"/>
                              <a:gd name="connsiteY3" fmla="*/ 169137 h 169137"/>
                              <a:gd name="connsiteX4" fmla="*/ 584053 w 1231533"/>
                              <a:gd name="connsiteY4" fmla="*/ 169137 h 169137"/>
                              <a:gd name="connsiteX5" fmla="*/ 0 w 1231533"/>
                              <a:gd name="connsiteY5" fmla="*/ 165983 h 169137"/>
                              <a:gd name="connsiteX6" fmla="*/ 0 w 1231533"/>
                              <a:gd name="connsiteY6" fmla="*/ 0 h 169137"/>
                              <a:gd name="connsiteX0" fmla="*/ 0 w 1231533"/>
                              <a:gd name="connsiteY0" fmla="*/ 0 h 169137"/>
                              <a:gd name="connsiteX1" fmla="*/ 1231533 w 1231533"/>
                              <a:gd name="connsiteY1" fmla="*/ 0 h 169137"/>
                              <a:gd name="connsiteX2" fmla="*/ 1231533 w 1231533"/>
                              <a:gd name="connsiteY2" fmla="*/ 165983 h 169137"/>
                              <a:gd name="connsiteX3" fmla="*/ 584053 w 1231533"/>
                              <a:gd name="connsiteY3" fmla="*/ 169137 h 169137"/>
                              <a:gd name="connsiteX4" fmla="*/ 0 w 1231533"/>
                              <a:gd name="connsiteY4" fmla="*/ 165983 h 169137"/>
                              <a:gd name="connsiteX5" fmla="*/ 0 w 1231533"/>
                              <a:gd name="connsiteY5" fmla="*/ 0 h 169137"/>
                              <a:gd name="connsiteX0" fmla="*/ 584053 w 1231533"/>
                              <a:gd name="connsiteY0" fmla="*/ 169137 h 260577"/>
                              <a:gd name="connsiteX1" fmla="*/ 0 w 1231533"/>
                              <a:gd name="connsiteY1" fmla="*/ 165983 h 260577"/>
                              <a:gd name="connsiteX2" fmla="*/ 0 w 1231533"/>
                              <a:gd name="connsiteY2" fmla="*/ 0 h 260577"/>
                              <a:gd name="connsiteX3" fmla="*/ 1231533 w 1231533"/>
                              <a:gd name="connsiteY3" fmla="*/ 0 h 260577"/>
                              <a:gd name="connsiteX4" fmla="*/ 1231533 w 1231533"/>
                              <a:gd name="connsiteY4" fmla="*/ 165983 h 260577"/>
                              <a:gd name="connsiteX5" fmla="*/ 675493 w 1231533"/>
                              <a:gd name="connsiteY5" fmla="*/ 260577 h 260577"/>
                              <a:gd name="connsiteX0" fmla="*/ 584053 w 1231533"/>
                              <a:gd name="connsiteY0" fmla="*/ 169137 h 169137"/>
                              <a:gd name="connsiteX1" fmla="*/ 0 w 1231533"/>
                              <a:gd name="connsiteY1" fmla="*/ 165983 h 169137"/>
                              <a:gd name="connsiteX2" fmla="*/ 0 w 1231533"/>
                              <a:gd name="connsiteY2" fmla="*/ 0 h 169137"/>
                              <a:gd name="connsiteX3" fmla="*/ 1231533 w 1231533"/>
                              <a:gd name="connsiteY3" fmla="*/ 0 h 169137"/>
                              <a:gd name="connsiteX4" fmla="*/ 1231533 w 1231533"/>
                              <a:gd name="connsiteY4" fmla="*/ 165983 h 169137"/>
                              <a:gd name="connsiteX0" fmla="*/ 0 w 1231533"/>
                              <a:gd name="connsiteY0" fmla="*/ 165983 h 165983"/>
                              <a:gd name="connsiteX1" fmla="*/ 0 w 1231533"/>
                              <a:gd name="connsiteY1" fmla="*/ 0 h 165983"/>
                              <a:gd name="connsiteX2" fmla="*/ 1231533 w 1231533"/>
                              <a:gd name="connsiteY2" fmla="*/ 0 h 165983"/>
                              <a:gd name="connsiteX3" fmla="*/ 1231533 w 1231533"/>
                              <a:gd name="connsiteY3" fmla="*/ 165983 h 165983"/>
                            </a:gdLst>
                            <a:ahLst/>
                            <a:cxnLst>
                              <a:cxn ang="0">
                                <a:pos x="connsiteX0" y="connsiteY0"/>
                              </a:cxn>
                              <a:cxn ang="0">
                                <a:pos x="connsiteX1" y="connsiteY1"/>
                              </a:cxn>
                              <a:cxn ang="0">
                                <a:pos x="connsiteX2" y="connsiteY2"/>
                              </a:cxn>
                              <a:cxn ang="0">
                                <a:pos x="connsiteX3" y="connsiteY3"/>
                              </a:cxn>
                            </a:cxnLst>
                            <a:rect l="l" t="t" r="r" b="b"/>
                            <a:pathLst>
                              <a:path w="1231533" h="165983">
                                <a:moveTo>
                                  <a:pt x="0" y="165983"/>
                                </a:moveTo>
                                <a:lnTo>
                                  <a:pt x="0" y="0"/>
                                </a:lnTo>
                                <a:lnTo>
                                  <a:pt x="1231533" y="0"/>
                                </a:lnTo>
                                <a:lnTo>
                                  <a:pt x="1231533" y="165983"/>
                                </a:lnTo>
                              </a:path>
                            </a:pathLst>
                          </a:custGeom>
                          <a:ln w="25400" cap="flat">
                            <a:prstDash val="dash"/>
                            <a:miter lim="800000"/>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2" name="Pravokotnik 890"/>
                        <wps:cNvSpPr/>
                        <wps:spPr>
                          <a:xfrm>
                            <a:off x="4336243" y="524245"/>
                            <a:ext cx="675064" cy="138850"/>
                          </a:xfrm>
                          <a:custGeom>
                            <a:avLst/>
                            <a:gdLst>
                              <a:gd name="connsiteX0" fmla="*/ 0 w 1231533"/>
                              <a:gd name="connsiteY0" fmla="*/ 0 h 165983"/>
                              <a:gd name="connsiteX1" fmla="*/ 1231533 w 1231533"/>
                              <a:gd name="connsiteY1" fmla="*/ 0 h 165983"/>
                              <a:gd name="connsiteX2" fmla="*/ 1231533 w 1231533"/>
                              <a:gd name="connsiteY2" fmla="*/ 165983 h 165983"/>
                              <a:gd name="connsiteX3" fmla="*/ 0 w 1231533"/>
                              <a:gd name="connsiteY3" fmla="*/ 165983 h 165983"/>
                              <a:gd name="connsiteX4" fmla="*/ 0 w 1231533"/>
                              <a:gd name="connsiteY4" fmla="*/ 0 h 165983"/>
                              <a:gd name="connsiteX0" fmla="*/ 0 w 1231533"/>
                              <a:gd name="connsiteY0" fmla="*/ 0 h 169137"/>
                              <a:gd name="connsiteX1" fmla="*/ 1231533 w 1231533"/>
                              <a:gd name="connsiteY1" fmla="*/ 0 h 169137"/>
                              <a:gd name="connsiteX2" fmla="*/ 1231533 w 1231533"/>
                              <a:gd name="connsiteY2" fmla="*/ 165983 h 169137"/>
                              <a:gd name="connsiteX3" fmla="*/ 584053 w 1231533"/>
                              <a:gd name="connsiteY3" fmla="*/ 169137 h 169137"/>
                              <a:gd name="connsiteX4" fmla="*/ 0 w 1231533"/>
                              <a:gd name="connsiteY4" fmla="*/ 165983 h 169137"/>
                              <a:gd name="connsiteX5" fmla="*/ 0 w 1231533"/>
                              <a:gd name="connsiteY5" fmla="*/ 0 h 169137"/>
                              <a:gd name="connsiteX0" fmla="*/ 0 w 1231533"/>
                              <a:gd name="connsiteY0" fmla="*/ 0 h 169137"/>
                              <a:gd name="connsiteX1" fmla="*/ 1231533 w 1231533"/>
                              <a:gd name="connsiteY1" fmla="*/ 0 h 169137"/>
                              <a:gd name="connsiteX2" fmla="*/ 1231533 w 1231533"/>
                              <a:gd name="connsiteY2" fmla="*/ 165983 h 169137"/>
                              <a:gd name="connsiteX3" fmla="*/ 872116 w 1231533"/>
                              <a:gd name="connsiteY3" fmla="*/ 169137 h 169137"/>
                              <a:gd name="connsiteX4" fmla="*/ 584053 w 1231533"/>
                              <a:gd name="connsiteY4" fmla="*/ 169137 h 169137"/>
                              <a:gd name="connsiteX5" fmla="*/ 0 w 1231533"/>
                              <a:gd name="connsiteY5" fmla="*/ 165983 h 169137"/>
                              <a:gd name="connsiteX6" fmla="*/ 0 w 1231533"/>
                              <a:gd name="connsiteY6" fmla="*/ 0 h 169137"/>
                              <a:gd name="connsiteX0" fmla="*/ 0 w 1231533"/>
                              <a:gd name="connsiteY0" fmla="*/ 0 h 169137"/>
                              <a:gd name="connsiteX1" fmla="*/ 1231533 w 1231533"/>
                              <a:gd name="connsiteY1" fmla="*/ 0 h 169137"/>
                              <a:gd name="connsiteX2" fmla="*/ 1231533 w 1231533"/>
                              <a:gd name="connsiteY2" fmla="*/ 165983 h 169137"/>
                              <a:gd name="connsiteX3" fmla="*/ 584053 w 1231533"/>
                              <a:gd name="connsiteY3" fmla="*/ 169137 h 169137"/>
                              <a:gd name="connsiteX4" fmla="*/ 0 w 1231533"/>
                              <a:gd name="connsiteY4" fmla="*/ 165983 h 169137"/>
                              <a:gd name="connsiteX5" fmla="*/ 0 w 1231533"/>
                              <a:gd name="connsiteY5" fmla="*/ 0 h 169137"/>
                              <a:gd name="connsiteX0" fmla="*/ 584053 w 1231533"/>
                              <a:gd name="connsiteY0" fmla="*/ 169137 h 260577"/>
                              <a:gd name="connsiteX1" fmla="*/ 0 w 1231533"/>
                              <a:gd name="connsiteY1" fmla="*/ 165983 h 260577"/>
                              <a:gd name="connsiteX2" fmla="*/ 0 w 1231533"/>
                              <a:gd name="connsiteY2" fmla="*/ 0 h 260577"/>
                              <a:gd name="connsiteX3" fmla="*/ 1231533 w 1231533"/>
                              <a:gd name="connsiteY3" fmla="*/ 0 h 260577"/>
                              <a:gd name="connsiteX4" fmla="*/ 1231533 w 1231533"/>
                              <a:gd name="connsiteY4" fmla="*/ 165983 h 260577"/>
                              <a:gd name="connsiteX5" fmla="*/ 675493 w 1231533"/>
                              <a:gd name="connsiteY5" fmla="*/ 260577 h 260577"/>
                              <a:gd name="connsiteX0" fmla="*/ 584053 w 1231533"/>
                              <a:gd name="connsiteY0" fmla="*/ 169137 h 169137"/>
                              <a:gd name="connsiteX1" fmla="*/ 0 w 1231533"/>
                              <a:gd name="connsiteY1" fmla="*/ 165983 h 169137"/>
                              <a:gd name="connsiteX2" fmla="*/ 0 w 1231533"/>
                              <a:gd name="connsiteY2" fmla="*/ 0 h 169137"/>
                              <a:gd name="connsiteX3" fmla="*/ 1231533 w 1231533"/>
                              <a:gd name="connsiteY3" fmla="*/ 0 h 169137"/>
                              <a:gd name="connsiteX4" fmla="*/ 1231533 w 1231533"/>
                              <a:gd name="connsiteY4" fmla="*/ 165983 h 169137"/>
                              <a:gd name="connsiteX0" fmla="*/ 0 w 1231533"/>
                              <a:gd name="connsiteY0" fmla="*/ 165983 h 165983"/>
                              <a:gd name="connsiteX1" fmla="*/ 0 w 1231533"/>
                              <a:gd name="connsiteY1" fmla="*/ 0 h 165983"/>
                              <a:gd name="connsiteX2" fmla="*/ 1231533 w 1231533"/>
                              <a:gd name="connsiteY2" fmla="*/ 0 h 165983"/>
                              <a:gd name="connsiteX3" fmla="*/ 1231533 w 1231533"/>
                              <a:gd name="connsiteY3" fmla="*/ 165983 h 165983"/>
                              <a:gd name="connsiteX0" fmla="*/ 0 w 1231533"/>
                              <a:gd name="connsiteY0" fmla="*/ 165983 h 165983"/>
                              <a:gd name="connsiteX1" fmla="*/ 0 w 1231533"/>
                              <a:gd name="connsiteY1" fmla="*/ 0 h 165983"/>
                              <a:gd name="connsiteX2" fmla="*/ 1231533 w 1231533"/>
                              <a:gd name="connsiteY2" fmla="*/ 0 h 165983"/>
                            </a:gdLst>
                            <a:ahLst/>
                            <a:cxnLst>
                              <a:cxn ang="0">
                                <a:pos x="connsiteX0" y="connsiteY0"/>
                              </a:cxn>
                              <a:cxn ang="0">
                                <a:pos x="connsiteX1" y="connsiteY1"/>
                              </a:cxn>
                              <a:cxn ang="0">
                                <a:pos x="connsiteX2" y="connsiteY2"/>
                              </a:cxn>
                            </a:cxnLst>
                            <a:rect l="l" t="t" r="r" b="b"/>
                            <a:pathLst>
                              <a:path w="1231533" h="165983">
                                <a:moveTo>
                                  <a:pt x="0" y="165983"/>
                                </a:moveTo>
                                <a:lnTo>
                                  <a:pt x="0" y="0"/>
                                </a:lnTo>
                                <a:lnTo>
                                  <a:pt x="1231533" y="0"/>
                                </a:lnTo>
                              </a:path>
                            </a:pathLst>
                          </a:custGeom>
                          <a:ln w="25400" cap="flat">
                            <a:prstDash val="dash"/>
                            <a:miter lim="800000"/>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3" name="Polje z besedilom 157"/>
                        <wps:cNvSpPr txBox="1"/>
                        <wps:spPr>
                          <a:xfrm>
                            <a:off x="4450812" y="330330"/>
                            <a:ext cx="650252" cy="142240"/>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do največ 8*</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94" name="Kolenski povezovalnik 287"/>
                        <wps:cNvCnPr/>
                        <wps:spPr>
                          <a:xfrm rot="16200000" flipH="1">
                            <a:off x="1330597" y="960467"/>
                            <a:ext cx="379730" cy="0"/>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96" name="Kolenski povezovalnik 287"/>
                        <wps:cNvCnPr/>
                        <wps:spPr>
                          <a:xfrm rot="16200000" flipH="1">
                            <a:off x="2695848" y="960468"/>
                            <a:ext cx="379730" cy="0"/>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97" name="Kolenski povezovalnik 287"/>
                        <wps:cNvCnPr/>
                        <wps:spPr>
                          <a:xfrm rot="16200000" flipH="1">
                            <a:off x="4080149" y="960469"/>
                            <a:ext cx="379730" cy="0"/>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15" name="Polje z besedilom 157"/>
                        <wps:cNvSpPr txBox="1"/>
                        <wps:spPr>
                          <a:xfrm>
                            <a:off x="5016245" y="340923"/>
                            <a:ext cx="338185" cy="378460"/>
                          </a:xfrm>
                          <a:prstGeom prst="rect">
                            <a:avLst/>
                          </a:prstGeom>
                          <a:noFill/>
                          <a:ln w="3175">
                            <a:noFill/>
                          </a:ln>
                        </wps:spPr>
                        <wps:txbx>
                          <w:txbxContent>
                            <w:p w:rsidR="00B318BB" w:rsidRDefault="00B318BB" w:rsidP="00B318BB">
                              <w:pPr>
                                <w:spacing w:line="252" w:lineRule="auto"/>
                                <w:rPr>
                                  <w:rFonts w:ascii="Calibri" w:hAnsi="Calibri"/>
                                  <w:sz w:val="32"/>
                                  <w:szCs w:val="32"/>
                                </w:rPr>
                              </w:pPr>
                              <w:r>
                                <w:rPr>
                                  <w:rFonts w:ascii="Calibri" w:hAnsi="Calibri"/>
                                  <w:sz w:val="32"/>
                                  <w:szCs w:val="32"/>
                                </w:rPr>
                                <w:t xml:space="preserve"> . . . </w:t>
                              </w:r>
                            </w:p>
                          </w:txbxContent>
                        </wps:txbx>
                        <wps:bodyPr rot="0" spcFirstLastPara="0" vert="horz" wrap="square" lIns="0" tIns="0" rIns="0" bIns="0" numCol="1" spcCol="0" rtlCol="0" fromWordArt="0" anchor="t" anchorCtr="0" forceAA="0" compatLnSpc="1">
                          <a:prstTxWarp prst="textNoShape">
                            <a:avLst/>
                          </a:prstTxWarp>
                          <a:noAutofit/>
                        </wps:bodyPr>
                      </wps:wsp>
                      <wps:wsp>
                        <wps:cNvPr id="360" name="Pravokotnik 360"/>
                        <wps:cNvSpPr/>
                        <wps:spPr>
                          <a:xfrm>
                            <a:off x="848944" y="232923"/>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2" name="Polje z besedilom 157"/>
                        <wps:cNvSpPr txBox="1"/>
                        <wps:spPr>
                          <a:xfrm>
                            <a:off x="913117" y="90683"/>
                            <a:ext cx="177099" cy="142240"/>
                          </a:xfrm>
                          <a:prstGeom prst="rect">
                            <a:avLst/>
                          </a:prstGeom>
                          <a:noFill/>
                          <a:ln w="3175">
                            <a:noFill/>
                          </a:ln>
                        </wps:spPr>
                        <wps:txbx>
                          <w:txbxContent>
                            <w:p w:rsidR="00B318BB" w:rsidRPr="00842CC5" w:rsidRDefault="00B318BB" w:rsidP="00B318BB">
                              <w:pPr>
                                <w:spacing w:line="252" w:lineRule="auto"/>
                                <w:rPr>
                                  <w:rFonts w:ascii="Calibri" w:hAnsi="Calibri"/>
                                  <w:sz w:val="16"/>
                                  <w:szCs w:val="16"/>
                                </w:rPr>
                              </w:pPr>
                              <w:r w:rsidRPr="00842CC5">
                                <w:rPr>
                                  <w:rFonts w:ascii="Calibri" w:hAnsi="Calibri"/>
                                  <w:sz w:val="16"/>
                                  <w:szCs w:val="16"/>
                                </w:rPr>
                                <w:t>RO</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13" name="Polje z besedilom 157"/>
                        <wps:cNvSpPr txBox="1"/>
                        <wps:spPr>
                          <a:xfrm>
                            <a:off x="340602" y="90683"/>
                            <a:ext cx="274364" cy="142240"/>
                          </a:xfrm>
                          <a:prstGeom prst="rect">
                            <a:avLst/>
                          </a:prstGeom>
                          <a:noFill/>
                          <a:ln w="3175">
                            <a:noFill/>
                          </a:ln>
                        </wps:spPr>
                        <wps:txbx>
                          <w:txbxContent>
                            <w:p w:rsidR="00B318BB" w:rsidRPr="00842CC5" w:rsidRDefault="00B318BB" w:rsidP="00B318BB">
                              <w:pPr>
                                <w:spacing w:line="252" w:lineRule="auto"/>
                                <w:rPr>
                                  <w:rFonts w:ascii="Calibri" w:hAnsi="Calibri"/>
                                  <w:sz w:val="16"/>
                                  <w:szCs w:val="16"/>
                                </w:rPr>
                              </w:pPr>
                              <w:r>
                                <w:rPr>
                                  <w:rFonts w:ascii="Calibri" w:hAnsi="Calibri"/>
                                  <w:sz w:val="16"/>
                                  <w:szCs w:val="16"/>
                                </w:rPr>
                                <w:t>TP</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7829384A" id="Platno 879" o:spid="_x0000_s1181" editas="canvas" style="width:453.5pt;height:181.9pt;mso-position-horizontal-relative:char;mso-position-vertical-relative:line" coordsize="57594,23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">
                <v:shape id="_x0000_s1182" type="#_x0000_t75" style="position:absolute;width:57594;height:23094;visibility:visible;mso-wrap-style:square" strokeweight=".25pt">
                  <v:fill o:detectmouseclick="t"/>
                  <v:stroke joinstyle="bevel"/>
                  <v:path o:connecttype="none"/>
                </v:shape>
                <v:oval id="Elipsa 371" o:spid="_x0000_s1183" style="position:absolute;left:27032;top:18618;width:3594;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" filled="f" strokecolor="black [3213]">
                  <v:stroke joinstyle="miter"/>
                  <v:textbox inset="0,0,0,0">
                    <w:txbxContent>
                      <w:p w:rsidR="00B318BB" w:rsidRDefault="00B318BB" w:rsidP="00B318BB">
                        <w:pPr>
                          <w:jc w:val="center"/>
                          <w:rPr>
                            <w:color w:val="000000"/>
                            <w:szCs w:val="20"/>
                          </w:rPr>
                        </w:pPr>
                        <w:r>
                          <w:rPr>
                            <w:color w:val="000000"/>
                            <w:szCs w:val="20"/>
                          </w:rPr>
                          <w:t>B2</w:t>
                        </w:r>
                      </w:p>
                    </w:txbxContent>
                  </v:textbox>
                </v:oval>
                <v:rect id="Pravokotnik 372" o:spid="_x0000_s1184" style="position:absolute;left:13901;top:6630;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" fillcolor="black [3213]" strokecolor="black [3213]" strokeweight="1pt">
                  <v:fill r:id="rId13" o:title="" color2="white [3212]" type="pattern"/>
                </v:rect>
                <v:line id="Raven povezovalnik 376" o:spid="_x0000_s1185" style="position:absolute;visibility:visible;mso-wrap-style:square" from="7780,7706" to="51463,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" strokecolor="black [3200]" strokeweight=".5pt">
                  <v:stroke joinstyle="miter"/>
                </v:line>
                <v:rect id="Pravokotnik 381" o:spid="_x0000_s1186" style="position:absolute;left:12821;top:11514;width:4750;height:474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" fillcolor="white [3212]" strokecolor="black [3213]" strokeweight="1pt"/>
                <v:line id="Raven povezovalnik 876" o:spid="_x0000_s1187" style="position:absolute;flip:x;visibility:visible;mso-wrap-style:square" from="21785,7706" to="21785,17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" strokecolor="black [3200]" strokeweight=".5pt">
                  <v:stroke joinstyle="miter"/>
                </v:line>
                <v:shape id="Prostoročno: oblika 878" o:spid="_x0000_s1188" style="position:absolute;left:2990;top:2896;width:11512;height:3733;flip:x;visibility:visible;mso-wrap-style:square;v-text-anchor:middle" coordsize="1035050,54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" path="m1035050,l,,,546100r,l,546100e" filled="f" strokecolor="black [3200]" strokeweight="2pt">
                  <v:stroke dashstyle="dash" joinstyle="miter"/>
                  <v:path arrowok="t" o:connecttype="custom" o:connectlocs="1151148,0;0,0;0,373316;0,373316;0,373316" o:connectangles="0,0,0,0,0"/>
                </v:shape>
                <v:rect id="Pravokotnik 880" o:spid="_x0000_s1189" style="position:absolute;left:27549;top:6630;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" fillcolor="black [3213]" strokecolor="black [3213]" strokeweight="1pt">
                  <v:fill r:id="rId13" o:title="" color2="white [3212]" type="pattern"/>
                </v:rect>
                <v:rect id="Pravokotnik 881" o:spid="_x0000_s1190" style="position:absolute;left:26469;top:11514;width:4750;height:474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" fillcolor="white [3212]" strokecolor="black [3213]" strokeweight="1pt"/>
                <v:line id="Raven povezovalnik 882" o:spid="_x0000_s1191" style="position:absolute;flip:x;visibility:visible;mso-wrap-style:square" from="35645,7706" to="35645,17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" strokecolor="black [3200]" strokeweight=".5pt">
                  <v:stroke joinstyle="miter"/>
                </v:line>
                <v:rect id="Pravokotnik 884" o:spid="_x0000_s1192" style="position:absolute;left:41355;top:6630;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" fillcolor="black [3213]" strokecolor="black [3213]" strokeweight="1pt">
                  <v:fill r:id="rId13" o:title="" color2="white [3212]" type="pattern"/>
                </v:rect>
                <v:rect id="Pravokotnik 885" o:spid="_x0000_s1193" style="position:absolute;left:40352;top:11514;width:4749;height:4744;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" fillcolor="white [3212]" strokecolor="black [3213]" strokeweight="1pt"/>
                <v:line id="Raven povezovalnik 886" o:spid="_x0000_s1194" style="position:absolute;flip:x;visibility:visible;mso-wrap-style:square" from="48871,7706" to="48871,17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" strokecolor="black [3200]" strokeweight=".5pt">
                  <v:stroke joinstyle="miter"/>
                </v:line>
                <v:shape id="Pravokotnik 890" o:spid="_x0000_s1195" style="position:absolute;left:15955;top:5213;width:12315;height:1388;visibility:visible;mso-wrap-style:square;v-text-anchor:middle" coordsize="1231533,165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" path="m,165983l,,1231533,r,165983e" filled="f" strokecolor="black [3200]" strokeweight="2pt">
                  <v:stroke dashstyle="dash" joinstyle="miter"/>
                  <v:path arrowok="t" o:connecttype="custom" o:connectlocs="0,138850;0,0;1231533,0;1231533,138850" o:connectangles="0,0,0,0"/>
                </v:shape>
                <v:shape id="Pravokotnik 890" o:spid="_x0000_s1196" style="position:absolute;left:29443;top:5213;width:12316;height:1388;visibility:visible;mso-wrap-style:square;v-text-anchor:middle" coordsize="1231533,165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" path="m,165983l,,1231533,r,165983e" filled="f" strokecolor="black [3200]" strokeweight="2pt">
                  <v:stroke dashstyle="dash" joinstyle="miter"/>
                  <v:path arrowok="t" o:connecttype="custom" o:connectlocs="0,138850;0,0;1231533,0;1231533,138850" o:connectangles="0,0,0,0"/>
                </v:shape>
                <v:shape id="Pravokotnik 890" o:spid="_x0000_s1197" style="position:absolute;left:43362;top:5242;width:6751;height:1388;visibility:visible;mso-wrap-style:square;v-text-anchor:middle" coordsize="1231533,165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" path="m,165983l,,1231533,e" filled="f" strokecolor="black [3200]" strokeweight="2pt">
                  <v:stroke dashstyle="dash" joinstyle="miter"/>
                  <v:path arrowok="t" o:connecttype="custom" o:connectlocs="0,138850;0,0;675064,0" o:connectangles="0,0,0"/>
                </v:shape>
                <v:shape id="Polje z besedilom 157" o:spid="_x0000_s1198" type="#_x0000_t202" style="position:absolute;left:44508;top:3303;width:6502;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do največ 8*</w:t>
                        </w:r>
                      </w:p>
                    </w:txbxContent>
                  </v:textbox>
                </v:shape>
                <v:shape id="Kolenski povezovalnik 287" o:spid="_x0000_s1199" type="#_x0000_t34" style="position:absolute;left:13305;top:9605;width:3797;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" strokecolor="black [3213]">
                  <v:stroke dashstyle="1 1"/>
                </v:shape>
                <v:shape id="Kolenski povezovalnik 287" o:spid="_x0000_s1200" type="#_x0000_t34" style="position:absolute;left:26958;top:9605;width:3797;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" strokecolor="black [3213]">
                  <v:stroke dashstyle="1 1"/>
                </v:shape>
                <v:shape id="Kolenski povezovalnik 287" o:spid="_x0000_s1201" type="#_x0000_t34" style="position:absolute;left:40801;top:9605;width:3797;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" strokecolor="black [3213]">
                  <v:stroke dashstyle="1 1"/>
                </v:shape>
                <v:shape id="Polje z besedilom 157" o:spid="_x0000_s1202" type="#_x0000_t202" style="position:absolute;left:50162;top:3409;width:3382;height:37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" filled="f" stroked="f" strokeweight=".25pt">
                  <v:textbox inset="0,0,0,0">
                    <w:txbxContent>
                      <w:p w:rsidR="00B318BB" w:rsidRDefault="00B318BB" w:rsidP="00B318BB">
                        <w:pPr>
                          <w:spacing w:line="252" w:lineRule="auto"/>
                          <w:rPr>
                            <w:rFonts w:ascii="Calibri" w:hAnsi="Calibri"/>
                            <w:sz w:val="32"/>
                            <w:szCs w:val="32"/>
                          </w:rPr>
                        </w:pPr>
                        <w:r>
                          <w:rPr>
                            <w:rFonts w:ascii="Calibri" w:hAnsi="Calibri"/>
                            <w:sz w:val="32"/>
                            <w:szCs w:val="32"/>
                          </w:rPr>
                          <w:t xml:space="preserve"> . . . </w:t>
                        </w:r>
                      </w:p>
                    </w:txbxContent>
                  </v:textbox>
                </v:shape>
                <v:rect id="Pravokotnik 360" o:spid="_x0000_s1203" style="position:absolute;left:8489;top:2329;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" fillcolor="white [3212]" strokecolor="black [3213]" strokeweight="1pt"/>
                <v:shape id="Polje z besedilom 157" o:spid="_x0000_s1204" type="#_x0000_t202" style="position:absolute;left:9131;top:906;width:1771;height:1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" filled="f" stroked="f" strokeweight=".25pt">
                  <v:textbox inset="0,0,0,0">
                    <w:txbxContent>
                      <w:p w:rsidR="00B318BB" w:rsidRPr="00842CC5" w:rsidRDefault="00B318BB" w:rsidP="00B318BB">
                        <w:pPr>
                          <w:spacing w:line="252" w:lineRule="auto"/>
                          <w:rPr>
                            <w:rFonts w:ascii="Calibri" w:hAnsi="Calibri"/>
                            <w:sz w:val="16"/>
                            <w:szCs w:val="16"/>
                          </w:rPr>
                        </w:pPr>
                        <w:r w:rsidRPr="00842CC5">
                          <w:rPr>
                            <w:rFonts w:ascii="Calibri" w:hAnsi="Calibri"/>
                            <w:sz w:val="16"/>
                            <w:szCs w:val="16"/>
                          </w:rPr>
                          <w:t>RO</w:t>
                        </w:r>
                      </w:p>
                    </w:txbxContent>
                  </v:textbox>
                </v:shape>
                <v:shape id="Polje z besedilom 157" o:spid="_x0000_s1205" type="#_x0000_t202" style="position:absolute;left:3406;top:906;width:2743;height:1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" filled="f" stroked="f" strokeweight=".25pt">
                  <v:textbox inset="0,0,0,0">
                    <w:txbxContent>
                      <w:p w:rsidR="00B318BB" w:rsidRPr="00842CC5" w:rsidRDefault="00B318BB" w:rsidP="00B318BB">
                        <w:pPr>
                          <w:spacing w:line="252" w:lineRule="auto"/>
                          <w:rPr>
                            <w:rFonts w:ascii="Calibri" w:hAnsi="Calibri"/>
                            <w:sz w:val="16"/>
                            <w:szCs w:val="16"/>
                          </w:rPr>
                        </w:pPr>
                        <w:r>
                          <w:rPr>
                            <w:rFonts w:ascii="Calibri" w:hAnsi="Calibri"/>
                            <w:sz w:val="16"/>
                            <w:szCs w:val="16"/>
                          </w:rPr>
                          <w:t>TP</w:t>
                        </w:r>
                      </w:p>
                    </w:txbxContent>
                  </v:textbox>
                </v:shape>
                <w10:anchorlock/>
              </v:group>
            </w:pict>
          </mc:Fallback>
        </mc:AlternateContent>
      </w:r>
    </w:p>
    <w:p w:rsidR="00B318BB" w:rsidRPr="00777452" w:rsidRDefault="00B318BB" w:rsidP="00B318BB">
      <w:pPr>
        <w:jc w:val="left"/>
        <w:rPr>
          <w:bCs/>
        </w:rPr>
      </w:pPr>
      <w:r>
        <w:t>*Število povezanih omaric je potrebno projektno potrditi glede na dopustno obremenitev posameznega niza objektov v predvideni skupinski gradnji!</w:t>
      </w:r>
    </w:p>
    <w:p w:rsidR="00B318BB" w:rsidRPr="009F3B76" w:rsidRDefault="00B318BB" w:rsidP="00B318BB">
      <w:pPr>
        <w:pStyle w:val="Naslov2"/>
      </w:pPr>
      <w:bookmarkStart w:id="56" w:name="_Toc421618452"/>
      <w:bookmarkStart w:id="57" w:name="_Toc101519036"/>
      <w:bookmarkStart w:id="58" w:name="_Toc101789188"/>
      <w:r w:rsidRPr="009F3B76">
        <w:t>Priključki tipa C – blokovna stanovanjska gradnja</w:t>
      </w:r>
      <w:bookmarkEnd w:id="56"/>
      <w:bookmarkEnd w:id="57"/>
      <w:bookmarkEnd w:id="58"/>
    </w:p>
    <w:p w:rsidR="00B318BB" w:rsidRDefault="00B318BB" w:rsidP="00B318BB">
      <w:pPr>
        <w:tabs>
          <w:tab w:val="left" w:pos="360"/>
        </w:tabs>
      </w:pPr>
      <w:r w:rsidRPr="005C60F6">
        <w:t>Namenjeni so za priključevanje posameznih več stanovanjskih objektov, ki se gradijo organizirano in tvorijo stanovanjske soseske.</w:t>
      </w:r>
    </w:p>
    <w:p w:rsidR="00B318BB" w:rsidRDefault="00B318BB" w:rsidP="00B318BB">
      <w:pPr>
        <w:tabs>
          <w:tab w:val="left" w:pos="360"/>
        </w:tabs>
      </w:pPr>
    </w:p>
    <w:p w:rsidR="00B318BB" w:rsidRDefault="00B318BB" w:rsidP="00B318BB">
      <w:pPr>
        <w:tabs>
          <w:tab w:val="left" w:pos="360"/>
        </w:tabs>
      </w:pPr>
      <w:r w:rsidRPr="0092034C">
        <w:t>Skupni deli, namenjeni napajanju posameznih uporabnikov sistema v stanovanjskih in drugih stavbah z več posameznimi</w:t>
      </w:r>
      <w:r>
        <w:t xml:space="preserve"> </w:t>
      </w:r>
      <w:r w:rsidRPr="0092034C">
        <w:t>deli, in priključni vod, ki so v skupnem lastništvu ali solastništvu lastnikov take stavbe, nimajo javnega značaja</w:t>
      </w:r>
    </w:p>
    <w:p w:rsidR="00B318BB" w:rsidRDefault="00B318BB" w:rsidP="00B318BB">
      <w:pPr>
        <w:pStyle w:val="Naslov3"/>
      </w:pPr>
      <w:bookmarkStart w:id="59" w:name="_Toc421618453"/>
      <w:bookmarkStart w:id="60" w:name="_Toc101519037"/>
      <w:bookmarkStart w:id="61" w:name="_Toc101789189"/>
      <w:r>
        <w:t>Tipska izvedba C1</w:t>
      </w:r>
      <w:bookmarkEnd w:id="59"/>
      <w:r>
        <w:t xml:space="preserve"> </w:t>
      </w:r>
      <w:r w:rsidRPr="00A000D7">
        <w:t>–</w:t>
      </w:r>
      <w:r>
        <w:t xml:space="preserve"> objekti do 6 stanovanjskih enot</w:t>
      </w:r>
      <w:bookmarkEnd w:id="60"/>
      <w:bookmarkEnd w:id="61"/>
    </w:p>
    <w:p w:rsidR="00B318BB" w:rsidRDefault="00B318BB" w:rsidP="00B318BB">
      <w:r>
        <w:t>Ta i</w:t>
      </w:r>
      <w:r w:rsidRPr="00187181">
        <w:t>zvedba je primerna za manjše stanovanjske bloke, stanovanjske vile (do šest stanovanj).</w:t>
      </w:r>
    </w:p>
    <w:p w:rsidR="00B318BB" w:rsidRPr="00187181" w:rsidRDefault="00B318BB" w:rsidP="00B318BB"/>
    <w:p w:rsidR="00B318BB" w:rsidRDefault="00B318BB" w:rsidP="00B318BB">
      <w:r w:rsidRPr="00187181">
        <w:rPr>
          <w:bCs/>
        </w:rPr>
        <w:t>Priključno mesto se nahaja v RO, v PRMO</w:t>
      </w:r>
      <w:r>
        <w:rPr>
          <w:bCs/>
        </w:rPr>
        <w:t xml:space="preserve"> </w:t>
      </w:r>
      <w:r w:rsidRPr="00187181">
        <w:rPr>
          <w:bCs/>
        </w:rPr>
        <w:t xml:space="preserve">ali </w:t>
      </w:r>
      <w:r>
        <w:rPr>
          <w:bCs/>
        </w:rPr>
        <w:t xml:space="preserve">pa v </w:t>
      </w:r>
      <w:r w:rsidRPr="00187181">
        <w:rPr>
          <w:bCs/>
        </w:rPr>
        <w:t xml:space="preserve">TP, </w:t>
      </w:r>
      <w:r w:rsidRPr="00187181">
        <w:t>kadar ni na razpolago javnega NN omrežja.</w:t>
      </w:r>
    </w:p>
    <w:p w:rsidR="00B318BB" w:rsidRPr="009F3B76" w:rsidRDefault="00B318BB" w:rsidP="00B318BB"/>
    <w:p w:rsidR="00B318BB" w:rsidRDefault="00B318BB" w:rsidP="00B318BB">
      <w:r w:rsidRPr="00187181">
        <w:rPr>
          <w:bCs/>
        </w:rPr>
        <w:t xml:space="preserve">V primeru priključevanja v RO se </w:t>
      </w:r>
      <w:r w:rsidRPr="00187181">
        <w:t>prevzemno-predajno mest</w:t>
      </w:r>
      <w:r>
        <w:t xml:space="preserve">o (hkrati tudi merilno mesto) </w:t>
      </w:r>
      <w:r w:rsidRPr="00187181">
        <w:t xml:space="preserve">nahaja v PMO, ki </w:t>
      </w:r>
      <w:bookmarkStart w:id="62" w:name="_Hlk101264429"/>
      <w:r w:rsidRPr="00187181">
        <w:t xml:space="preserve">se praviloma postavlja na parcelni meji </w:t>
      </w:r>
      <w:r w:rsidR="00D95F1D" w:rsidRPr="00D95F1D">
        <w:t>skladno z dokazili, ki izkazujejo pravico graditi</w:t>
      </w:r>
      <w:r w:rsidRPr="00187181">
        <w:t>, lahko je sestavni del ograje</w:t>
      </w:r>
      <w:bookmarkEnd w:id="62"/>
      <w:r w:rsidRPr="00187181">
        <w:t xml:space="preserve">, </w:t>
      </w:r>
      <w:r w:rsidRPr="00187181">
        <w:rPr>
          <w:bCs/>
        </w:rPr>
        <w:t xml:space="preserve">ali </w:t>
      </w:r>
      <w:r>
        <w:rPr>
          <w:bCs/>
        </w:rPr>
        <w:t xml:space="preserve">stalno </w:t>
      </w:r>
      <w:r w:rsidRPr="00187181">
        <w:rPr>
          <w:bCs/>
        </w:rPr>
        <w:t>dostopnih delov fasade,</w:t>
      </w:r>
      <w:r w:rsidRPr="00187181">
        <w:t xml:space="preserve"> ali nameščena v notranjosti objekta in mora biti </w:t>
      </w:r>
      <w:r w:rsidR="00D95F1D">
        <w:t xml:space="preserve">na </w:t>
      </w:r>
      <w:r>
        <w:t>stalno dostopn</w:t>
      </w:r>
      <w:r w:rsidR="007E7DB1">
        <w:t>a</w:t>
      </w:r>
      <w:r w:rsidRPr="00187181">
        <w:t>.</w:t>
      </w:r>
    </w:p>
    <w:p w:rsidR="00B318BB" w:rsidRPr="00187181" w:rsidRDefault="00B318BB" w:rsidP="00B318BB">
      <w:pPr>
        <w:rPr>
          <w:bCs/>
        </w:rPr>
      </w:pPr>
    </w:p>
    <w:p w:rsidR="00B318BB" w:rsidRDefault="00B318BB" w:rsidP="00B318BB">
      <w:r w:rsidRPr="00187181">
        <w:rPr>
          <w:bCs/>
        </w:rPr>
        <w:t xml:space="preserve">V primeru priključevanja v PRMO se </w:t>
      </w:r>
      <w:r w:rsidRPr="00187181">
        <w:t>prevzemno-predajno mesto</w:t>
      </w:r>
      <w:r w:rsidRPr="00187181">
        <w:rPr>
          <w:bCs/>
        </w:rPr>
        <w:t xml:space="preserve"> (hkr</w:t>
      </w:r>
      <w:r>
        <w:rPr>
          <w:bCs/>
        </w:rPr>
        <w:t xml:space="preserve">ati tudi merilno mesto) nahaja </w:t>
      </w:r>
      <w:r w:rsidRPr="00187181">
        <w:rPr>
          <w:bCs/>
        </w:rPr>
        <w:t xml:space="preserve">v PRMO, </w:t>
      </w:r>
      <w:r w:rsidRPr="00187181">
        <w:t>v kolikor prostorske razmere in razvojni načrti NN omrežja narekujejo takšno rešitev. PRMO se postavlja na pa</w:t>
      </w:r>
      <w:r>
        <w:t xml:space="preserve">rcelni meji </w:t>
      </w:r>
      <w:r w:rsidR="00D95F1D" w:rsidRPr="00D95F1D">
        <w:t>skladno z dokazili, ki izkazujejo pravico graditi</w:t>
      </w:r>
      <w:r w:rsidRPr="00187181">
        <w:t xml:space="preserve"> in je lahko sestavni del ograje. Merilni del omarice mora ustrezati zahtevam tipizacije merilnih mest in mora biti ločen s pregrado od dela omarice, ki ima razdelilno ali priključno funkcijo.</w:t>
      </w:r>
    </w:p>
    <w:p w:rsidR="00B318BB" w:rsidRPr="00187181" w:rsidRDefault="00B318BB" w:rsidP="00B318BB"/>
    <w:p w:rsidR="00B318BB" w:rsidRDefault="00B318BB" w:rsidP="00B318BB">
      <w:r w:rsidRPr="00187181">
        <w:t xml:space="preserve">Za povezave med TP, RO in PRMO </w:t>
      </w:r>
      <w:r>
        <w:t xml:space="preserve">se uporabljajo zemeljski kabli </w:t>
      </w:r>
      <w:r w:rsidRPr="00187181">
        <w:t>preseka od 150 do 240 mm</w:t>
      </w:r>
      <w:r w:rsidRPr="00187181">
        <w:rPr>
          <w:vertAlign w:val="superscript"/>
        </w:rPr>
        <w:t>2</w:t>
      </w:r>
      <w:r w:rsidRPr="00187181">
        <w:t>.</w:t>
      </w:r>
    </w:p>
    <w:p w:rsidR="00B318BB" w:rsidRPr="00187181" w:rsidRDefault="00B318BB" w:rsidP="00B318BB"/>
    <w:p w:rsidR="00B318BB" w:rsidRDefault="00B318BB" w:rsidP="00B318BB">
      <w:pPr>
        <w:rPr>
          <w:bCs/>
        </w:rPr>
      </w:pPr>
      <w:r w:rsidRPr="00187181">
        <w:rPr>
          <w:bCs/>
        </w:rPr>
        <w:t xml:space="preserve">Priključni vodi </w:t>
      </w:r>
      <w:r w:rsidRPr="00187181">
        <w:t xml:space="preserve">objektov </w:t>
      </w:r>
      <w:r w:rsidRPr="00187181">
        <w:rPr>
          <w:bCs/>
        </w:rPr>
        <w:t>se izvedejo z zemeljskimi kabli najmanjšega preseka 70 mm</w:t>
      </w:r>
      <w:r w:rsidRPr="00187181">
        <w:rPr>
          <w:bCs/>
          <w:vertAlign w:val="superscript"/>
        </w:rPr>
        <w:t>2</w:t>
      </w:r>
      <w:r>
        <w:rPr>
          <w:bCs/>
        </w:rPr>
        <w:t>.</w:t>
      </w:r>
    </w:p>
    <w:p w:rsidR="00B318BB" w:rsidRDefault="00B318BB" w:rsidP="00B318BB">
      <w:pPr>
        <w:rPr>
          <w:bCs/>
        </w:rPr>
      </w:pPr>
    </w:p>
    <w:p w:rsidR="00B318BB" w:rsidRDefault="00B318BB" w:rsidP="00B318BB">
      <w:pPr>
        <w:rPr>
          <w:bCs/>
        </w:rPr>
      </w:pPr>
      <w:r w:rsidRPr="00187181">
        <w:rPr>
          <w:bCs/>
        </w:rPr>
        <w:t>Sestavna dela priključka uporabnika sta v primeru priključevanja v PMO priključni vod od priključnega mesta do prevzemno-predajnega mesta in PMO.</w:t>
      </w:r>
    </w:p>
    <w:p w:rsidR="00B318BB" w:rsidRPr="00187181" w:rsidRDefault="00B318BB" w:rsidP="00B318BB">
      <w:pPr>
        <w:rPr>
          <w:bCs/>
        </w:rPr>
      </w:pPr>
    </w:p>
    <w:p w:rsidR="00B318BB" w:rsidRDefault="00B318BB" w:rsidP="00B318BB">
      <w:pPr>
        <w:rPr>
          <w:bCs/>
        </w:rPr>
      </w:pPr>
      <w:r w:rsidRPr="00B5641E">
        <w:rPr>
          <w:bCs/>
        </w:rPr>
        <w:t>Sestavna dela priključka uporabnika sta v primeru priključevanja v PRMO priključno-merilni del</w:t>
      </w:r>
      <w:r>
        <w:rPr>
          <w:bCs/>
        </w:rPr>
        <w:t>,</w:t>
      </w:r>
      <w:r w:rsidRPr="00B5641E">
        <w:rPr>
          <w:bCs/>
        </w:rPr>
        <w:t xml:space="preserve"> vključno z </w:t>
      </w:r>
      <w:proofErr w:type="spellStart"/>
      <w:r w:rsidRPr="00B5641E">
        <w:rPr>
          <w:bCs/>
        </w:rPr>
        <w:t>varovalčnim</w:t>
      </w:r>
      <w:proofErr w:type="spellEnd"/>
      <w:r w:rsidRPr="00B5641E">
        <w:rPr>
          <w:bCs/>
        </w:rPr>
        <w:t xml:space="preserve"> ločilnikom</w:t>
      </w:r>
      <w:r>
        <w:rPr>
          <w:bCs/>
        </w:rPr>
        <w:t>,</w:t>
      </w:r>
      <w:r w:rsidRPr="00B5641E">
        <w:rPr>
          <w:bCs/>
        </w:rPr>
        <w:t xml:space="preserve"> na katerega je merilno mesto priključeno.</w:t>
      </w:r>
    </w:p>
    <w:p w:rsidR="00B318BB" w:rsidRPr="005C597C" w:rsidRDefault="00B318BB" w:rsidP="00B318BB">
      <w:pPr>
        <w:jc w:val="center"/>
        <w:rPr>
          <w:bCs/>
        </w:rPr>
      </w:pPr>
      <w:r>
        <w:rPr>
          <w:noProof/>
          <w:lang w:eastAsia="sl-SI"/>
        </w:rPr>
        <w:lastRenderedPageBreak/>
        <mc:AlternateContent>
          <mc:Choice Requires="wpc">
            <w:drawing>
              <wp:inline distT="0" distB="0" distL="0" distR="0" wp14:anchorId="12600E3A" wp14:editId="0A0E93F3">
                <wp:extent cx="5761265" cy="2139950"/>
                <wp:effectExtent l="0" t="0" r="0" b="0"/>
                <wp:docPr id="916" name="Platno 9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898" name="Raven povezovalnik 898"/>
                        <wps:cNvCnPr>
                          <a:endCxn id="899" idx="1"/>
                        </wps:cNvCnPr>
                        <wps:spPr>
                          <a:xfrm>
                            <a:off x="267607" y="296813"/>
                            <a:ext cx="961966" cy="6566"/>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899" name="Pravokotnik 899"/>
                        <wps:cNvSpPr/>
                        <wps:spPr>
                          <a:xfrm>
                            <a:off x="1229573" y="249379"/>
                            <a:ext cx="269376"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0" name="Raven povezovalnik 900"/>
                        <wps:cNvCnPr/>
                        <wps:spPr>
                          <a:xfrm>
                            <a:off x="260112" y="933857"/>
                            <a:ext cx="2250374"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914" name="Raven povezovalnik 914"/>
                        <wps:cNvCnPr/>
                        <wps:spPr>
                          <a:xfrm flipH="1">
                            <a:off x="371821" y="933883"/>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921" name="Raven povezovalnik 921"/>
                        <wps:cNvCnPr/>
                        <wps:spPr>
                          <a:xfrm>
                            <a:off x="3294257" y="938982"/>
                            <a:ext cx="2227356"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925" name="Kolenski povezovalnik 287"/>
                        <wps:cNvCnPr>
                          <a:stCxn id="411" idx="3"/>
                        </wps:cNvCnPr>
                        <wps:spPr>
                          <a:xfrm>
                            <a:off x="3905617" y="303322"/>
                            <a:ext cx="422644" cy="518400"/>
                          </a:xfrm>
                          <a:prstGeom prst="bentConnector2">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369" name="Polje z besedilom 157"/>
                        <wps:cNvSpPr txBox="1"/>
                        <wps:spPr>
                          <a:xfrm>
                            <a:off x="1063745" y="107776"/>
                            <a:ext cx="538502" cy="14160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97" name="Kolenski povezovalnik 287"/>
                        <wps:cNvCnPr/>
                        <wps:spPr>
                          <a:xfrm flipH="1">
                            <a:off x="4501727" y="304999"/>
                            <a:ext cx="784800" cy="518400"/>
                          </a:xfrm>
                          <a:prstGeom prst="bentConnector2">
                            <a:avLst/>
                          </a:prstGeom>
                          <a:ln w="25400">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402" name="Polje z besedilom 157"/>
                        <wps:cNvSpPr txBox="1"/>
                        <wps:spPr>
                          <a:xfrm>
                            <a:off x="5321517" y="357378"/>
                            <a:ext cx="265654" cy="284734"/>
                          </a:xfrm>
                          <a:prstGeom prst="rect">
                            <a:avLst/>
                          </a:prstGeom>
                          <a:noFill/>
                          <a:ln w="3175">
                            <a:noFill/>
                          </a:ln>
                        </wps:spPr>
                        <wps:txbx>
                          <w:txbxContent>
                            <w:p w:rsidR="00B318BB" w:rsidRPr="00F718A7" w:rsidRDefault="00B318BB" w:rsidP="00B318BB">
                              <w:pPr>
                                <w:jc w:val="right"/>
                                <w:rPr>
                                  <w:rFonts w:ascii="Calibri" w:hAnsi="Calibri"/>
                                  <w:sz w:val="36"/>
                                  <w:szCs w:val="36"/>
                                </w:rPr>
                              </w:pPr>
                              <w:r w:rsidRPr="00F718A7">
                                <w:rPr>
                                  <w:rFonts w:ascii="Calibri" w:hAnsi="Calibri"/>
                                  <w:sz w:val="36"/>
                                  <w:szCs w:val="36"/>
                                </w:rPr>
                                <w:sym w:font="Wingdings" w:char="F0C1"/>
                              </w:r>
                            </w:p>
                          </w:txbxContent>
                        </wps:txbx>
                        <wps:bodyPr rot="0" spcFirstLastPara="0" vert="horz" wrap="square" lIns="0" tIns="0" rIns="0" bIns="0" numCol="1" spcCol="0" rtlCol="0" fromWordArt="0" anchor="ctr" anchorCtr="0" forceAA="0" compatLnSpc="1">
                          <a:prstTxWarp prst="textNoShape">
                            <a:avLst/>
                          </a:prstTxWarp>
                          <a:noAutofit/>
                        </wps:bodyPr>
                      </wps:wsp>
                      <wps:wsp>
                        <wps:cNvPr id="404" name="Raven povezovalnik 404"/>
                        <wps:cNvCnPr/>
                        <wps:spPr>
                          <a:xfrm flipH="1">
                            <a:off x="3417235" y="939969"/>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405" name="Raven povezovalnik 405"/>
                        <wps:cNvCnPr/>
                        <wps:spPr>
                          <a:xfrm flipH="1">
                            <a:off x="5406741" y="939969"/>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411" name="Pravokotnik 411"/>
                        <wps:cNvSpPr/>
                        <wps:spPr>
                          <a:xfrm>
                            <a:off x="3636241" y="249379"/>
                            <a:ext cx="269376"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2" name="Raven povezovalnik 412"/>
                        <wps:cNvCnPr/>
                        <wps:spPr>
                          <a:xfrm>
                            <a:off x="3294257" y="303314"/>
                            <a:ext cx="341984"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596" name="Pravokotnik 596"/>
                        <wps:cNvSpPr/>
                        <wps:spPr>
                          <a:xfrm flipH="1">
                            <a:off x="637476" y="1318116"/>
                            <a:ext cx="474876" cy="47460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7" name="Pravokotnik 597"/>
                        <wps:cNvSpPr/>
                        <wps:spPr>
                          <a:xfrm flipH="1">
                            <a:off x="734904" y="827625"/>
                            <a:ext cx="269875" cy="10801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98" name="Kolenski povezovalnik 287"/>
                        <wps:cNvCnPr/>
                        <wps:spPr>
                          <a:xfrm rot="5400000">
                            <a:off x="845260" y="384379"/>
                            <a:ext cx="468000" cy="414000"/>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603" name="Raven povezovalnik 603"/>
                        <wps:cNvCnPr/>
                        <wps:spPr>
                          <a:xfrm flipH="1">
                            <a:off x="764485" y="939186"/>
                            <a:ext cx="0" cy="379304"/>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652" name="Polje z besedilom 157"/>
                        <wps:cNvSpPr txBox="1"/>
                        <wps:spPr>
                          <a:xfrm>
                            <a:off x="3780991" y="926000"/>
                            <a:ext cx="269126" cy="379014"/>
                          </a:xfrm>
                          <a:prstGeom prst="rect">
                            <a:avLst/>
                          </a:prstGeom>
                          <a:noFill/>
                          <a:ln w="3175">
                            <a:noFill/>
                          </a:ln>
                        </wps:spPr>
                        <wps:txbx>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653" name="Raven povezovalnik 653"/>
                        <wps:cNvCnPr/>
                        <wps:spPr>
                          <a:xfrm flipH="1">
                            <a:off x="972049" y="939186"/>
                            <a:ext cx="0" cy="379304"/>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654" name="Polje z besedilom 157"/>
                        <wps:cNvSpPr txBox="1"/>
                        <wps:spPr>
                          <a:xfrm>
                            <a:off x="738023" y="939186"/>
                            <a:ext cx="269126" cy="379014"/>
                          </a:xfrm>
                          <a:prstGeom prst="rect">
                            <a:avLst/>
                          </a:prstGeom>
                          <a:noFill/>
                          <a:ln w="3175">
                            <a:noFill/>
                          </a:ln>
                        </wps:spPr>
                        <wps:txbx>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810" name="Polje z besedilom 157"/>
                        <wps:cNvSpPr txBox="1"/>
                        <wps:spPr>
                          <a:xfrm>
                            <a:off x="3466267" y="107776"/>
                            <a:ext cx="538502" cy="14160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g:wgp>
                        <wpg:cNvPr id="872" name="Skupina 872"/>
                        <wpg:cNvGrpSpPr/>
                        <wpg:grpSpPr>
                          <a:xfrm>
                            <a:off x="4275828" y="819610"/>
                            <a:ext cx="269875" cy="111174"/>
                            <a:chOff x="0" y="2540"/>
                            <a:chExt cx="269875" cy="111795"/>
                          </a:xfrm>
                        </wpg:grpSpPr>
                        <wps:wsp>
                          <wps:cNvPr id="873" name="Pravokotnik 873"/>
                          <wps:cNvSpPr/>
                          <wps:spPr>
                            <a:xfrm>
                              <a:off x="0" y="6350"/>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74" name="Raven povezovalnik 874"/>
                          <wps:cNvCnPr/>
                          <wps:spPr>
                            <a:xfrm>
                              <a:off x="0" y="58420"/>
                              <a:ext cx="269875" cy="0"/>
                            </a:xfrm>
                            <a:prstGeom prst="line">
                              <a:avLst/>
                            </a:prstGeom>
                          </wps:spPr>
                          <wps:style>
                            <a:lnRef idx="1">
                              <a:schemeClr val="dk1"/>
                            </a:lnRef>
                            <a:fillRef idx="0">
                              <a:schemeClr val="dk1"/>
                            </a:fillRef>
                            <a:effectRef idx="0">
                              <a:schemeClr val="dk1"/>
                            </a:effectRef>
                            <a:fontRef idx="minor">
                              <a:schemeClr val="tx1"/>
                            </a:fontRef>
                          </wps:style>
                          <wps:bodyPr/>
                        </wps:wsp>
                        <wps:wsp>
                          <wps:cNvPr id="875" name="Raven povezovalnik 875"/>
                          <wps:cNvCnPr/>
                          <wps:spPr>
                            <a:xfrm>
                              <a:off x="89535" y="2540"/>
                              <a:ext cx="0" cy="107950"/>
                            </a:xfrm>
                            <a:prstGeom prst="line">
                              <a:avLst/>
                            </a:prstGeom>
                          </wps:spPr>
                          <wps:style>
                            <a:lnRef idx="1">
                              <a:schemeClr val="dk1"/>
                            </a:lnRef>
                            <a:fillRef idx="0">
                              <a:schemeClr val="dk1"/>
                            </a:fillRef>
                            <a:effectRef idx="0">
                              <a:schemeClr val="dk1"/>
                            </a:effectRef>
                            <a:fontRef idx="minor">
                              <a:schemeClr val="tx1"/>
                            </a:fontRef>
                          </wps:style>
                          <wps:bodyPr/>
                        </wps:wsp>
                        <wps:wsp>
                          <wps:cNvPr id="877" name="Raven povezovalnik 877"/>
                          <wps:cNvCnPr/>
                          <wps:spPr>
                            <a:xfrm>
                              <a:off x="179070" y="6385"/>
                              <a:ext cx="0" cy="107950"/>
                            </a:xfrm>
                            <a:prstGeom prst="line">
                              <a:avLst/>
                            </a:prstGeom>
                          </wps:spPr>
                          <wps:style>
                            <a:lnRef idx="1">
                              <a:schemeClr val="dk1"/>
                            </a:lnRef>
                            <a:fillRef idx="0">
                              <a:schemeClr val="dk1"/>
                            </a:fillRef>
                            <a:effectRef idx="0">
                              <a:schemeClr val="dk1"/>
                            </a:effectRef>
                            <a:fontRef idx="minor">
                              <a:schemeClr val="tx1"/>
                            </a:fontRef>
                          </wps:style>
                          <wps:bodyPr/>
                        </wps:wsp>
                      </wpg:wgp>
                      <wps:wsp>
                        <wps:cNvPr id="905" name="Polje z besedilom 157"/>
                        <wps:cNvSpPr txBox="1"/>
                        <wps:spPr>
                          <a:xfrm>
                            <a:off x="5249351" y="119954"/>
                            <a:ext cx="337820" cy="378460"/>
                          </a:xfrm>
                          <a:prstGeom prst="rect">
                            <a:avLst/>
                          </a:prstGeom>
                          <a:noFill/>
                          <a:ln w="3175">
                            <a:noFill/>
                          </a:ln>
                        </wps:spPr>
                        <wps:txbx>
                          <w:txbxContent>
                            <w:p w:rsidR="00B318BB" w:rsidRPr="00F718A7" w:rsidRDefault="00B318BB" w:rsidP="00B318BB">
                              <w:pPr>
                                <w:spacing w:line="252" w:lineRule="auto"/>
                                <w:jc w:val="right"/>
                                <w:rPr>
                                  <w:rFonts w:ascii="Calibri" w:hAnsi="Calibri"/>
                                  <w:sz w:val="32"/>
                                  <w:szCs w:val="32"/>
                                </w:rPr>
                              </w:pPr>
                              <w:r w:rsidRPr="00F718A7">
                                <w:rPr>
                                  <w:rFonts w:ascii="Calibri" w:hAnsi="Calibri"/>
                                  <w:sz w:val="32"/>
                                  <w:szCs w:val="32"/>
                                </w:rPr>
                                <w:t xml:space="preserve"> . . .</w:t>
                              </w:r>
                            </w:p>
                          </w:txbxContent>
                        </wps:txbx>
                        <wps:bodyPr rot="0" spcFirstLastPara="0" vert="horz" wrap="square" lIns="0" tIns="0" rIns="0" bIns="0" numCol="1" spcCol="0" rtlCol="0" fromWordArt="0" anchor="t" anchorCtr="0" forceAA="0" compatLnSpc="1">
                          <a:prstTxWarp prst="textNoShape">
                            <a:avLst/>
                          </a:prstTxWarp>
                          <a:noAutofit/>
                        </wps:bodyPr>
                      </wps:wsp>
                      <wps:wsp>
                        <wps:cNvPr id="906" name="Raven povezovalnik 906"/>
                        <wps:cNvCnPr/>
                        <wps:spPr>
                          <a:xfrm flipH="1">
                            <a:off x="4406809" y="932710"/>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379" name="Pravokotnik 379"/>
                        <wps:cNvSpPr/>
                        <wps:spPr>
                          <a:xfrm flipH="1">
                            <a:off x="3693233" y="1313037"/>
                            <a:ext cx="474444"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jc w:val="center"/>
                                <w:rPr>
                                  <w:b/>
                                  <w:bCs/>
                                  <w:color w:val="000000" w:themeColor="text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5" name="Raven povezovalnik 915"/>
                        <wps:cNvCnPr/>
                        <wps:spPr>
                          <a:xfrm>
                            <a:off x="4077905" y="1117295"/>
                            <a:ext cx="0" cy="20082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331" name="Prostoročno: oblika 331"/>
                        <wps:cNvSpPr/>
                        <wps:spPr>
                          <a:xfrm>
                            <a:off x="3978590" y="929030"/>
                            <a:ext cx="346594" cy="182880"/>
                          </a:xfrm>
                          <a:custGeom>
                            <a:avLst/>
                            <a:gdLst>
                              <a:gd name="connsiteX0" fmla="*/ 237744 w 237744"/>
                              <a:gd name="connsiteY0" fmla="*/ 0 h 182880"/>
                              <a:gd name="connsiteX1" fmla="*/ 237744 w 237744"/>
                              <a:gd name="connsiteY1" fmla="*/ 182880 h 182880"/>
                              <a:gd name="connsiteX2" fmla="*/ 0 w 237744"/>
                              <a:gd name="connsiteY2" fmla="*/ 182880 h 182880"/>
                              <a:gd name="connsiteX3" fmla="*/ 0 w 237744"/>
                              <a:gd name="connsiteY3" fmla="*/ 182880 h 182880"/>
                              <a:gd name="connsiteX4" fmla="*/ 0 w 237744"/>
                              <a:gd name="connsiteY4" fmla="*/ 182880 h 1828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7744" h="182880">
                                <a:moveTo>
                                  <a:pt x="237744" y="0"/>
                                </a:moveTo>
                                <a:lnTo>
                                  <a:pt x="237744" y="182880"/>
                                </a:lnTo>
                                <a:lnTo>
                                  <a:pt x="0" y="182880"/>
                                </a:lnTo>
                                <a:lnTo>
                                  <a:pt x="0" y="182880"/>
                                </a:lnTo>
                                <a:lnTo>
                                  <a:pt x="0" y="182880"/>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 name="Prostoročno: oblika 332"/>
                        <wps:cNvSpPr/>
                        <wps:spPr>
                          <a:xfrm>
                            <a:off x="3783536" y="1114816"/>
                            <a:ext cx="52610" cy="195406"/>
                          </a:xfrm>
                          <a:custGeom>
                            <a:avLst/>
                            <a:gdLst>
                              <a:gd name="connsiteX0" fmla="*/ 52610 w 52610"/>
                              <a:gd name="connsiteY0" fmla="*/ 0 h 195406"/>
                              <a:gd name="connsiteX1" fmla="*/ 0 w 52610"/>
                              <a:gd name="connsiteY1" fmla="*/ 0 h 195406"/>
                              <a:gd name="connsiteX2" fmla="*/ 0 w 52610"/>
                              <a:gd name="connsiteY2" fmla="*/ 195406 h 195406"/>
                            </a:gdLst>
                            <a:ahLst/>
                            <a:cxnLst>
                              <a:cxn ang="0">
                                <a:pos x="connsiteX0" y="connsiteY0"/>
                              </a:cxn>
                              <a:cxn ang="0">
                                <a:pos x="connsiteX1" y="connsiteY1"/>
                              </a:cxn>
                              <a:cxn ang="0">
                                <a:pos x="connsiteX2" y="connsiteY2"/>
                              </a:cxn>
                            </a:cxnLst>
                            <a:rect l="l" t="t" r="r" b="b"/>
                            <a:pathLst>
                              <a:path w="52610" h="195406">
                                <a:moveTo>
                                  <a:pt x="52610" y="0"/>
                                </a:moveTo>
                                <a:lnTo>
                                  <a:pt x="0" y="0"/>
                                </a:lnTo>
                                <a:lnTo>
                                  <a:pt x="0" y="195406"/>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8" name="Raven povezovalnik 928"/>
                        <wps:cNvCnPr/>
                        <wps:spPr>
                          <a:xfrm>
                            <a:off x="4010935" y="1117295"/>
                            <a:ext cx="0" cy="20082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934" name="Pravokotnik 934"/>
                        <wps:cNvSpPr/>
                        <wps:spPr>
                          <a:xfrm>
                            <a:off x="4704328" y="1323133"/>
                            <a:ext cx="473949" cy="474573"/>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35" name="Raven povezovalnik 935"/>
                        <wps:cNvCnPr/>
                        <wps:spPr>
                          <a:xfrm flipH="1">
                            <a:off x="4794006" y="1127422"/>
                            <a:ext cx="0" cy="20079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936" name="Prostoročno: oblika 936"/>
                        <wps:cNvSpPr/>
                        <wps:spPr>
                          <a:xfrm flipH="1">
                            <a:off x="4494628" y="939186"/>
                            <a:ext cx="398590" cy="182851"/>
                          </a:xfrm>
                          <a:custGeom>
                            <a:avLst/>
                            <a:gdLst>
                              <a:gd name="connsiteX0" fmla="*/ 237744 w 237744"/>
                              <a:gd name="connsiteY0" fmla="*/ 0 h 182880"/>
                              <a:gd name="connsiteX1" fmla="*/ 237744 w 237744"/>
                              <a:gd name="connsiteY1" fmla="*/ 182880 h 182880"/>
                              <a:gd name="connsiteX2" fmla="*/ 0 w 237744"/>
                              <a:gd name="connsiteY2" fmla="*/ 182880 h 182880"/>
                              <a:gd name="connsiteX3" fmla="*/ 0 w 237744"/>
                              <a:gd name="connsiteY3" fmla="*/ 182880 h 182880"/>
                              <a:gd name="connsiteX4" fmla="*/ 0 w 237744"/>
                              <a:gd name="connsiteY4" fmla="*/ 182880 h 1828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7744" h="182880">
                                <a:moveTo>
                                  <a:pt x="237744" y="0"/>
                                </a:moveTo>
                                <a:lnTo>
                                  <a:pt x="237744" y="182880"/>
                                </a:lnTo>
                                <a:lnTo>
                                  <a:pt x="0" y="182880"/>
                                </a:lnTo>
                                <a:lnTo>
                                  <a:pt x="0" y="182880"/>
                                </a:lnTo>
                                <a:lnTo>
                                  <a:pt x="0" y="182880"/>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37" name="Prostoročno: oblika 937"/>
                        <wps:cNvSpPr/>
                        <wps:spPr>
                          <a:xfrm flipH="1">
                            <a:off x="5035513" y="1124943"/>
                            <a:ext cx="52555" cy="195376"/>
                          </a:xfrm>
                          <a:custGeom>
                            <a:avLst/>
                            <a:gdLst>
                              <a:gd name="connsiteX0" fmla="*/ 52610 w 52610"/>
                              <a:gd name="connsiteY0" fmla="*/ 0 h 195406"/>
                              <a:gd name="connsiteX1" fmla="*/ 0 w 52610"/>
                              <a:gd name="connsiteY1" fmla="*/ 0 h 195406"/>
                              <a:gd name="connsiteX2" fmla="*/ 0 w 52610"/>
                              <a:gd name="connsiteY2" fmla="*/ 195406 h 195406"/>
                            </a:gdLst>
                            <a:ahLst/>
                            <a:cxnLst>
                              <a:cxn ang="0">
                                <a:pos x="connsiteX0" y="connsiteY0"/>
                              </a:cxn>
                              <a:cxn ang="0">
                                <a:pos x="connsiteX1" y="connsiteY1"/>
                              </a:cxn>
                              <a:cxn ang="0">
                                <a:pos x="connsiteX2" y="connsiteY2"/>
                              </a:cxn>
                            </a:cxnLst>
                            <a:rect l="l" t="t" r="r" b="b"/>
                            <a:pathLst>
                              <a:path w="52610" h="195406">
                                <a:moveTo>
                                  <a:pt x="52610" y="0"/>
                                </a:moveTo>
                                <a:lnTo>
                                  <a:pt x="0" y="0"/>
                                </a:lnTo>
                                <a:lnTo>
                                  <a:pt x="0" y="195406"/>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38" name="Raven povezovalnik 938"/>
                        <wps:cNvCnPr/>
                        <wps:spPr>
                          <a:xfrm flipH="1">
                            <a:off x="4860906" y="1127422"/>
                            <a:ext cx="0" cy="20079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939" name="Polje z besedilom 157"/>
                        <wps:cNvSpPr txBox="1"/>
                        <wps:spPr>
                          <a:xfrm>
                            <a:off x="4833472" y="937565"/>
                            <a:ext cx="269126" cy="379014"/>
                          </a:xfrm>
                          <a:prstGeom prst="rect">
                            <a:avLst/>
                          </a:prstGeom>
                          <a:noFill/>
                          <a:ln w="3175">
                            <a:noFill/>
                          </a:ln>
                        </wps:spPr>
                        <wps:txbx>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463" name="Raven povezovalnik 463"/>
                        <wps:cNvCnPr/>
                        <wps:spPr>
                          <a:xfrm flipH="1">
                            <a:off x="1357746" y="930749"/>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465" name="Raven povezovalnik 465"/>
                        <wps:cNvCnPr/>
                        <wps:spPr>
                          <a:xfrm flipH="1">
                            <a:off x="2377757" y="939969"/>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469" name="Pravokotnik 469"/>
                        <wps:cNvSpPr/>
                        <wps:spPr>
                          <a:xfrm flipH="1">
                            <a:off x="1660667" y="1318116"/>
                            <a:ext cx="474876" cy="47460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0" name="Pravokotnik 470"/>
                        <wps:cNvSpPr/>
                        <wps:spPr>
                          <a:xfrm flipH="1">
                            <a:off x="1758095" y="827625"/>
                            <a:ext cx="269875" cy="10801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71" name="Raven povezovalnik 471"/>
                        <wps:cNvCnPr/>
                        <wps:spPr>
                          <a:xfrm flipH="1">
                            <a:off x="1787676" y="939186"/>
                            <a:ext cx="0" cy="379304"/>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76" name="Raven povezovalnik 476"/>
                        <wps:cNvCnPr/>
                        <wps:spPr>
                          <a:xfrm flipH="1">
                            <a:off x="1995240" y="939186"/>
                            <a:ext cx="0" cy="379304"/>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77" name="Polje z besedilom 157"/>
                        <wps:cNvSpPr txBox="1"/>
                        <wps:spPr>
                          <a:xfrm>
                            <a:off x="1761214" y="939186"/>
                            <a:ext cx="269126" cy="379014"/>
                          </a:xfrm>
                          <a:prstGeom prst="rect">
                            <a:avLst/>
                          </a:prstGeom>
                          <a:noFill/>
                          <a:ln w="3175">
                            <a:noFill/>
                          </a:ln>
                        </wps:spPr>
                        <wps:txbx>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478" name="Kolenski povezovalnik 287"/>
                        <wps:cNvCnPr/>
                        <wps:spPr>
                          <a:xfrm rot="16200000" flipH="1">
                            <a:off x="1430654" y="357379"/>
                            <a:ext cx="468000" cy="468000"/>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w14:anchorId="12600E3A" id="Platno 916" o:spid="_x0000_s1206" editas="canvas" style="width:453.65pt;height:168.5pt;mso-position-horizontal-relative:char;mso-position-vertical-relative:line" coordsize="57607,21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">
                <v:shape id="_x0000_s1207" type="#_x0000_t75" style="position:absolute;width:57607;height:21399;visibility:visible;mso-wrap-style:square" strokeweight=".25pt">
                  <v:fill o:detectmouseclick="t"/>
                  <v:stroke joinstyle="bevel"/>
                  <v:path o:connecttype="none"/>
                </v:shape>
                <v:line id="Raven povezovalnik 898" o:spid="_x0000_s1208" style="position:absolute;visibility:visible;mso-wrap-style:square" from="2676,2968" to="12295,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" strokecolor="black [3200]" strokeweight="2pt">
                  <v:stroke dashstyle="dash" joinstyle="miter"/>
                </v:line>
                <v:rect id="Pravokotnik 899" o:spid="_x0000_s1209" style="position:absolute;left:12295;top:2493;width:2694;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" fillcolor="white [3212]" strokecolor="black [3213]" strokeweight="1pt"/>
                <v:line id="Raven povezovalnik 900" o:spid="_x0000_s1210" style="position:absolute;visibility:visible;mso-wrap-style:square" from="2601,9338" to="25104,9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" strokecolor="black [3200]" strokeweight=".5pt">
                  <v:stroke joinstyle="miter"/>
                </v:line>
                <v:line id="Raven povezovalnik 914" o:spid="_x0000_s1211" style="position:absolute;flip:x;visibility:visible;mso-wrap-style:square" from="3718,9338" to="3718,18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" strokecolor="black [3200]" strokeweight=".5pt">
                  <v:stroke joinstyle="miter"/>
                </v:line>
                <v:line id="Raven povezovalnik 921" o:spid="_x0000_s1212" style="position:absolute;visibility:visible;mso-wrap-style:square" from="32942,9389" to="55216,9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" strokecolor="black [3200]" strokeweight=".5pt">
                  <v:stroke joinstyle="miter"/>
                </v:line>
                <v:shapetype id="_x0000_t33" coordsize="21600,21600" o:spt="33" o:oned="t" path="m,l21600,r,21600e" filled="f">
                  <v:stroke joinstyle="miter"/>
                  <v:path arrowok="t" fillok="f" o:connecttype="none"/>
                  <o:lock v:ext="edit" shapetype="t"/>
                </v:shapetype>
                <v:shape id="Kolenski povezovalnik 287" o:spid="_x0000_s1213" type="#_x0000_t33" style="position:absolute;left:39056;top:3033;width:4226;height:51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" strokecolor="black [3200]" strokeweight="2pt">
                  <v:stroke dashstyle="dash"/>
                </v:shape>
                <v:shape id="Polje z besedilom 157" o:spid="_x0000_s1214" type="#_x0000_t202" style="position:absolute;left:10637;top:1077;width:5385;height:1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RO ali TP</w:t>
                        </w:r>
                      </w:p>
                    </w:txbxContent>
                  </v:textbox>
                </v:shape>
                <v:shape id="Kolenski povezovalnik 287" o:spid="_x0000_s1215" type="#_x0000_t33" style="position:absolute;left:45017;top:3049;width:7848;height:5184;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" strokecolor="black [3213]" strokeweight="2pt">
                  <v:stroke dashstyle="dash"/>
                </v:shape>
                <v:shape id="Polje z besedilom 157" o:spid="_x0000_s1216" type="#_x0000_t202" style="position:absolute;left:53215;top:3573;width:2656;height:2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" filled="f" stroked="f" strokeweight=".25pt">
                  <v:textbox inset="0,0,0,0">
                    <w:txbxContent>
                      <w:p w:rsidR="00B318BB" w:rsidRPr="00F718A7" w:rsidRDefault="00B318BB" w:rsidP="00B318BB">
                        <w:pPr>
                          <w:jc w:val="right"/>
                          <w:rPr>
                            <w:rFonts w:ascii="Calibri" w:hAnsi="Calibri"/>
                            <w:sz w:val="36"/>
                            <w:szCs w:val="36"/>
                          </w:rPr>
                        </w:pPr>
                        <w:r w:rsidRPr="00F718A7">
                          <w:rPr>
                            <w:rFonts w:ascii="Calibri" w:hAnsi="Calibri"/>
                            <w:sz w:val="36"/>
                            <w:szCs w:val="36"/>
                          </w:rPr>
                          <w:sym w:font="Wingdings" w:char="F0C1"/>
                        </w:r>
                      </w:p>
                    </w:txbxContent>
                  </v:textbox>
                </v:shape>
                <v:line id="Raven povezovalnik 404" o:spid="_x0000_s1217" style="position:absolute;flip:x;visibility:visible;mso-wrap-style:square" from="34172,9399" to="34172,18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" strokecolor="black [3200]" strokeweight=".5pt">
                  <v:stroke joinstyle="miter"/>
                </v:line>
                <v:line id="Raven povezovalnik 405" o:spid="_x0000_s1218" style="position:absolute;flip:x;visibility:visible;mso-wrap-style:square" from="54067,9399" to="54067,18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" strokecolor="black [3200]" strokeweight=".5pt">
                  <v:stroke joinstyle="miter"/>
                </v:line>
                <v:rect id="Pravokotnik 411" o:spid="_x0000_s1219" style="position:absolute;left:36362;top:2493;width:2694;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" fillcolor="white [3212]" strokecolor="black [3213]" strokeweight="1pt"/>
                <v:line id="Raven povezovalnik 412" o:spid="_x0000_s1220" style="position:absolute;visibility:visible;mso-wrap-style:square" from="32942,3033" to="36362,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" strokecolor="black [3200]" strokeweight="2pt">
                  <v:stroke dashstyle="dash" joinstyle="miter"/>
                </v:line>
                <v:rect id="Pravokotnik 596" o:spid="_x0000_s1221" style="position:absolute;left:6374;top:13181;width:4749;height:474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" fillcolor="white [3212]" strokecolor="black [3213]" strokeweight="1pt">
                  <v:textbox>
                    <w:txbxContent>
                      <w:p w:rsidR="00B318BB" w:rsidRPr="00BA4E72" w:rsidRDefault="00B318BB" w:rsidP="00B318BB">
                        <w:pPr>
                          <w:jc w:val="center"/>
                          <w:rPr>
                            <w:b/>
                            <w:bCs/>
                            <w:color w:val="000000" w:themeColor="text1"/>
                            <w:sz w:val="24"/>
                            <w:szCs w:val="28"/>
                          </w:rPr>
                        </w:pPr>
                      </w:p>
                    </w:txbxContent>
                  </v:textbox>
                </v:rect>
                <v:rect id="Pravokotnik 597" o:spid="_x0000_s1222" style="position:absolute;left:7349;top:8276;width:2698;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" fillcolor="black [3213]" strokecolor="black [3213]" strokeweight="1pt">
                  <v:fill r:id="rId12" o:title="" color2="white [3212]" type="pattern"/>
                </v:rect>
                <v:shape id="Kolenski povezovalnik 287" o:spid="_x0000_s1223" type="#_x0000_t34" style="position:absolute;left:8452;top:3843;width:4680;height:414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" strokecolor="black [3213]">
                  <v:stroke dashstyle="dash"/>
                </v:shape>
                <v:line id="Raven povezovalnik 603" o:spid="_x0000_s1224" style="position:absolute;flip:x;visibility:visible;mso-wrap-style:square" from="7644,9391" to="7644,1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" strokecolor="black [3213]">
                  <v:stroke dashstyle="1 1" joinstyle="miter"/>
                </v:line>
                <v:shape id="Polje z besedilom 157" o:spid="_x0000_s1225" type="#_x0000_t202" style="position:absolute;left:37809;top:9260;width:2692;height:3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" filled="f" stroked="f" strokeweight=".25pt">
                  <v:textbox inset="0,0,0,0">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v:textbox>
                </v:shape>
                <v:line id="Raven povezovalnik 653" o:spid="_x0000_s1226" style="position:absolute;flip:x;visibility:visible;mso-wrap-style:square" from="9720,9391" to="9720,1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" strokecolor="black [3213]">
                  <v:stroke dashstyle="1 1" joinstyle="miter"/>
                </v:line>
                <v:shape id="Polje z besedilom 157" o:spid="_x0000_s1227" type="#_x0000_t202" style="position:absolute;left:7380;top:9391;width:2691;height:3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" filled="f" stroked="f" strokeweight=".25pt">
                  <v:textbox inset="0,0,0,0">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v:textbox>
                </v:shape>
                <v:shape id="Polje z besedilom 157" o:spid="_x0000_s1228" type="#_x0000_t202" style="position:absolute;left:34662;top:1077;width:5385;height:1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RO ali TP</w:t>
                        </w:r>
                      </w:p>
                    </w:txbxContent>
                  </v:textbox>
                </v:shape>
                <v:group id="Skupina 872" o:spid="_x0000_s1229" style="position:absolute;left:42758;top:8196;width:2699;height:1111" coordorigin=",2540" coordsize="269875,111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Pravokotnik 873" o:spid="_x0000_s1230" style="position:absolute;top:6350;width:269875;height:107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" fillcolor="white [3212]" strokecolor="black [3213]" strokeweight="1pt">
                    <v:textbox>
                      <w:txbxContent>
                        <w:p w:rsidR="00B318BB" w:rsidRDefault="00B318BB" w:rsidP="00B318BB">
                          <w:pPr>
                            <w:jc w:val="center"/>
                            <w:rPr>
                              <w:szCs w:val="20"/>
                            </w:rPr>
                          </w:pPr>
                          <w:r>
                            <w:rPr>
                              <w:szCs w:val="20"/>
                            </w:rPr>
                            <w:t>0,75</w:t>
                          </w:r>
                        </w:p>
                        <w:p w:rsidR="00B318BB" w:rsidRDefault="00B318BB" w:rsidP="00B318BB">
                          <w:pPr>
                            <w:jc w:val="center"/>
                            <w:rPr>
                              <w:szCs w:val="20"/>
                            </w:rPr>
                          </w:pPr>
                          <w:r>
                            <w:rPr>
                              <w:szCs w:val="20"/>
                            </w:rPr>
                            <w:t> </w:t>
                          </w:r>
                        </w:p>
                      </w:txbxContent>
                    </v:textbox>
                  </v:rect>
                  <v:line id="Raven povezovalnik 874" o:spid="_x0000_s1231" style="position:absolute;visibility:visible;mso-wrap-style:square" from="0,58420" to="269875,58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" strokecolor="black [3200]" strokeweight=".5pt">
                    <v:stroke joinstyle="miter"/>
                  </v:line>
                  <v:line id="Raven povezovalnik 875" o:spid="_x0000_s1232" style="position:absolute;visibility:visible;mso-wrap-style:square" from="89535,2540" to="89535,110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" strokecolor="black [3200]" strokeweight=".5pt">
                    <v:stroke joinstyle="miter"/>
                  </v:line>
                  <v:line id="Raven povezovalnik 877" o:spid="_x0000_s1233" style="position:absolute;visibility:visible;mso-wrap-style:square" from="179070,6385" to="179070,11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" strokecolor="black [3200]" strokeweight=".5pt">
                    <v:stroke joinstyle="miter"/>
                  </v:line>
                </v:group>
                <v:shape id="Polje z besedilom 157" o:spid="_x0000_s1234" type="#_x0000_t202" style="position:absolute;left:52493;top:1199;width:3378;height:3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" filled="f" stroked="f" strokeweight=".25pt">
                  <v:textbox inset="0,0,0,0">
                    <w:txbxContent>
                      <w:p w:rsidR="00B318BB" w:rsidRPr="00F718A7" w:rsidRDefault="00B318BB" w:rsidP="00B318BB">
                        <w:pPr>
                          <w:spacing w:line="252" w:lineRule="auto"/>
                          <w:jc w:val="right"/>
                          <w:rPr>
                            <w:rFonts w:ascii="Calibri" w:hAnsi="Calibri"/>
                            <w:sz w:val="32"/>
                            <w:szCs w:val="32"/>
                          </w:rPr>
                        </w:pPr>
                        <w:r w:rsidRPr="00F718A7">
                          <w:rPr>
                            <w:rFonts w:ascii="Calibri" w:hAnsi="Calibri"/>
                            <w:sz w:val="32"/>
                            <w:szCs w:val="32"/>
                          </w:rPr>
                          <w:t xml:space="preserve"> . . .</w:t>
                        </w:r>
                      </w:p>
                    </w:txbxContent>
                  </v:textbox>
                </v:shape>
                <v:line id="Raven povezovalnik 906" o:spid="_x0000_s1235" style="position:absolute;flip:x;visibility:visible;mso-wrap-style:square" from="44068,9327" to="44068,18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" strokecolor="black [3200]" strokeweight=".5pt">
                  <v:stroke joinstyle="miter"/>
                </v:line>
                <v:rect id="Pravokotnik 379" o:spid="_x0000_s1236" style="position:absolute;left:36932;top:13130;width:4744;height:474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" fillcolor="white [3212]" strokecolor="black [3213]" strokeweight="1pt">
                  <v:textbox>
                    <w:txbxContent>
                      <w:p w:rsidR="00B318BB" w:rsidRPr="00BA4E72" w:rsidRDefault="00B318BB" w:rsidP="00B318BB">
                        <w:pPr>
                          <w:jc w:val="center"/>
                          <w:rPr>
                            <w:b/>
                            <w:bCs/>
                            <w:color w:val="000000" w:themeColor="text1"/>
                            <w:sz w:val="24"/>
                            <w:szCs w:val="28"/>
                          </w:rPr>
                        </w:pPr>
                      </w:p>
                    </w:txbxContent>
                  </v:textbox>
                </v:rect>
                <v:line id="Raven povezovalnik 915" o:spid="_x0000_s1237" style="position:absolute;visibility:visible;mso-wrap-style:square" from="40779,11172" to="40779,13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" strokecolor="black [3213]">
                  <v:stroke dashstyle="1 1" joinstyle="miter"/>
                </v:line>
                <v:shape id="Prostoročno: oblika 331" o:spid="_x0000_s1238" style="position:absolute;left:39785;top:9290;width:3466;height:1829;visibility:visible;mso-wrap-style:square;v-text-anchor:middle" coordsize="237744,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" path="m237744,r,182880l,182880r,l,182880e" filled="f" strokecolor="black [3213]">
                  <v:stroke dashstyle="1 1" joinstyle="miter"/>
                  <v:path arrowok="t" o:connecttype="custom" o:connectlocs="346594,0;346594,182880;0,182880;0,182880;0,182880" o:connectangles="0,0,0,0,0"/>
                </v:shape>
                <v:shape id="Prostoročno: oblika 332" o:spid="_x0000_s1239" style="position:absolute;left:37835;top:11148;width:526;height:1954;visibility:visible;mso-wrap-style:square;v-text-anchor:middle" coordsize="52610,19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" path="m52610,l,,,195406e" filled="f" strokecolor="black [3213]">
                  <v:stroke dashstyle="1 1" joinstyle="miter"/>
                  <v:path arrowok="t" o:connecttype="custom" o:connectlocs="52610,0;0,0;0,195406" o:connectangles="0,0,0"/>
                </v:shape>
                <v:line id="Raven povezovalnik 928" o:spid="_x0000_s1240" style="position:absolute;visibility:visible;mso-wrap-style:square" from="40109,11172" to="40109,13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" strokecolor="black [3213]">
                  <v:stroke dashstyle="1 1" joinstyle="miter"/>
                </v:line>
                <v:rect id="Pravokotnik 934" o:spid="_x0000_s1241" style="position:absolute;left:47043;top:13231;width:4739;height:47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" fillcolor="white [3212]" strokecolor="black [3213]" strokeweight="1pt">
                  <v:textbox>
                    <w:txbxContent>
                      <w:p w:rsidR="00B318BB" w:rsidRPr="00BA4E72" w:rsidRDefault="00B318BB" w:rsidP="00B318BB">
                        <w:pPr>
                          <w:jc w:val="center"/>
                          <w:rPr>
                            <w:b/>
                            <w:bCs/>
                            <w:color w:val="000000" w:themeColor="text1"/>
                            <w:sz w:val="24"/>
                            <w:szCs w:val="28"/>
                          </w:rPr>
                        </w:pPr>
                      </w:p>
                    </w:txbxContent>
                  </v:textbox>
                </v:rect>
                <v:line id="Raven povezovalnik 935" o:spid="_x0000_s1242" style="position:absolute;flip:x;visibility:visible;mso-wrap-style:square" from="47940,11274" to="47940,13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" strokecolor="black [3213]">
                  <v:stroke dashstyle="1 1" joinstyle="miter"/>
                </v:line>
                <v:shape id="Prostoročno: oblika 936" o:spid="_x0000_s1243" style="position:absolute;left:44946;top:9391;width:3986;height:1829;flip:x;visibility:visible;mso-wrap-style:square;v-text-anchor:middle" coordsize="237744,182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" path="m237744,r,182880l,182880r,l,182880e" filled="f" strokecolor="black [3213]">
                  <v:stroke dashstyle="1 1" joinstyle="miter"/>
                  <v:path arrowok="t" o:connecttype="custom" o:connectlocs="398590,0;398590,182851;0,182851;0,182851;0,182851" o:connectangles="0,0,0,0,0"/>
                </v:shape>
                <v:shape id="Prostoročno: oblika 937" o:spid="_x0000_s1244" style="position:absolute;left:50355;top:11249;width:525;height:1954;flip:x;visibility:visible;mso-wrap-style:square;v-text-anchor:middle" coordsize="52610,195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" path="m52610,l,,,195406e" filled="f" strokecolor="black [3213]">
                  <v:stroke dashstyle="1 1" joinstyle="miter"/>
                  <v:path arrowok="t" o:connecttype="custom" o:connectlocs="52555,0;0,0;0,195376" o:connectangles="0,0,0"/>
                </v:shape>
                <v:line id="Raven povezovalnik 938" o:spid="_x0000_s1245" style="position:absolute;flip:x;visibility:visible;mso-wrap-style:square" from="48609,11274" to="48609,13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" strokecolor="black [3213]">
                  <v:stroke dashstyle="1 1" joinstyle="miter"/>
                </v:line>
                <v:shape id="Polje z besedilom 157" o:spid="_x0000_s1246" type="#_x0000_t202" style="position:absolute;left:48334;top:9375;width:2691;height:3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" filled="f" stroked="f" strokeweight=".25pt">
                  <v:textbox inset="0,0,0,0">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v:textbox>
                </v:shape>
                <v:line id="Raven povezovalnik 463" o:spid="_x0000_s1247" style="position:absolute;flip:x;visibility:visible;mso-wrap-style:square" from="13577,9307" to="13577,18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" strokecolor="black [3200]" strokeweight=".5pt">
                  <v:stroke joinstyle="miter"/>
                </v:line>
                <v:line id="Raven povezovalnik 465" o:spid="_x0000_s1248" style="position:absolute;flip:x;visibility:visible;mso-wrap-style:square" from="23777,9399" to="23777,18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" strokecolor="black [3200]" strokeweight=".5pt">
                  <v:stroke joinstyle="miter"/>
                </v:line>
                <v:rect id="Pravokotnik 469" o:spid="_x0000_s1249" style="position:absolute;left:16606;top:13181;width:4749;height:474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" fillcolor="white [3212]" strokecolor="black [3213]" strokeweight="1pt">
                  <v:textbox>
                    <w:txbxContent>
                      <w:p w:rsidR="00B318BB" w:rsidRPr="00BA4E72" w:rsidRDefault="00B318BB" w:rsidP="00B318BB">
                        <w:pPr>
                          <w:jc w:val="center"/>
                          <w:rPr>
                            <w:b/>
                            <w:bCs/>
                            <w:color w:val="000000" w:themeColor="text1"/>
                            <w:sz w:val="24"/>
                            <w:szCs w:val="28"/>
                          </w:rPr>
                        </w:pPr>
                      </w:p>
                    </w:txbxContent>
                  </v:textbox>
                </v:rect>
                <v:rect id="Pravokotnik 470" o:spid="_x0000_s1250" style="position:absolute;left:17580;top:8276;width:2699;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" fillcolor="black [3213]" strokecolor="black [3213]" strokeweight="1pt">
                  <v:fill r:id="rId12" o:title="" color2="white [3212]" type="pattern"/>
                </v:rect>
                <v:line id="Raven povezovalnik 471" o:spid="_x0000_s1251" style="position:absolute;flip:x;visibility:visible;mso-wrap-style:square" from="17876,9391" to="17876,1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" strokecolor="black [3213]">
                  <v:stroke dashstyle="1 1" joinstyle="miter"/>
                </v:line>
                <v:line id="Raven povezovalnik 476" o:spid="_x0000_s1252" style="position:absolute;flip:x;visibility:visible;mso-wrap-style:square" from="19952,9391" to="19952,13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" strokecolor="black [3213]">
                  <v:stroke dashstyle="1 1" joinstyle="miter"/>
                </v:line>
                <v:shape id="Polje z besedilom 157" o:spid="_x0000_s1253" type="#_x0000_t202" style="position:absolute;left:17612;top:9391;width:2691;height:3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" filled="f" stroked="f" strokeweight=".25pt">
                  <v:textbox inset="0,0,0,0">
                    <w:txbxContent>
                      <w:p w:rsidR="00B318BB" w:rsidRPr="00B97EC1" w:rsidRDefault="00B318BB" w:rsidP="00B318BB">
                        <w:pPr>
                          <w:spacing w:line="252" w:lineRule="auto"/>
                          <w:jc w:val="center"/>
                          <w:rPr>
                            <w:rFonts w:ascii="Calibri" w:hAnsi="Calibri"/>
                            <w:sz w:val="32"/>
                            <w:szCs w:val="32"/>
                          </w:rPr>
                        </w:pPr>
                        <w:r w:rsidRPr="00B97EC1">
                          <w:rPr>
                            <w:rFonts w:ascii="Calibri" w:hAnsi="Calibri"/>
                            <w:sz w:val="32"/>
                            <w:szCs w:val="32"/>
                          </w:rPr>
                          <w:t>…</w:t>
                        </w:r>
                      </w:p>
                    </w:txbxContent>
                  </v:textbox>
                </v:shape>
                <v:shape id="Kolenski povezovalnik 287" o:spid="_x0000_s1254" type="#_x0000_t34" style="position:absolute;left:14306;top:3573;width:4680;height:468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" strokecolor="black [3213]">
                  <v:stroke dashstyle="dash"/>
                </v:shape>
                <w10:anchorlock/>
              </v:group>
            </w:pict>
          </mc:Fallback>
        </mc:AlternateContent>
      </w:r>
    </w:p>
    <w:p w:rsidR="00B318BB" w:rsidRPr="009F3B76" w:rsidRDefault="00B318BB" w:rsidP="00B318BB">
      <w:pPr>
        <w:jc w:val="center"/>
      </w:pPr>
      <w:r>
        <w:rPr>
          <w:noProof/>
          <w:lang w:eastAsia="sl-SI"/>
        </w:rPr>
        <mc:AlternateContent>
          <mc:Choice Requires="wpc">
            <w:drawing>
              <wp:inline distT="0" distB="0" distL="0" distR="0" wp14:anchorId="6C4E92B0" wp14:editId="1D5E59BC">
                <wp:extent cx="5759450" cy="2479852"/>
                <wp:effectExtent l="0" t="0" r="0" b="0"/>
                <wp:docPr id="59" name="Platno 5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13" name="Elipsa 13"/>
                        <wps:cNvSpPr/>
                        <wps:spPr>
                          <a:xfrm>
                            <a:off x="2699519" y="2001520"/>
                            <a:ext cx="360000" cy="3594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C1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606" name="Raven povezovalnik 606"/>
                        <wps:cNvCnPr>
                          <a:endCxn id="607" idx="1"/>
                        </wps:cNvCnPr>
                        <wps:spPr>
                          <a:xfrm>
                            <a:off x="274749" y="233949"/>
                            <a:ext cx="960751" cy="13"/>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607" name="Pravokotnik 607"/>
                        <wps:cNvSpPr/>
                        <wps:spPr>
                          <a:xfrm>
                            <a:off x="1235500" y="180000"/>
                            <a:ext cx="264193"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1" name="Raven povezovalnik 641"/>
                        <wps:cNvCnPr/>
                        <wps:spPr>
                          <a:xfrm flipH="1">
                            <a:off x="373915" y="857736"/>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642" name="Raven povezovalnik 642"/>
                        <wps:cNvCnPr/>
                        <wps:spPr>
                          <a:xfrm flipH="1">
                            <a:off x="2384053" y="857736"/>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644" name="Pravokotnik 644"/>
                        <wps:cNvSpPr/>
                        <wps:spPr>
                          <a:xfrm flipH="1">
                            <a:off x="1127912" y="1246768"/>
                            <a:ext cx="474345"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645" name="Kolenski povezovalnik 287"/>
                        <wps:cNvCnPr>
                          <a:stCxn id="607" idx="2"/>
                          <a:endCxn id="650" idx="0"/>
                        </wps:cNvCnPr>
                        <wps:spPr>
                          <a:xfrm rot="5400000">
                            <a:off x="913088" y="742459"/>
                            <a:ext cx="909018" cy="0"/>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650" name="Pravokotnik 650"/>
                        <wps:cNvSpPr/>
                        <wps:spPr>
                          <a:xfrm flipH="1">
                            <a:off x="1228493" y="1196968"/>
                            <a:ext cx="269240"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1" name="Raven povezovalnik 691"/>
                        <wps:cNvCnPr/>
                        <wps:spPr>
                          <a:xfrm>
                            <a:off x="1261796" y="1304922"/>
                            <a:ext cx="0" cy="212832"/>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692" name="Raven povezovalnik 692"/>
                        <wps:cNvCnPr/>
                        <wps:spPr>
                          <a:xfrm>
                            <a:off x="1469418" y="1304922"/>
                            <a:ext cx="0" cy="212832"/>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693" name="Polje z besedilom 157"/>
                        <wps:cNvSpPr txBox="1"/>
                        <wps:spPr>
                          <a:xfrm>
                            <a:off x="1235129" y="1226382"/>
                            <a:ext cx="268605" cy="212476"/>
                          </a:xfrm>
                          <a:prstGeom prst="rect">
                            <a:avLst/>
                          </a:prstGeom>
                          <a:noFill/>
                          <a:ln w="3175">
                            <a:noFill/>
                          </a:ln>
                        </wps:spPr>
                        <wps:txbx>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704" name="Raven povezovalnik 704"/>
                        <wps:cNvCnPr/>
                        <wps:spPr>
                          <a:xfrm>
                            <a:off x="1714826" y="857634"/>
                            <a:ext cx="802802"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706" name="Raven povezovalnik 706"/>
                        <wps:cNvCnPr/>
                        <wps:spPr>
                          <a:xfrm>
                            <a:off x="267254" y="857634"/>
                            <a:ext cx="754152"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707" name="Raven povezovalnik 707"/>
                        <wps:cNvCnPr/>
                        <wps:spPr>
                          <a:xfrm>
                            <a:off x="1022041" y="857730"/>
                            <a:ext cx="691515"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s:wsp>
                        <wps:cNvPr id="778" name="Raven povezovalnik 778"/>
                        <wps:cNvCnPr/>
                        <wps:spPr>
                          <a:xfrm>
                            <a:off x="3301399" y="233962"/>
                            <a:ext cx="1001395"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779" name="Pravokotnik 779"/>
                        <wps:cNvSpPr/>
                        <wps:spPr>
                          <a:xfrm>
                            <a:off x="4288824" y="180000"/>
                            <a:ext cx="26352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0" name="Raven povezovalnik 780"/>
                        <wps:cNvCnPr/>
                        <wps:spPr>
                          <a:xfrm>
                            <a:off x="4777139" y="864432"/>
                            <a:ext cx="757441"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781" name="Raven povezovalnik 781"/>
                        <wps:cNvCnPr/>
                        <wps:spPr>
                          <a:xfrm flipH="1">
                            <a:off x="3424831" y="864530"/>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787" name="Raven povezovalnik 787"/>
                        <wps:cNvCnPr/>
                        <wps:spPr>
                          <a:xfrm flipH="1">
                            <a:off x="5418409" y="864530"/>
                            <a:ext cx="0" cy="950595"/>
                          </a:xfrm>
                          <a:prstGeom prst="line">
                            <a:avLst/>
                          </a:prstGeom>
                        </wps:spPr>
                        <wps:style>
                          <a:lnRef idx="1">
                            <a:schemeClr val="dk1"/>
                          </a:lnRef>
                          <a:fillRef idx="0">
                            <a:schemeClr val="dk1"/>
                          </a:fillRef>
                          <a:effectRef idx="0">
                            <a:schemeClr val="dk1"/>
                          </a:effectRef>
                          <a:fontRef idx="minor">
                            <a:schemeClr val="tx1"/>
                          </a:fontRef>
                        </wps:style>
                        <wps:bodyPr/>
                      </wps:wsp>
                      <wps:wsp>
                        <wps:cNvPr id="788" name="Pravokotnik 210"/>
                        <wps:cNvSpPr/>
                        <wps:spPr>
                          <a:xfrm flipH="1">
                            <a:off x="4185954" y="1246800"/>
                            <a:ext cx="473710" cy="474345"/>
                          </a:xfrm>
                          <a:custGeom>
                            <a:avLst/>
                            <a:gdLst>
                              <a:gd name="connsiteX0" fmla="*/ 0 w 474345"/>
                              <a:gd name="connsiteY0" fmla="*/ 0 h 474345"/>
                              <a:gd name="connsiteX1" fmla="*/ 474345 w 474345"/>
                              <a:gd name="connsiteY1" fmla="*/ 0 h 474345"/>
                              <a:gd name="connsiteX2" fmla="*/ 474345 w 474345"/>
                              <a:gd name="connsiteY2" fmla="*/ 474345 h 474345"/>
                              <a:gd name="connsiteX3" fmla="*/ 0 w 474345"/>
                              <a:gd name="connsiteY3" fmla="*/ 474345 h 474345"/>
                              <a:gd name="connsiteX4" fmla="*/ 0 w 474345"/>
                              <a:gd name="connsiteY4" fmla="*/ 0 h 474345"/>
                              <a:gd name="connsiteX0" fmla="*/ 0 w 474345"/>
                              <a:gd name="connsiteY0" fmla="*/ 3105 h 477450"/>
                              <a:gd name="connsiteX1" fmla="*/ 160086 w 474345"/>
                              <a:gd name="connsiteY1" fmla="*/ 0 h 477450"/>
                              <a:gd name="connsiteX2" fmla="*/ 474345 w 474345"/>
                              <a:gd name="connsiteY2" fmla="*/ 3105 h 477450"/>
                              <a:gd name="connsiteX3" fmla="*/ 474345 w 474345"/>
                              <a:gd name="connsiteY3" fmla="*/ 477450 h 477450"/>
                              <a:gd name="connsiteX4" fmla="*/ 0 w 474345"/>
                              <a:gd name="connsiteY4" fmla="*/ 477450 h 477450"/>
                              <a:gd name="connsiteX5" fmla="*/ 0 w 474345"/>
                              <a:gd name="connsiteY5" fmla="*/ 3105 h 477450"/>
                              <a:gd name="connsiteX0" fmla="*/ 160086 w 474345"/>
                              <a:gd name="connsiteY0" fmla="*/ 0 h 477450"/>
                              <a:gd name="connsiteX1" fmla="*/ 474345 w 474345"/>
                              <a:gd name="connsiteY1" fmla="*/ 3105 h 477450"/>
                              <a:gd name="connsiteX2" fmla="*/ 474345 w 474345"/>
                              <a:gd name="connsiteY2" fmla="*/ 477450 h 477450"/>
                              <a:gd name="connsiteX3" fmla="*/ 0 w 474345"/>
                              <a:gd name="connsiteY3" fmla="*/ 477450 h 477450"/>
                              <a:gd name="connsiteX4" fmla="*/ 0 w 474345"/>
                              <a:gd name="connsiteY4" fmla="*/ 3105 h 477450"/>
                              <a:gd name="connsiteX5" fmla="*/ 251526 w 474345"/>
                              <a:gd name="connsiteY5" fmla="*/ 91440 h 477450"/>
                              <a:gd name="connsiteX0" fmla="*/ 160086 w 474345"/>
                              <a:gd name="connsiteY0" fmla="*/ 0 h 477450"/>
                              <a:gd name="connsiteX1" fmla="*/ 474345 w 474345"/>
                              <a:gd name="connsiteY1" fmla="*/ 3105 h 477450"/>
                              <a:gd name="connsiteX2" fmla="*/ 474345 w 474345"/>
                              <a:gd name="connsiteY2" fmla="*/ 477450 h 477450"/>
                              <a:gd name="connsiteX3" fmla="*/ 0 w 474345"/>
                              <a:gd name="connsiteY3" fmla="*/ 477450 h 477450"/>
                              <a:gd name="connsiteX4" fmla="*/ 0 w 474345"/>
                              <a:gd name="connsiteY4" fmla="*/ 3105 h 477450"/>
                              <a:gd name="connsiteX0" fmla="*/ 474345 w 474345"/>
                              <a:gd name="connsiteY0" fmla="*/ 0 h 474345"/>
                              <a:gd name="connsiteX1" fmla="*/ 474345 w 474345"/>
                              <a:gd name="connsiteY1" fmla="*/ 474345 h 474345"/>
                              <a:gd name="connsiteX2" fmla="*/ 0 w 474345"/>
                              <a:gd name="connsiteY2" fmla="*/ 474345 h 474345"/>
                              <a:gd name="connsiteX3" fmla="*/ 0 w 474345"/>
                              <a:gd name="connsiteY3" fmla="*/ 0 h 474345"/>
                            </a:gdLst>
                            <a:ahLst/>
                            <a:cxnLst>
                              <a:cxn ang="0">
                                <a:pos x="connsiteX0" y="connsiteY0"/>
                              </a:cxn>
                              <a:cxn ang="0">
                                <a:pos x="connsiteX1" y="connsiteY1"/>
                              </a:cxn>
                              <a:cxn ang="0">
                                <a:pos x="connsiteX2" y="connsiteY2"/>
                              </a:cxn>
                              <a:cxn ang="0">
                                <a:pos x="connsiteX3" y="connsiteY3"/>
                              </a:cxn>
                            </a:cxnLst>
                            <a:rect l="l" t="t" r="r" b="b"/>
                            <a:pathLst>
                              <a:path w="474345" h="474345">
                                <a:moveTo>
                                  <a:pt x="474345" y="0"/>
                                </a:moveTo>
                                <a:lnTo>
                                  <a:pt x="474345" y="474345"/>
                                </a:lnTo>
                                <a:lnTo>
                                  <a:pt x="0" y="474345"/>
                                </a:lnTo>
                                <a:lnTo>
                                  <a:pt x="0" y="0"/>
                                </a:lnTo>
                              </a:path>
                            </a:pathLst>
                          </a:cu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BA4E72"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790" name="Kolenski povezovalnik 287"/>
                        <wps:cNvCnPr/>
                        <wps:spPr>
                          <a:xfrm rot="16200000" flipH="1">
                            <a:off x="3887504" y="820715"/>
                            <a:ext cx="1066165" cy="635"/>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794" name="Pravokotnik 794"/>
                        <wps:cNvSpPr/>
                        <wps:spPr>
                          <a:xfrm flipH="1">
                            <a:off x="4286919" y="1354750"/>
                            <a:ext cx="268605"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800" name="Raven povezovalnik 800"/>
                        <wps:cNvCnPr/>
                        <wps:spPr>
                          <a:xfrm>
                            <a:off x="4319939" y="1462700"/>
                            <a:ext cx="0" cy="212725"/>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01" name="Raven povezovalnik 801"/>
                        <wps:cNvCnPr/>
                        <wps:spPr>
                          <a:xfrm>
                            <a:off x="4527584" y="1462700"/>
                            <a:ext cx="0" cy="212725"/>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805" name="Raven povezovalnik 805"/>
                        <wps:cNvCnPr/>
                        <wps:spPr>
                          <a:xfrm>
                            <a:off x="4185954" y="1246800"/>
                            <a:ext cx="473710" cy="0"/>
                          </a:xfrm>
                          <a:prstGeom prst="line">
                            <a:avLst/>
                          </a:prstGeom>
                          <a:ln w="1270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wps:wsp>
                        <wps:cNvPr id="806" name="Raven povezovalnik 806"/>
                        <wps:cNvCnPr/>
                        <wps:spPr>
                          <a:xfrm>
                            <a:off x="3301399" y="864432"/>
                            <a:ext cx="78232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809" name="Raven povezovalnik 809"/>
                        <wps:cNvCnPr/>
                        <wps:spPr>
                          <a:xfrm>
                            <a:off x="4084354" y="864530"/>
                            <a:ext cx="691515"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s:wsp>
                        <wps:cNvPr id="459" name="Polje z besedilom 157"/>
                        <wps:cNvSpPr txBox="1"/>
                        <wps:spPr>
                          <a:xfrm>
                            <a:off x="4284742" y="1382592"/>
                            <a:ext cx="268605" cy="212476"/>
                          </a:xfrm>
                          <a:prstGeom prst="rect">
                            <a:avLst/>
                          </a:prstGeom>
                          <a:noFill/>
                          <a:ln w="3175">
                            <a:noFill/>
                          </a:ln>
                        </wps:spPr>
                        <wps:txbx>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6C4E92B0" id="Platno 59" o:spid="_x0000_s1255" editas="canvas" style="width:453.5pt;height:195.25pt;mso-position-horizontal-relative:char;mso-position-vertical-relative:line" coordsize="57594,24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">
                <v:shape id="_x0000_s1256" type="#_x0000_t75" style="position:absolute;width:57594;height:24796;visibility:visible;mso-wrap-style:square" strokeweight=".25pt">
                  <v:fill o:detectmouseclick="t"/>
                  <v:stroke joinstyle="bevel"/>
                  <v:path o:connecttype="none"/>
                </v:shape>
                <v:oval id="Elipsa 13" o:spid="_x0000_s1257" style="position:absolute;left:26995;top:20015;width:3600;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" filled="f" strokecolor="black [3213]">
                  <v:stroke joinstyle="miter"/>
                  <v:textbox inset="0,0,0,0">
                    <w:txbxContent>
                      <w:p w:rsidR="00B318BB" w:rsidRDefault="00B318BB" w:rsidP="00B318BB">
                        <w:pPr>
                          <w:jc w:val="center"/>
                          <w:rPr>
                            <w:color w:val="000000"/>
                            <w:szCs w:val="20"/>
                          </w:rPr>
                        </w:pPr>
                        <w:r>
                          <w:rPr>
                            <w:color w:val="000000"/>
                            <w:szCs w:val="20"/>
                          </w:rPr>
                          <w:t>C1</w:t>
                        </w:r>
                      </w:p>
                    </w:txbxContent>
                  </v:textbox>
                </v:oval>
                <v:line id="Raven povezovalnik 606" o:spid="_x0000_s1258" style="position:absolute;visibility:visible;mso-wrap-style:square" from="2747,2339" to="12355,2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" strokecolor="black [3200]" strokeweight="2pt">
                  <v:stroke dashstyle="dash" joinstyle="miter"/>
                </v:line>
                <v:rect id="Pravokotnik 607" o:spid="_x0000_s1259" style="position:absolute;left:12355;top:1800;width:2641;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" fillcolor="white [3212]" strokecolor="black [3213]" strokeweight="1pt"/>
                <v:line id="Raven povezovalnik 641" o:spid="_x0000_s1260" style="position:absolute;flip:x;visibility:visible;mso-wrap-style:square" from="3739,8577" to="3739,18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" strokecolor="black [3200]" strokeweight=".5pt">
                  <v:stroke joinstyle="miter"/>
                </v:line>
                <v:line id="Raven povezovalnik 642" o:spid="_x0000_s1261" style="position:absolute;flip:x;visibility:visible;mso-wrap-style:square" from="23840,8577" to="23840,18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" strokecolor="black [3200]" strokeweight=".5pt">
                  <v:stroke joinstyle="miter"/>
                </v:line>
                <v:rect id="Pravokotnik 644" o:spid="_x0000_s1262" style="position:absolute;left:11279;top:12467;width:4743;height:4744;flip:x;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" fillcolor="white [3212]" strokecolor="black [3213]" strokeweight="1pt">
                  <v:textbox>
                    <w:txbxContent>
                      <w:p w:rsidR="00B318BB" w:rsidRPr="00BA4E72" w:rsidRDefault="00B318BB" w:rsidP="00B318BB">
                        <w:pPr>
                          <w:jc w:val="center"/>
                          <w:rPr>
                            <w:b/>
                            <w:bCs/>
                            <w:color w:val="000000" w:themeColor="text1"/>
                            <w:sz w:val="24"/>
                            <w:szCs w:val="28"/>
                          </w:rPr>
                        </w:pPr>
                      </w:p>
                    </w:txbxContent>
                  </v:textbox>
                </v:rect>
                <v:shape id="Kolenski povezovalnik 287" o:spid="_x0000_s1263" type="#_x0000_t34" style="position:absolute;left:9130;top:7424;width:9090;height: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" strokecolor="black [3213]">
                  <v:stroke dashstyle="dash"/>
                </v:shape>
                <v:rect id="Pravokotnik 650" o:spid="_x0000_s1264" style="position:absolute;left:12284;top:11969;width:2693;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" fillcolor="black [3213]" strokecolor="black [3213]" strokeweight="1pt">
                  <v:fill r:id="rId12" o:title="" color2="white [3212]" type="pattern"/>
                </v:rect>
                <v:line id="Raven povezovalnik 691" o:spid="_x0000_s1265" style="position:absolute;visibility:visible;mso-wrap-style:square" from="12617,13049" to="12617,15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" strokecolor="black [3213]">
                  <v:stroke dashstyle="1 1" joinstyle="miter"/>
                </v:line>
                <v:line id="Raven povezovalnik 692" o:spid="_x0000_s1266" style="position:absolute;visibility:visible;mso-wrap-style:square" from="14694,13049" to="14694,15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" strokecolor="black [3213]">
                  <v:stroke dashstyle="1 1" joinstyle="miter"/>
                </v:line>
                <v:shape id="Polje z besedilom 157" o:spid="_x0000_s1267" type="#_x0000_t202" style="position:absolute;left:12351;top:12263;width:2686;height:2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" filled="f" stroked="f" strokeweight=".25pt">
                  <v:textbox inset="0,0,0,0">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v:textbox>
                </v:shape>
                <v:line id="Raven povezovalnik 704" o:spid="_x0000_s1268" style="position:absolute;visibility:visible;mso-wrap-style:square" from="17148,8576" to="25176,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" strokecolor="black [3200]" strokeweight=".5pt">
                  <v:stroke joinstyle="miter"/>
                </v:line>
                <v:line id="Raven povezovalnik 706" o:spid="_x0000_s1269" style="position:absolute;visibility:visible;mso-wrap-style:square" from="2672,8576" to="10214,8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" strokecolor="black [3200]" strokeweight=".5pt">
                  <v:stroke joinstyle="miter"/>
                </v:line>
                <v:line id="Raven povezovalnik 707" o:spid="_x0000_s1270" style="position:absolute;visibility:visible;mso-wrap-style:square" from="10220,8577" to="17135,8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" strokecolor="black [3213]" strokeweight=".5pt">
                  <v:stroke dashstyle="longDashDot" joinstyle="miter"/>
                </v:line>
                <v:line id="Raven povezovalnik 778" o:spid="_x0000_s1271" style="position:absolute;visibility:visible;mso-wrap-style:square" from="33013,2339" to="43027,2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" strokecolor="black [3200]" strokeweight="2pt">
                  <v:stroke dashstyle="dash" joinstyle="miter"/>
                </v:line>
                <v:rect id="Pravokotnik 779" o:spid="_x0000_s1272" style="position:absolute;left:42888;top:1800;width:2635;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" fillcolor="white [3212]" strokecolor="black [3213]" strokeweight="1pt"/>
                <v:line id="Raven povezovalnik 780" o:spid="_x0000_s1273" style="position:absolute;visibility:visible;mso-wrap-style:square" from="47771,8644" to="55345,8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" strokecolor="black [3200]" strokeweight=".5pt">
                  <v:stroke joinstyle="miter"/>
                </v:line>
                <v:line id="Raven povezovalnik 781" o:spid="_x0000_s1274" style="position:absolute;flip:x;visibility:visible;mso-wrap-style:square" from="34248,8645" to="34248,18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" strokecolor="black [3200]" strokeweight=".5pt">
                  <v:stroke joinstyle="miter"/>
                </v:line>
                <v:line id="Raven povezovalnik 787" o:spid="_x0000_s1275" style="position:absolute;flip:x;visibility:visible;mso-wrap-style:square" from="54184,8645" to="54184,18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" strokecolor="black [3200]" strokeweight=".5pt">
                  <v:stroke joinstyle="miter"/>
                </v:line>
                <v:shape id="Pravokotnik 210" o:spid="_x0000_s1276" style="position:absolute;left:41859;top:12468;width:4737;height:4743;flip:x;visibility:visible;mso-wrap-style:square;v-text-anchor:bottom" coordsize="474345,4743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" adj="-11796480,,5400" path="m474345,r,474345l,474345,,e" fillcolor="white [3212]" strokecolor="black [3213]" strokeweight="1pt">
                  <v:stroke joinstyle="miter"/>
                  <v:formulas/>
                  <v:path arrowok="t" o:connecttype="custom" o:connectlocs="473710,0;473710,474345;0,474345;0,0" o:connectangles="0,0,0,0" textboxrect="0,0,474345,474345"/>
                  <v:textbox>
                    <w:txbxContent>
                      <w:p w:rsidR="00B318BB" w:rsidRPr="00BA4E72" w:rsidRDefault="00B318BB" w:rsidP="00B318BB">
                        <w:pPr>
                          <w:jc w:val="center"/>
                          <w:rPr>
                            <w:b/>
                            <w:bCs/>
                            <w:color w:val="000000" w:themeColor="text1"/>
                            <w:sz w:val="24"/>
                            <w:szCs w:val="28"/>
                          </w:rPr>
                        </w:pPr>
                      </w:p>
                    </w:txbxContent>
                  </v:textbox>
                </v:shape>
                <v:shape id="Kolenski povezovalnik 287" o:spid="_x0000_s1277" type="#_x0000_t34" style="position:absolute;left:38875;top:8206;width:10662;height: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" strokecolor="black [3213]">
                  <v:stroke dashstyle="dash"/>
                </v:shape>
                <v:rect id="Pravokotnik 794" o:spid="_x0000_s1278" style="position:absolute;left:42869;top:13547;width:2686;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" fillcolor="black [3213]" strokecolor="black [3213]" strokeweight="1pt">
                  <v:fill r:id="rId12" o:title="" color2="white [3212]" type="pattern"/>
                </v:rect>
                <v:line id="Raven povezovalnik 800" o:spid="_x0000_s1279" style="position:absolute;visibility:visible;mso-wrap-style:square" from="43199,14627" to="43199,16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" strokecolor="black [3213]">
                  <v:stroke dashstyle="1 1" joinstyle="miter"/>
                </v:line>
                <v:line id="Raven povezovalnik 801" o:spid="_x0000_s1280" style="position:absolute;visibility:visible;mso-wrap-style:square" from="45275,14627" to="45275,16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" strokecolor="black [3213]">
                  <v:stroke dashstyle="1 1" joinstyle="miter"/>
                </v:line>
                <v:line id="Raven povezovalnik 805" o:spid="_x0000_s1281" style="position:absolute;visibility:visible;mso-wrap-style:square" from="41859,12468" to="46596,12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" strokecolor="black [3213]" strokeweight="1pt">
                  <v:stroke dashstyle="dashDot" joinstyle="miter"/>
                </v:line>
                <v:line id="Raven povezovalnik 806" o:spid="_x0000_s1282" style="position:absolute;visibility:visible;mso-wrap-style:square" from="33013,8644" to="40837,8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" strokecolor="black [3200]" strokeweight=".5pt">
                  <v:stroke joinstyle="miter"/>
                </v:line>
                <v:line id="Raven povezovalnik 809" o:spid="_x0000_s1283" style="position:absolute;visibility:visible;mso-wrap-style:square" from="40843,8645" to="47758,8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" strokecolor="black [3213]" strokeweight=".5pt">
                  <v:stroke dashstyle="longDashDot" joinstyle="miter"/>
                </v:line>
                <v:shape id="Polje z besedilom 157" o:spid="_x0000_s1284" type="#_x0000_t202" style="position:absolute;left:42847;top:13825;width:2686;height:21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" filled="f" stroked="f" strokeweight=".25pt">
                  <v:textbox inset="0,0,0,0">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v:textbox>
                </v:shape>
                <w10:anchorlock/>
              </v:group>
            </w:pict>
          </mc:Fallback>
        </mc:AlternateContent>
      </w:r>
    </w:p>
    <w:p w:rsidR="00B318BB" w:rsidRDefault="00B318BB" w:rsidP="00B318BB">
      <w:pPr>
        <w:pStyle w:val="Naslov3"/>
      </w:pPr>
      <w:bookmarkStart w:id="63" w:name="_Toc421618456"/>
      <w:bookmarkStart w:id="64" w:name="_Toc101519038"/>
      <w:bookmarkStart w:id="65" w:name="_Toc101789190"/>
      <w:r>
        <w:t xml:space="preserve">Tipska izvedba </w:t>
      </w:r>
      <w:r w:rsidRPr="00F14D74">
        <w:t>C</w:t>
      </w:r>
      <w:bookmarkEnd w:id="63"/>
      <w:r w:rsidRPr="00685BD7">
        <w:t>2</w:t>
      </w:r>
      <w:r>
        <w:t xml:space="preserve"> </w:t>
      </w:r>
      <w:r w:rsidRPr="00A000D7">
        <w:t>–</w:t>
      </w:r>
      <w:r>
        <w:t xml:space="preserve"> objekti nad 6 stanovanjskih enot</w:t>
      </w:r>
      <w:bookmarkEnd w:id="64"/>
      <w:bookmarkEnd w:id="65"/>
    </w:p>
    <w:p w:rsidR="00B318BB" w:rsidRDefault="00B318BB" w:rsidP="00B318BB">
      <w:r>
        <w:t>Ta i</w:t>
      </w:r>
      <w:r w:rsidRPr="00CF74E4">
        <w:t>zvedba je primerna za večje stanovanjske bloke (z več kot šestimi stanovanji).</w:t>
      </w:r>
    </w:p>
    <w:p w:rsidR="00B318BB" w:rsidRDefault="00B318BB" w:rsidP="00B318BB"/>
    <w:p w:rsidR="00B318BB" w:rsidRDefault="00B318BB" w:rsidP="00B318BB">
      <w:r w:rsidRPr="00CF74E4">
        <w:t>Priključ</w:t>
      </w:r>
      <w:r>
        <w:t xml:space="preserve">no mesto se nahaja v PO </w:t>
      </w:r>
      <w:r w:rsidRPr="00CF74E4">
        <w:t xml:space="preserve">na ali ob fasadi objekta. </w:t>
      </w:r>
      <w:r>
        <w:t>Priključni vod do PO se priključuje v TP.</w:t>
      </w:r>
    </w:p>
    <w:p w:rsidR="00B318BB" w:rsidRDefault="00B318BB" w:rsidP="00B318BB"/>
    <w:p w:rsidR="00B318BB" w:rsidRDefault="00B318BB" w:rsidP="00B318BB">
      <w:pPr>
        <w:rPr>
          <w:bCs/>
        </w:rPr>
      </w:pPr>
      <w:r w:rsidRPr="00241729">
        <w:t xml:space="preserve">Prevzemno-predajna mesta (hkrati tudi merilna mesta) za uporabnike sistema so nameščena v notranjih vgradnih etažnih razdelilnikih NVE-PMO, ki so locirani na skupnih </w:t>
      </w:r>
      <w:r w:rsidRPr="00D95F1D">
        <w:t>stalno dostopnih mestih</w:t>
      </w:r>
      <w:r w:rsidRPr="00241729">
        <w:t xml:space="preserve"> znotraj objekta po etažah. </w:t>
      </w:r>
      <w:r>
        <w:t xml:space="preserve">Merilni del omarice </w:t>
      </w:r>
      <w:r w:rsidRPr="00241729">
        <w:t>NVE-PMO mora ustrezati zah</w:t>
      </w:r>
      <w:r>
        <w:t>tevam tipizacije merilnih mest.</w:t>
      </w:r>
    </w:p>
    <w:p w:rsidR="00B318BB" w:rsidRDefault="00B318BB" w:rsidP="00B318BB">
      <w:pPr>
        <w:rPr>
          <w:bCs/>
        </w:rPr>
      </w:pPr>
    </w:p>
    <w:p w:rsidR="00B318BB" w:rsidRDefault="00B318BB" w:rsidP="00B318BB">
      <w:pPr>
        <w:rPr>
          <w:bCs/>
        </w:rPr>
      </w:pPr>
      <w:r w:rsidRPr="00241729">
        <w:rPr>
          <w:bCs/>
        </w:rPr>
        <w:t>Priključni vod iz TP do PO se izvedejo z zemeljskimi kabli najmanjšega preseka 150 mm</w:t>
      </w:r>
      <w:r w:rsidRPr="00241729">
        <w:rPr>
          <w:bCs/>
          <w:vertAlign w:val="superscript"/>
        </w:rPr>
        <w:t>2</w:t>
      </w:r>
      <w:r>
        <w:rPr>
          <w:bCs/>
        </w:rPr>
        <w:t>.</w:t>
      </w:r>
    </w:p>
    <w:p w:rsidR="00B318BB" w:rsidRPr="009F3B76" w:rsidRDefault="00B318BB" w:rsidP="00B318BB">
      <w:pPr>
        <w:rPr>
          <w:bCs/>
        </w:rPr>
      </w:pPr>
    </w:p>
    <w:p w:rsidR="00B318BB" w:rsidRDefault="00B318BB" w:rsidP="00B318BB">
      <w:r w:rsidRPr="00241729">
        <w:t>Notranje povezave med PO in N</w:t>
      </w:r>
      <w:r>
        <w:t>V</w:t>
      </w:r>
      <w:r w:rsidRPr="00241729">
        <w:t>E-PMO vključno s NVE-PMO se izvedejo v skladu s projektno dokumentacijo elektroinštalacij za objekt in spadajo pod notranjo inštalacijo objekta.</w:t>
      </w:r>
    </w:p>
    <w:p w:rsidR="00B318BB" w:rsidRPr="009F3B76" w:rsidRDefault="00B318BB" w:rsidP="00B318BB"/>
    <w:p w:rsidR="00B318BB" w:rsidRDefault="00B318BB" w:rsidP="00B318BB">
      <w:pPr>
        <w:rPr>
          <w:bCs/>
        </w:rPr>
      </w:pPr>
      <w:r w:rsidRPr="00241729">
        <w:rPr>
          <w:bCs/>
        </w:rPr>
        <w:t>Sestavni del priključka uporabnika predstavlja priključni vod od TP do PO in PO.</w:t>
      </w:r>
    </w:p>
    <w:p w:rsidR="00B318BB" w:rsidRPr="00CF74E4" w:rsidRDefault="00B318BB" w:rsidP="00B318BB">
      <w:pPr>
        <w:rPr>
          <w:bCs/>
        </w:rPr>
      </w:pPr>
    </w:p>
    <w:p w:rsidR="00B318BB" w:rsidRPr="00CF74E4" w:rsidRDefault="00B318BB" w:rsidP="00B318BB">
      <w:pPr>
        <w:rPr>
          <w:bCs/>
        </w:rPr>
      </w:pPr>
      <w:r w:rsidRPr="00CF74E4">
        <w:rPr>
          <w:bCs/>
        </w:rPr>
        <w:t xml:space="preserve">V priključni omarici je lahko tudi ločilno mesto v skladu </w:t>
      </w:r>
      <w:r>
        <w:rPr>
          <w:bCs/>
        </w:rPr>
        <w:t>s</w:t>
      </w:r>
      <w:r w:rsidRPr="00CF74E4">
        <w:rPr>
          <w:bCs/>
        </w:rPr>
        <w:t xml:space="preserve"> požarnovarnostnimi zahtevami, katerega pa dokončno opredeli pro</w:t>
      </w:r>
      <w:r>
        <w:rPr>
          <w:bCs/>
        </w:rPr>
        <w:t>jektant stanovanjskega objekta.</w:t>
      </w:r>
    </w:p>
    <w:p w:rsidR="00B318BB" w:rsidRPr="005A118C" w:rsidRDefault="00B318BB" w:rsidP="00B318BB">
      <w:pPr>
        <w:rPr>
          <w:strike/>
        </w:rPr>
      </w:pPr>
    </w:p>
    <w:p w:rsidR="00B318BB" w:rsidRPr="00ED05D2" w:rsidRDefault="00B318BB" w:rsidP="00B318BB">
      <w:pPr>
        <w:jc w:val="center"/>
      </w:pPr>
      <w:r>
        <w:rPr>
          <w:noProof/>
          <w:lang w:eastAsia="sl-SI"/>
        </w:rPr>
        <w:lastRenderedPageBreak/>
        <mc:AlternateContent>
          <mc:Choice Requires="wpc">
            <w:drawing>
              <wp:inline distT="0" distB="0" distL="0" distR="0" wp14:anchorId="47A53512" wp14:editId="27F1E116">
                <wp:extent cx="5761704" cy="2601595"/>
                <wp:effectExtent l="0" t="0" r="0" b="0"/>
                <wp:docPr id="991" name="Platno 9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345" name="Elipsa 345"/>
                        <wps:cNvSpPr/>
                        <wps:spPr>
                          <a:xfrm>
                            <a:off x="2704596" y="2151079"/>
                            <a:ext cx="360000" cy="3594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C2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16" name="Raven povezovalnik 416"/>
                        <wps:cNvCnPr/>
                        <wps:spPr>
                          <a:xfrm flipH="1">
                            <a:off x="1707422" y="643859"/>
                            <a:ext cx="0" cy="1443536"/>
                          </a:xfrm>
                          <a:prstGeom prst="line">
                            <a:avLst/>
                          </a:prstGeom>
                        </wps:spPr>
                        <wps:style>
                          <a:lnRef idx="1">
                            <a:schemeClr val="dk1"/>
                          </a:lnRef>
                          <a:fillRef idx="0">
                            <a:schemeClr val="dk1"/>
                          </a:fillRef>
                          <a:effectRef idx="0">
                            <a:schemeClr val="dk1"/>
                          </a:effectRef>
                          <a:fontRef idx="minor">
                            <a:schemeClr val="tx1"/>
                          </a:fontRef>
                        </wps:style>
                        <wps:bodyPr/>
                      </wps:wsp>
                      <wps:wsp>
                        <wps:cNvPr id="417" name="Raven povezovalnik 417"/>
                        <wps:cNvCnPr/>
                        <wps:spPr>
                          <a:xfrm flipH="1">
                            <a:off x="4226857" y="643859"/>
                            <a:ext cx="0" cy="1443536"/>
                          </a:xfrm>
                          <a:prstGeom prst="line">
                            <a:avLst/>
                          </a:prstGeom>
                        </wps:spPr>
                        <wps:style>
                          <a:lnRef idx="1">
                            <a:schemeClr val="dk1"/>
                          </a:lnRef>
                          <a:fillRef idx="0">
                            <a:schemeClr val="dk1"/>
                          </a:fillRef>
                          <a:effectRef idx="0">
                            <a:schemeClr val="dk1"/>
                          </a:effectRef>
                          <a:fontRef idx="minor">
                            <a:schemeClr val="tx1"/>
                          </a:fontRef>
                        </wps:style>
                        <wps:bodyPr/>
                      </wps:wsp>
                      <wps:wsp>
                        <wps:cNvPr id="974" name="Polje z besedilom 157"/>
                        <wps:cNvSpPr txBox="1"/>
                        <wps:spPr>
                          <a:xfrm rot="16200000">
                            <a:off x="2565052" y="1291731"/>
                            <a:ext cx="229836" cy="322658"/>
                          </a:xfrm>
                          <a:prstGeom prst="rect">
                            <a:avLst/>
                          </a:prstGeom>
                          <a:noFill/>
                          <a:ln w="3175">
                            <a:noFill/>
                          </a:ln>
                        </wps:spPr>
                        <wps:txbx>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975" name="Raven povezovalnik 975"/>
                        <wps:cNvCnPr/>
                        <wps:spPr>
                          <a:xfrm>
                            <a:off x="3653504" y="641406"/>
                            <a:ext cx="106081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976" name="Raven povezovalnik 976"/>
                        <wps:cNvCnPr/>
                        <wps:spPr>
                          <a:xfrm>
                            <a:off x="1474314" y="641406"/>
                            <a:ext cx="112619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977" name="Raven povezovalnik 977"/>
                        <wps:cNvCnPr/>
                        <wps:spPr>
                          <a:xfrm>
                            <a:off x="2601468" y="641479"/>
                            <a:ext cx="1050107"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s:wsp>
                        <wps:cNvPr id="993" name="Pravokotnik 993"/>
                        <wps:cNvSpPr/>
                        <wps:spPr>
                          <a:xfrm flipH="1">
                            <a:off x="2563669" y="1082594"/>
                            <a:ext cx="270000" cy="108000"/>
                          </a:xfrm>
                          <a:prstGeom prst="rect">
                            <a:avLst/>
                          </a:prstGeom>
                          <a:pattFill prst="wdUp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94" name="Pravokotnik 994"/>
                        <wps:cNvSpPr/>
                        <wps:spPr>
                          <a:xfrm flipH="1">
                            <a:off x="2563669" y="1239082"/>
                            <a:ext cx="270000" cy="108000"/>
                          </a:xfrm>
                          <a:prstGeom prst="rect">
                            <a:avLst/>
                          </a:prstGeom>
                          <a:pattFill prst="wdUp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95" name="Pravokotnik 995"/>
                        <wps:cNvSpPr/>
                        <wps:spPr>
                          <a:xfrm flipH="1">
                            <a:off x="2563669" y="1565453"/>
                            <a:ext cx="270000" cy="108000"/>
                          </a:xfrm>
                          <a:prstGeom prst="rect">
                            <a:avLst/>
                          </a:prstGeom>
                          <a:pattFill prst="wdUp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99" name="Polje z besedilom 157"/>
                        <wps:cNvSpPr txBox="1"/>
                        <wps:spPr>
                          <a:xfrm>
                            <a:off x="2965783" y="1019113"/>
                            <a:ext cx="229836" cy="245504"/>
                          </a:xfrm>
                          <a:prstGeom prst="rect">
                            <a:avLst/>
                          </a:prstGeom>
                          <a:noFill/>
                          <a:ln w="3175">
                            <a:noFill/>
                          </a:ln>
                        </wps:spPr>
                        <wps:txbx>
                          <w:txbxContent>
                            <w:p w:rsidR="00B318BB" w:rsidRPr="00E622AF" w:rsidRDefault="00B318BB" w:rsidP="00B318BB">
                              <w:pPr>
                                <w:spacing w:line="252" w:lineRule="auto"/>
                                <w:jc w:val="center"/>
                                <w:rPr>
                                  <w:rFonts w:ascii="Calibri" w:hAnsi="Calibri"/>
                                  <w:sz w:val="24"/>
                                </w:rPr>
                              </w:pPr>
                              <w:r w:rsidRPr="00E622AF">
                                <w:rPr>
                                  <w:rFonts w:ascii="Calibri" w:hAnsi="Calibri"/>
                                  <w:sz w:val="24"/>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1000" name="Prostoročno: oblika 1000"/>
                        <wps:cNvSpPr/>
                        <wps:spPr>
                          <a:xfrm>
                            <a:off x="2840314" y="1019046"/>
                            <a:ext cx="121920" cy="108585"/>
                          </a:xfrm>
                          <a:custGeom>
                            <a:avLst/>
                            <a:gdLst>
                              <a:gd name="connsiteX0" fmla="*/ 122374 w 122374"/>
                              <a:gd name="connsiteY0" fmla="*/ 0 h 108776"/>
                              <a:gd name="connsiteX1" fmla="*/ 122374 w 122374"/>
                              <a:gd name="connsiteY1" fmla="*/ 108776 h 108776"/>
                              <a:gd name="connsiteX2" fmla="*/ 0 w 122374"/>
                              <a:gd name="connsiteY2" fmla="*/ 108776 h 108776"/>
                            </a:gdLst>
                            <a:ahLst/>
                            <a:cxnLst>
                              <a:cxn ang="0">
                                <a:pos x="connsiteX0" y="connsiteY0"/>
                              </a:cxn>
                              <a:cxn ang="0">
                                <a:pos x="connsiteX1" y="connsiteY1"/>
                              </a:cxn>
                              <a:cxn ang="0">
                                <a:pos x="connsiteX2" y="connsiteY2"/>
                              </a:cxn>
                            </a:cxnLst>
                            <a:rect l="l" t="t" r="r" b="b"/>
                            <a:pathLst>
                              <a:path w="122374" h="108776">
                                <a:moveTo>
                                  <a:pt x="122374" y="0"/>
                                </a:moveTo>
                                <a:lnTo>
                                  <a:pt x="122374" y="108776"/>
                                </a:lnTo>
                                <a:lnTo>
                                  <a:pt x="0" y="108776"/>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01" name="Prostoročno: oblika 1001"/>
                        <wps:cNvSpPr/>
                        <wps:spPr>
                          <a:xfrm>
                            <a:off x="2840314" y="1019046"/>
                            <a:ext cx="166370" cy="274955"/>
                          </a:xfrm>
                          <a:custGeom>
                            <a:avLst/>
                            <a:gdLst>
                              <a:gd name="connsiteX0" fmla="*/ 122374 w 122374"/>
                              <a:gd name="connsiteY0" fmla="*/ 0 h 108776"/>
                              <a:gd name="connsiteX1" fmla="*/ 122374 w 122374"/>
                              <a:gd name="connsiteY1" fmla="*/ 108776 h 108776"/>
                              <a:gd name="connsiteX2" fmla="*/ 0 w 122374"/>
                              <a:gd name="connsiteY2" fmla="*/ 108776 h 108776"/>
                            </a:gdLst>
                            <a:ahLst/>
                            <a:cxnLst>
                              <a:cxn ang="0">
                                <a:pos x="connsiteX0" y="connsiteY0"/>
                              </a:cxn>
                              <a:cxn ang="0">
                                <a:pos x="connsiteX1" y="connsiteY1"/>
                              </a:cxn>
                              <a:cxn ang="0">
                                <a:pos x="connsiteX2" y="connsiteY2"/>
                              </a:cxn>
                            </a:cxnLst>
                            <a:rect l="l" t="t" r="r" b="b"/>
                            <a:pathLst>
                              <a:path w="122374" h="108776">
                                <a:moveTo>
                                  <a:pt x="122374" y="0"/>
                                </a:moveTo>
                                <a:lnTo>
                                  <a:pt x="122374" y="108776"/>
                                </a:lnTo>
                                <a:lnTo>
                                  <a:pt x="0" y="108776"/>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02" name="Prostoročno: oblika 1002"/>
                        <wps:cNvSpPr/>
                        <wps:spPr>
                          <a:xfrm>
                            <a:off x="2837139" y="1018938"/>
                            <a:ext cx="322580" cy="598617"/>
                          </a:xfrm>
                          <a:custGeom>
                            <a:avLst/>
                            <a:gdLst>
                              <a:gd name="connsiteX0" fmla="*/ 122374 w 122374"/>
                              <a:gd name="connsiteY0" fmla="*/ 0 h 108776"/>
                              <a:gd name="connsiteX1" fmla="*/ 122374 w 122374"/>
                              <a:gd name="connsiteY1" fmla="*/ 108776 h 108776"/>
                              <a:gd name="connsiteX2" fmla="*/ 0 w 122374"/>
                              <a:gd name="connsiteY2" fmla="*/ 108776 h 108776"/>
                            </a:gdLst>
                            <a:ahLst/>
                            <a:cxnLst>
                              <a:cxn ang="0">
                                <a:pos x="connsiteX0" y="connsiteY0"/>
                              </a:cxn>
                              <a:cxn ang="0">
                                <a:pos x="connsiteX1" y="connsiteY1"/>
                              </a:cxn>
                              <a:cxn ang="0">
                                <a:pos x="connsiteX2" y="connsiteY2"/>
                              </a:cxn>
                            </a:cxnLst>
                            <a:rect l="l" t="t" r="r" b="b"/>
                            <a:pathLst>
                              <a:path w="122374" h="108776">
                                <a:moveTo>
                                  <a:pt x="122374" y="0"/>
                                </a:moveTo>
                                <a:lnTo>
                                  <a:pt x="122374" y="108776"/>
                                </a:lnTo>
                                <a:lnTo>
                                  <a:pt x="0" y="108776"/>
                                </a:lnTo>
                              </a:path>
                            </a:pathLst>
                          </a:cu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03" name="Prostoročno: oblika 1003"/>
                        <wps:cNvSpPr/>
                        <wps:spPr>
                          <a:xfrm>
                            <a:off x="1532222" y="182604"/>
                            <a:ext cx="1532374" cy="779298"/>
                          </a:xfrm>
                          <a:custGeom>
                            <a:avLst/>
                            <a:gdLst>
                              <a:gd name="connsiteX0" fmla="*/ 1532374 w 1532374"/>
                              <a:gd name="connsiteY0" fmla="*/ 728506 h 728506"/>
                              <a:gd name="connsiteX1" fmla="*/ 1532374 w 1532374"/>
                              <a:gd name="connsiteY1" fmla="*/ 0 h 728506"/>
                              <a:gd name="connsiteX2" fmla="*/ 0 w 1532374"/>
                              <a:gd name="connsiteY2" fmla="*/ 0 h 728506"/>
                            </a:gdLst>
                            <a:ahLst/>
                            <a:cxnLst>
                              <a:cxn ang="0">
                                <a:pos x="connsiteX0" y="connsiteY0"/>
                              </a:cxn>
                              <a:cxn ang="0">
                                <a:pos x="connsiteX1" y="connsiteY1"/>
                              </a:cxn>
                              <a:cxn ang="0">
                                <a:pos x="connsiteX2" y="connsiteY2"/>
                              </a:cxn>
                            </a:cxnLst>
                            <a:rect l="l" t="t" r="r" b="b"/>
                            <a:pathLst>
                              <a:path w="1532374" h="728506">
                                <a:moveTo>
                                  <a:pt x="1532374" y="728506"/>
                                </a:moveTo>
                                <a:lnTo>
                                  <a:pt x="1532374" y="0"/>
                                </a:lnTo>
                                <a:lnTo>
                                  <a:pt x="0" y="0"/>
                                </a:lnTo>
                              </a:path>
                            </a:pathLst>
                          </a:cu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1006" name="Skupina 1006"/>
                        <wpg:cNvGrpSpPr>
                          <a:grpSpLocks noChangeAspect="1"/>
                        </wpg:cNvGrpSpPr>
                        <wpg:grpSpPr>
                          <a:xfrm>
                            <a:off x="2475619" y="1019152"/>
                            <a:ext cx="720000" cy="720000"/>
                            <a:chOff x="2099334" y="1175645"/>
                            <a:chExt cx="473710" cy="473710"/>
                          </a:xfrm>
                          <a:noFill/>
                        </wpg:grpSpPr>
                        <wps:wsp>
                          <wps:cNvPr id="1004" name="Pravokotnik 210"/>
                          <wps:cNvSpPr/>
                          <wps:spPr>
                            <a:xfrm flipH="1">
                              <a:off x="2099334" y="1175645"/>
                              <a:ext cx="473710" cy="473710"/>
                            </a:xfrm>
                            <a:custGeom>
                              <a:avLst/>
                              <a:gdLst>
                                <a:gd name="connsiteX0" fmla="*/ 0 w 474345"/>
                                <a:gd name="connsiteY0" fmla="*/ 0 h 474345"/>
                                <a:gd name="connsiteX1" fmla="*/ 474345 w 474345"/>
                                <a:gd name="connsiteY1" fmla="*/ 0 h 474345"/>
                                <a:gd name="connsiteX2" fmla="*/ 474345 w 474345"/>
                                <a:gd name="connsiteY2" fmla="*/ 474345 h 474345"/>
                                <a:gd name="connsiteX3" fmla="*/ 0 w 474345"/>
                                <a:gd name="connsiteY3" fmla="*/ 474345 h 474345"/>
                                <a:gd name="connsiteX4" fmla="*/ 0 w 474345"/>
                                <a:gd name="connsiteY4" fmla="*/ 0 h 474345"/>
                                <a:gd name="connsiteX0" fmla="*/ 0 w 474345"/>
                                <a:gd name="connsiteY0" fmla="*/ 3105 h 477450"/>
                                <a:gd name="connsiteX1" fmla="*/ 160086 w 474345"/>
                                <a:gd name="connsiteY1" fmla="*/ 0 h 477450"/>
                                <a:gd name="connsiteX2" fmla="*/ 474345 w 474345"/>
                                <a:gd name="connsiteY2" fmla="*/ 3105 h 477450"/>
                                <a:gd name="connsiteX3" fmla="*/ 474345 w 474345"/>
                                <a:gd name="connsiteY3" fmla="*/ 477450 h 477450"/>
                                <a:gd name="connsiteX4" fmla="*/ 0 w 474345"/>
                                <a:gd name="connsiteY4" fmla="*/ 477450 h 477450"/>
                                <a:gd name="connsiteX5" fmla="*/ 0 w 474345"/>
                                <a:gd name="connsiteY5" fmla="*/ 3105 h 477450"/>
                                <a:gd name="connsiteX0" fmla="*/ 160086 w 474345"/>
                                <a:gd name="connsiteY0" fmla="*/ 0 h 477450"/>
                                <a:gd name="connsiteX1" fmla="*/ 474345 w 474345"/>
                                <a:gd name="connsiteY1" fmla="*/ 3105 h 477450"/>
                                <a:gd name="connsiteX2" fmla="*/ 474345 w 474345"/>
                                <a:gd name="connsiteY2" fmla="*/ 477450 h 477450"/>
                                <a:gd name="connsiteX3" fmla="*/ 0 w 474345"/>
                                <a:gd name="connsiteY3" fmla="*/ 477450 h 477450"/>
                                <a:gd name="connsiteX4" fmla="*/ 0 w 474345"/>
                                <a:gd name="connsiteY4" fmla="*/ 3105 h 477450"/>
                                <a:gd name="connsiteX5" fmla="*/ 251526 w 474345"/>
                                <a:gd name="connsiteY5" fmla="*/ 91440 h 477450"/>
                                <a:gd name="connsiteX0" fmla="*/ 160086 w 474345"/>
                                <a:gd name="connsiteY0" fmla="*/ 0 h 477450"/>
                                <a:gd name="connsiteX1" fmla="*/ 474345 w 474345"/>
                                <a:gd name="connsiteY1" fmla="*/ 3105 h 477450"/>
                                <a:gd name="connsiteX2" fmla="*/ 474345 w 474345"/>
                                <a:gd name="connsiteY2" fmla="*/ 477450 h 477450"/>
                                <a:gd name="connsiteX3" fmla="*/ 0 w 474345"/>
                                <a:gd name="connsiteY3" fmla="*/ 477450 h 477450"/>
                                <a:gd name="connsiteX4" fmla="*/ 0 w 474345"/>
                                <a:gd name="connsiteY4" fmla="*/ 3105 h 477450"/>
                                <a:gd name="connsiteX0" fmla="*/ 474345 w 474345"/>
                                <a:gd name="connsiteY0" fmla="*/ 0 h 474345"/>
                                <a:gd name="connsiteX1" fmla="*/ 474345 w 474345"/>
                                <a:gd name="connsiteY1" fmla="*/ 474345 h 474345"/>
                                <a:gd name="connsiteX2" fmla="*/ 0 w 474345"/>
                                <a:gd name="connsiteY2" fmla="*/ 474345 h 474345"/>
                                <a:gd name="connsiteX3" fmla="*/ 0 w 474345"/>
                                <a:gd name="connsiteY3" fmla="*/ 0 h 474345"/>
                              </a:gdLst>
                              <a:ahLst/>
                              <a:cxnLst>
                                <a:cxn ang="0">
                                  <a:pos x="connsiteX0" y="connsiteY0"/>
                                </a:cxn>
                                <a:cxn ang="0">
                                  <a:pos x="connsiteX1" y="connsiteY1"/>
                                </a:cxn>
                                <a:cxn ang="0">
                                  <a:pos x="connsiteX2" y="connsiteY2"/>
                                </a:cxn>
                                <a:cxn ang="0">
                                  <a:pos x="connsiteX3" y="connsiteY3"/>
                                </a:cxn>
                              </a:cxnLst>
                              <a:rect l="l" t="t" r="r" b="b"/>
                              <a:pathLst>
                                <a:path w="474345" h="474345">
                                  <a:moveTo>
                                    <a:pt x="474345" y="0"/>
                                  </a:moveTo>
                                  <a:lnTo>
                                    <a:pt x="474345" y="474345"/>
                                  </a:lnTo>
                                  <a:lnTo>
                                    <a:pt x="0" y="474345"/>
                                  </a:lnTo>
                                  <a:lnTo>
                                    <a:pt x="0" y="0"/>
                                  </a:lnTo>
                                </a:path>
                              </a:pathLst>
                            </a:custGeom>
                            <a:grp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1005" name="Raven povezovalnik 1005"/>
                          <wps:cNvCnPr/>
                          <wps:spPr>
                            <a:xfrm>
                              <a:off x="2099334" y="1175645"/>
                              <a:ext cx="473710" cy="0"/>
                            </a:xfrm>
                            <a:prstGeom prst="line">
                              <a:avLst/>
                            </a:prstGeom>
                            <a:grpFill/>
                            <a:ln w="1270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wpg:wgp>
                      <wps:wsp>
                        <wps:cNvPr id="1008" name="Polje z besedilom 157"/>
                        <wps:cNvSpPr txBox="1"/>
                        <wps:spPr>
                          <a:xfrm>
                            <a:off x="1552714" y="180000"/>
                            <a:ext cx="538480" cy="141605"/>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971" name="Pravokotnik 971"/>
                        <wps:cNvSpPr/>
                        <wps:spPr>
                          <a:xfrm flipH="1">
                            <a:off x="2925619" y="962063"/>
                            <a:ext cx="270000" cy="108000"/>
                          </a:xfrm>
                          <a:prstGeom prst="rect">
                            <a:avLst/>
                          </a:prstGeom>
                          <a:pattFill prst="pct10">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7A53512" id="Platno 991" o:spid="_x0000_s1285" editas="canvas" style="width:453.7pt;height:204.85pt;mso-position-horizontal-relative:char;mso-position-vertical-relative:line" coordsize="57613,26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">
                <v:shape id="_x0000_s1286" type="#_x0000_t75" style="position:absolute;width:57613;height:26015;visibility:visible;mso-wrap-style:square" strokeweight=".25pt">
                  <v:fill o:detectmouseclick="t"/>
                  <v:stroke joinstyle="bevel"/>
                  <v:path o:connecttype="none"/>
                </v:shape>
                <v:oval id="Elipsa 345" o:spid="_x0000_s1287" style="position:absolute;left:27045;top:21510;width:3600;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" filled="f" strokecolor="black [3213]">
                  <v:stroke joinstyle="miter"/>
                  <v:textbox inset="0,0,0,0">
                    <w:txbxContent>
                      <w:p w:rsidR="00B318BB" w:rsidRDefault="00B318BB" w:rsidP="00B318BB">
                        <w:pPr>
                          <w:jc w:val="center"/>
                          <w:rPr>
                            <w:color w:val="000000"/>
                            <w:szCs w:val="20"/>
                          </w:rPr>
                        </w:pPr>
                        <w:r>
                          <w:rPr>
                            <w:color w:val="000000"/>
                            <w:szCs w:val="20"/>
                          </w:rPr>
                          <w:t>C2</w:t>
                        </w:r>
                      </w:p>
                    </w:txbxContent>
                  </v:textbox>
                </v:oval>
                <v:line id="Raven povezovalnik 416" o:spid="_x0000_s1288" style="position:absolute;flip:x;visibility:visible;mso-wrap-style:square" from="17074,6438" to="17074,20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" strokecolor="black [3200]" strokeweight=".5pt">
                  <v:stroke joinstyle="miter"/>
                </v:line>
                <v:line id="Raven povezovalnik 417" o:spid="_x0000_s1289" style="position:absolute;flip:x;visibility:visible;mso-wrap-style:square" from="42268,6438" to="42268,20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" strokecolor="black [3200]" strokeweight=".5pt">
                  <v:stroke joinstyle="miter"/>
                </v:line>
                <v:shape id="Polje z besedilom 157" o:spid="_x0000_s1290" type="#_x0000_t202" style="position:absolute;left:25650;top:12917;width:2298;height:322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" filled="f" stroked="f" strokeweight=".25pt">
                  <v:textbox inset="0,0,0,0">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v:textbox>
                </v:shape>
                <v:line id="Raven povezovalnik 975" o:spid="_x0000_s1291" style="position:absolute;visibility:visible;mso-wrap-style:square" from="36535,6414" to="47143,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" strokecolor="black [3200]" strokeweight=".5pt">
                  <v:stroke joinstyle="miter"/>
                </v:line>
                <v:line id="Raven povezovalnik 976" o:spid="_x0000_s1292" style="position:absolute;visibility:visible;mso-wrap-style:square" from="14743,6414" to="26005,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" strokecolor="black [3200]" strokeweight=".5pt">
                  <v:stroke joinstyle="miter"/>
                </v:line>
                <v:line id="Raven povezovalnik 977" o:spid="_x0000_s1293" style="position:absolute;visibility:visible;mso-wrap-style:square" from="26014,6414" to="36515,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" strokecolor="black [3213]" strokeweight=".5pt">
                  <v:stroke dashstyle="longDashDot" joinstyle="miter"/>
                </v:line>
                <v:rect id="Pravokotnik 993" o:spid="_x0000_s1294" style="position:absolute;left:25636;top:10825;width:2700;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" fillcolor="black [3213]" strokecolor="black [3213]" strokeweight="1pt">
                  <v:fill r:id="rId13" o:title="" color2="white [3212]" type="pattern"/>
                </v:rect>
                <v:rect id="Pravokotnik 994" o:spid="_x0000_s1295" style="position:absolute;left:25636;top:12390;width:2700;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" fillcolor="black [3213]" strokecolor="black [3213]" strokeweight="1pt">
                  <v:fill r:id="rId13" o:title="" color2="white [3212]" type="pattern"/>
                </v:rect>
                <v:rect id="Pravokotnik 995" o:spid="_x0000_s1296" style="position:absolute;left:25636;top:15654;width:2700;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" fillcolor="black [3213]" strokecolor="black [3213]" strokeweight="1pt">
                  <v:fill r:id="rId13" o:title="" color2="white [3212]" type="pattern"/>
                </v:rect>
                <v:shape id="Polje z besedilom 157" o:spid="_x0000_s1297" type="#_x0000_t202" style="position:absolute;left:29657;top:10191;width:2299;height:2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" filled="f" stroked="f" strokeweight=".25pt">
                  <v:textbox inset="0,0,0,0">
                    <w:txbxContent>
                      <w:p w:rsidR="00B318BB" w:rsidRPr="00E622AF" w:rsidRDefault="00B318BB" w:rsidP="00B318BB">
                        <w:pPr>
                          <w:spacing w:line="252" w:lineRule="auto"/>
                          <w:jc w:val="center"/>
                          <w:rPr>
                            <w:rFonts w:ascii="Calibri" w:hAnsi="Calibri"/>
                            <w:sz w:val="24"/>
                          </w:rPr>
                        </w:pPr>
                        <w:r w:rsidRPr="00E622AF">
                          <w:rPr>
                            <w:rFonts w:ascii="Calibri" w:hAnsi="Calibri"/>
                            <w:sz w:val="24"/>
                          </w:rPr>
                          <w:t>…</w:t>
                        </w:r>
                      </w:p>
                    </w:txbxContent>
                  </v:textbox>
                </v:shape>
                <v:shape id="Prostoročno: oblika 1000" o:spid="_x0000_s1298" style="position:absolute;left:28403;top:10190;width:1219;height:1086;visibility:visible;mso-wrap-style:square;v-text-anchor:middle" coordsize="122374,108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" path="m122374,r,108776l,108776e" filled="f" strokecolor="black [3213]">
                  <v:stroke dashstyle="1 1" joinstyle="miter"/>
                  <v:path arrowok="t" o:connecttype="custom" o:connectlocs="121920,0;121920,108585;0,108585" o:connectangles="0,0,0"/>
                </v:shape>
                <v:shape id="Prostoročno: oblika 1001" o:spid="_x0000_s1299" style="position:absolute;left:28403;top:10190;width:1663;height:2750;visibility:visible;mso-wrap-style:square;v-text-anchor:middle" coordsize="122374,108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" path="m122374,r,108776l,108776e" filled="f" strokecolor="black [3213]">
                  <v:stroke dashstyle="1 1" joinstyle="miter"/>
                  <v:path arrowok="t" o:connecttype="custom" o:connectlocs="166370,0;166370,274955;0,274955" o:connectangles="0,0,0"/>
                </v:shape>
                <v:shape id="Prostoročno: oblika 1002" o:spid="_x0000_s1300" style="position:absolute;left:28371;top:10189;width:3226;height:5986;visibility:visible;mso-wrap-style:square;v-text-anchor:middle" coordsize="122374,108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" path="m122374,r,108776l,108776e" filled="f" strokecolor="black [3213]">
                  <v:stroke dashstyle="1 1" joinstyle="miter"/>
                  <v:path arrowok="t" o:connecttype="custom" o:connectlocs="322580,0;322580,598617;0,598617" o:connectangles="0,0,0"/>
                </v:shape>
                <v:shape id="Prostoročno: oblika 1003" o:spid="_x0000_s1301" style="position:absolute;left:15322;top:1826;width:15323;height:7793;visibility:visible;mso-wrap-style:square;v-text-anchor:middle" coordsize="1532374,728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" path="m1532374,728506l1532374,,,e" filled="f" strokecolor="black [3213]">
                  <v:stroke dashstyle="dash" joinstyle="miter"/>
                  <v:path arrowok="t" o:connecttype="custom" o:connectlocs="1532374,779298;1532374,0;0,0" o:connectangles="0,0,0"/>
                </v:shape>
                <v:group id="Skupina 1006" o:spid="_x0000_s1302" style="position:absolute;left:24756;top:10191;width:7200;height:7200" coordorigin="20993,11756" coordsize="4737,4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">
                  <o:lock v:ext="edit" aspectratio="t"/>
                  <v:shape id="Pravokotnik 210" o:spid="_x0000_s1303" style="position:absolute;left:20993;top:11756;width:4737;height:4737;flip:x;visibility:visible;mso-wrap-style:square;v-text-anchor:bottom" coordsize="474345,4743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" adj="-11796480,,5400" path="m474345,r,474345l,474345,,e" filled="f" strokecolor="black [3213]" strokeweight="1pt">
                    <v:stroke joinstyle="miter"/>
                    <v:formulas/>
                    <v:path arrowok="t" o:connecttype="custom" o:connectlocs="473710,0;473710,473710;0,473710;0,0" o:connectangles="0,0,0,0" textboxrect="0,0,474345,474345"/>
                    <v:textbox>
                      <w:txbxContent>
                        <w:p w:rsidR="00B318BB" w:rsidRDefault="00B318BB" w:rsidP="00B318BB">
                          <w:pPr>
                            <w:rPr>
                              <w:b/>
                              <w:bCs/>
                              <w:color w:val="000000"/>
                              <w:sz w:val="24"/>
                            </w:rPr>
                          </w:pPr>
                        </w:p>
                      </w:txbxContent>
                    </v:textbox>
                  </v:shape>
                  <v:line id="Raven povezovalnik 1005" o:spid="_x0000_s1304" style="position:absolute;visibility:visible;mso-wrap-style:square" from="20993,11756" to="25730,11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" strokecolor="black [3213]" strokeweight="1pt">
                    <v:stroke dashstyle="dashDot" joinstyle="miter"/>
                  </v:line>
                </v:group>
                <v:shape id="Polje z besedilom 157" o:spid="_x0000_s1305" type="#_x0000_t202" style="position:absolute;left:15527;top:1800;width:5384;height:1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TP</w:t>
                        </w:r>
                      </w:p>
                    </w:txbxContent>
                  </v:textbox>
                </v:shape>
                <v:rect id="Pravokotnik 971" o:spid="_x0000_s1306" style="position:absolute;left:29256;top:9620;width:2700;height:108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" fillcolor="black [3213]" strokecolor="black [3213]" strokeweight="1pt">
                  <v:fill r:id="rId14" o:title="" color2="white [3212]" type="pattern"/>
                </v:rect>
                <w10:anchorlock/>
              </v:group>
            </w:pict>
          </mc:Fallback>
        </mc:AlternateContent>
      </w:r>
    </w:p>
    <w:p w:rsidR="00B318BB" w:rsidRPr="000C5322" w:rsidRDefault="00B318BB" w:rsidP="00B318BB">
      <w:pPr>
        <w:pStyle w:val="Naslov2"/>
      </w:pPr>
      <w:bookmarkStart w:id="66" w:name="_Toc421618457"/>
      <w:bookmarkStart w:id="67" w:name="_Toc101519039"/>
      <w:bookmarkStart w:id="68" w:name="_Toc101789191"/>
      <w:r>
        <w:t xml:space="preserve">Priključki tipa D – </w:t>
      </w:r>
      <w:bookmarkEnd w:id="66"/>
      <w:r>
        <w:t>poslovni odjem</w:t>
      </w:r>
      <w:bookmarkEnd w:id="67"/>
      <w:bookmarkEnd w:id="68"/>
    </w:p>
    <w:p w:rsidR="00B318BB" w:rsidRDefault="00B318BB" w:rsidP="00B318BB">
      <w:r w:rsidRPr="00DB6018">
        <w:t>Izvedbe priključkov so namenjene posameznim objektom</w:t>
      </w:r>
      <w:r>
        <w:t xml:space="preserve"> v katerih se izvajajo različne </w:t>
      </w:r>
      <w:r w:rsidRPr="00DB6018">
        <w:t>pridobitne dejavnosti</w:t>
      </w:r>
      <w:r>
        <w:t xml:space="preserve"> (npr.: </w:t>
      </w:r>
      <w:r w:rsidRPr="0073241D">
        <w:t>delavnice, trgovine, poslovni prostori</w:t>
      </w:r>
      <w:r>
        <w:t>,</w:t>
      </w:r>
      <w:r w:rsidRPr="0073241D">
        <w:t>…)</w:t>
      </w:r>
      <w:r w:rsidRPr="00DB6018">
        <w:t>. Objekt uporablja en sam uporabnik sistema ali več uporabnikov.</w:t>
      </w:r>
    </w:p>
    <w:p w:rsidR="00B318BB" w:rsidRDefault="00B318BB" w:rsidP="00B318BB">
      <w:pPr>
        <w:pStyle w:val="Naslov3"/>
      </w:pPr>
      <w:bookmarkStart w:id="69" w:name="_Toc421618458"/>
      <w:bookmarkStart w:id="70" w:name="_Toc101519040"/>
      <w:bookmarkStart w:id="71" w:name="_Toc101789192"/>
      <w:r>
        <w:t>Tipska izvedba D1</w:t>
      </w:r>
      <w:bookmarkEnd w:id="69"/>
      <w:r>
        <w:t xml:space="preserve"> </w:t>
      </w:r>
      <w:r w:rsidRPr="00A000D7">
        <w:t>–</w:t>
      </w:r>
      <w:r>
        <w:t xml:space="preserve"> mali poslovni odjemalci (do 43 kW)</w:t>
      </w:r>
      <w:bookmarkEnd w:id="70"/>
      <w:bookmarkEnd w:id="71"/>
    </w:p>
    <w:p w:rsidR="00B318BB" w:rsidRDefault="00B318BB" w:rsidP="00B318BB">
      <w:r>
        <w:t xml:space="preserve">Ta izvedba je primerna za priključitev enega </w:t>
      </w:r>
      <w:r w:rsidRPr="00F84005">
        <w:t>mal</w:t>
      </w:r>
      <w:r>
        <w:t>ega</w:t>
      </w:r>
      <w:r w:rsidRPr="00F84005">
        <w:t xml:space="preserve"> poslovn</w:t>
      </w:r>
      <w:r>
        <w:t>ega</w:t>
      </w:r>
      <w:r w:rsidRPr="00F84005">
        <w:t xml:space="preserve"> odjemal</w:t>
      </w:r>
      <w:r>
        <w:t>ca ali poslovno obrtnega objekta, kjer je več malih uporabnikov.</w:t>
      </w:r>
    </w:p>
    <w:p w:rsidR="00B318BB" w:rsidRDefault="00B318BB" w:rsidP="00B318BB"/>
    <w:p w:rsidR="00B318BB" w:rsidRDefault="00B318BB" w:rsidP="00B318BB">
      <w:r w:rsidRPr="0073241D">
        <w:t xml:space="preserve">Priključno mesto se nahaja </w:t>
      </w:r>
      <w:r>
        <w:t>v RO ali v TP</w:t>
      </w:r>
      <w:r w:rsidRPr="00187181">
        <w:rPr>
          <w:bCs/>
        </w:rPr>
        <w:t xml:space="preserve">, </w:t>
      </w:r>
      <w:r w:rsidRPr="00187181">
        <w:t>kadar ni na razpolago javnega NN omrežja</w:t>
      </w:r>
      <w:r>
        <w:t>.</w:t>
      </w:r>
    </w:p>
    <w:p w:rsidR="00B318BB" w:rsidRPr="0073241D" w:rsidRDefault="00B318BB" w:rsidP="00B318BB"/>
    <w:p w:rsidR="00B318BB" w:rsidRDefault="00B318BB" w:rsidP="00B318BB">
      <w:r>
        <w:t>Prevzemno-predajno mesto</w:t>
      </w:r>
      <w:r w:rsidRPr="0073241D">
        <w:t xml:space="preserve"> </w:t>
      </w:r>
      <w:r>
        <w:t>(</w:t>
      </w:r>
      <w:r w:rsidRPr="0073241D">
        <w:t>hkrati tudi merilno mesto</w:t>
      </w:r>
      <w:r>
        <w:t>)</w:t>
      </w:r>
      <w:r w:rsidRPr="0073241D">
        <w:t xml:space="preserve"> se nahaja v PMO, ki je locirana izven objekta, na parcelni meji</w:t>
      </w:r>
      <w:r>
        <w:t xml:space="preserve"> ali</w:t>
      </w:r>
      <w:r w:rsidRPr="00CF74E4">
        <w:t xml:space="preserve"> na skupnih </w:t>
      </w:r>
      <w:r w:rsidRPr="006A3CAE">
        <w:t>stalno dostopnih mestih znotraj objekta in mora biti stalno dostopna</w:t>
      </w:r>
      <w:r w:rsidRPr="005C60F6">
        <w:t>.</w:t>
      </w:r>
    </w:p>
    <w:p w:rsidR="00B318BB" w:rsidRPr="0073241D" w:rsidRDefault="00B318BB" w:rsidP="00B318BB"/>
    <w:p w:rsidR="00B318BB" w:rsidRDefault="00B318BB" w:rsidP="00B318BB">
      <w:r w:rsidRPr="003531C7">
        <w:t xml:space="preserve">Za povezave med TP in RO </w:t>
      </w:r>
      <w:r>
        <w:t xml:space="preserve">se uporabljajo zemeljski kabli </w:t>
      </w:r>
      <w:r w:rsidRPr="003531C7">
        <w:t>preseka od 150 do 240 mm</w:t>
      </w:r>
      <w:r w:rsidRPr="003531C7">
        <w:rPr>
          <w:vertAlign w:val="superscript"/>
        </w:rPr>
        <w:t>2</w:t>
      </w:r>
      <w:r w:rsidRPr="003531C7">
        <w:t>.</w:t>
      </w:r>
    </w:p>
    <w:p w:rsidR="00B318BB" w:rsidRPr="003531C7" w:rsidRDefault="00B318BB" w:rsidP="00B318BB"/>
    <w:p w:rsidR="00B318BB" w:rsidRDefault="00B318BB" w:rsidP="00B318BB">
      <w:pPr>
        <w:rPr>
          <w:bCs/>
        </w:rPr>
      </w:pPr>
      <w:r w:rsidRPr="0073241D">
        <w:t>Priključni vod se izvede z zemeljskim kablom, najmanjšega pre</w:t>
      </w:r>
      <w:r>
        <w:t>seka</w:t>
      </w:r>
      <w:r w:rsidRPr="0073241D">
        <w:t xml:space="preserve"> 70 mm</w:t>
      </w:r>
      <w:r w:rsidRPr="0073241D">
        <w:rPr>
          <w:vertAlign w:val="superscript"/>
        </w:rPr>
        <w:t>2</w:t>
      </w:r>
      <w:r>
        <w:t>.</w:t>
      </w:r>
      <w:r w:rsidRPr="0073241D">
        <w:t xml:space="preserve"> </w:t>
      </w:r>
      <w:r>
        <w:rPr>
          <w:bCs/>
        </w:rPr>
        <w:t>N</w:t>
      </w:r>
      <w:r w:rsidRPr="005C60F6">
        <w:rPr>
          <w:bCs/>
        </w:rPr>
        <w:t>adalj</w:t>
      </w:r>
      <w:r>
        <w:rPr>
          <w:bCs/>
        </w:rPr>
        <w:t>nje</w:t>
      </w:r>
      <w:r w:rsidRPr="005C60F6">
        <w:rPr>
          <w:bCs/>
        </w:rPr>
        <w:t xml:space="preserve"> </w:t>
      </w:r>
      <w:r>
        <w:rPr>
          <w:bCs/>
        </w:rPr>
        <w:t>širjenje NN omrežja iz PMO ni dovoljeno!</w:t>
      </w:r>
    </w:p>
    <w:p w:rsidR="00B318BB" w:rsidRDefault="00B318BB" w:rsidP="00B318BB"/>
    <w:p w:rsidR="00B318BB" w:rsidRDefault="00B318BB" w:rsidP="00B318BB">
      <w:r w:rsidRPr="0073241D">
        <w:t>Sestavna dela priključka uporabnika sta priključni vod</w:t>
      </w:r>
      <w:r>
        <w:t xml:space="preserve"> od priključnega mesta do prevzemno-predajnega mesta in PMO</w:t>
      </w:r>
      <w:r w:rsidRPr="0073241D">
        <w:t>.</w:t>
      </w:r>
    </w:p>
    <w:p w:rsidR="00B318BB" w:rsidRDefault="00B318BB" w:rsidP="00B318BB"/>
    <w:p w:rsidR="00B318BB" w:rsidRDefault="00B318BB" w:rsidP="00B318BB">
      <w:pPr>
        <w:jc w:val="center"/>
      </w:pPr>
      <w:r>
        <w:rPr>
          <w:noProof/>
          <w:lang w:eastAsia="sl-SI"/>
        </w:rPr>
        <mc:AlternateContent>
          <mc:Choice Requires="wpc">
            <w:drawing>
              <wp:inline distT="0" distB="0" distL="0" distR="0" wp14:anchorId="0554D1E7" wp14:editId="22053448">
                <wp:extent cx="5758815" cy="2381657"/>
                <wp:effectExtent l="0" t="0" r="0" b="0"/>
                <wp:docPr id="1035" name="Platno 10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1009" name="Raven povezovalnik 1009"/>
                        <wps:cNvCnPr>
                          <a:endCxn id="1010" idx="1"/>
                        </wps:cNvCnPr>
                        <wps:spPr>
                          <a:xfrm>
                            <a:off x="97907" y="254061"/>
                            <a:ext cx="601687"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1010" name="Pravokotnik 1010"/>
                        <wps:cNvSpPr/>
                        <wps:spPr>
                          <a:xfrm>
                            <a:off x="699630" y="206627"/>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1" name="Raven povezovalnik 1011"/>
                        <wps:cNvCnPr/>
                        <wps:spPr>
                          <a:xfrm>
                            <a:off x="97876" y="891105"/>
                            <a:ext cx="1636364"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12" name="Pravokotnik 1012"/>
                        <wps:cNvSpPr/>
                        <wps:spPr>
                          <a:xfrm>
                            <a:off x="894930" y="1270285"/>
                            <a:ext cx="475200"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13" name="Raven povezovalnik 1013"/>
                        <wps:cNvCnPr/>
                        <wps:spPr>
                          <a:xfrm>
                            <a:off x="1136484" y="890934"/>
                            <a:ext cx="205" cy="37935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014" name="Pravokotnik 1014"/>
                        <wps:cNvSpPr/>
                        <wps:spPr>
                          <a:xfrm>
                            <a:off x="1002807" y="780005"/>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5" name="Kolenski povezovalnik 287"/>
                        <wps:cNvCnPr/>
                        <wps:spPr>
                          <a:xfrm rot="16200000" flipH="1">
                            <a:off x="753529" y="395727"/>
                            <a:ext cx="465378" cy="303177"/>
                          </a:xfrm>
                          <a:prstGeom prst="bentConnector3">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016" name="Elipsa 1016"/>
                        <wps:cNvSpPr/>
                        <wps:spPr>
                          <a:xfrm>
                            <a:off x="2707669" y="1902588"/>
                            <a:ext cx="360000" cy="3600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AF2FC6" w:rsidRDefault="00B318BB" w:rsidP="00B318BB">
                              <w:pPr>
                                <w:jc w:val="center"/>
                                <w:rPr>
                                  <w:color w:val="000000"/>
                                  <w:szCs w:val="20"/>
                                </w:rPr>
                              </w:pPr>
                              <w:r>
                                <w:rPr>
                                  <w:color w:val="000000"/>
                                  <w:szCs w:val="20"/>
                                </w:rPr>
                                <w:t>D</w:t>
                              </w:r>
                              <w:r w:rsidRPr="00AF2FC6">
                                <w:rPr>
                                  <w:color w:val="000000"/>
                                  <w:szCs w:val="20"/>
                                </w:rPr>
                                <w:t>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26" name="Raven povezovalnik 1026"/>
                        <wps:cNvCnPr>
                          <a:endCxn id="1027" idx="1"/>
                        </wps:cNvCnPr>
                        <wps:spPr>
                          <a:xfrm>
                            <a:off x="1888158" y="255358"/>
                            <a:ext cx="601945"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1027" name="Pravokotnik 1027"/>
                        <wps:cNvSpPr/>
                        <wps:spPr>
                          <a:xfrm>
                            <a:off x="2490249" y="207733"/>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28" name="Raven povezovalnik 1028"/>
                        <wps:cNvCnPr/>
                        <wps:spPr>
                          <a:xfrm>
                            <a:off x="1888083" y="892263"/>
                            <a:ext cx="754564"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29" name="Pravokotnik 1029"/>
                        <wps:cNvSpPr/>
                        <wps:spPr>
                          <a:xfrm>
                            <a:off x="2590452" y="1271358"/>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31" name="Pravokotnik 1031"/>
                        <wps:cNvSpPr/>
                        <wps:spPr>
                          <a:xfrm>
                            <a:off x="2795684" y="1215016"/>
                            <a:ext cx="269875"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32" name="Kolenski povezovalnik 287"/>
                        <wps:cNvCnPr>
                          <a:stCxn id="1027" idx="2"/>
                          <a:endCxn id="1031" idx="0"/>
                        </wps:cNvCnPr>
                        <wps:spPr>
                          <a:xfrm rot="16200000" flipH="1">
                            <a:off x="2328238" y="612631"/>
                            <a:ext cx="899333" cy="305435"/>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033" name="Raven povezovalnik 1033"/>
                        <wps:cNvCnPr/>
                        <wps:spPr>
                          <a:xfrm>
                            <a:off x="3336072" y="892263"/>
                            <a:ext cx="352187"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34" name="Raven povezovalnik 1034"/>
                        <wps:cNvCnPr/>
                        <wps:spPr>
                          <a:xfrm>
                            <a:off x="2625133" y="892263"/>
                            <a:ext cx="710742" cy="0"/>
                          </a:xfrm>
                          <a:prstGeom prst="line">
                            <a:avLst/>
                          </a:prstGeom>
                          <a:ln w="6350">
                            <a:prstDash val="lgDashDot"/>
                          </a:ln>
                        </wps:spPr>
                        <wps:style>
                          <a:lnRef idx="1">
                            <a:schemeClr val="dk1"/>
                          </a:lnRef>
                          <a:fillRef idx="0">
                            <a:schemeClr val="dk1"/>
                          </a:fillRef>
                          <a:effectRef idx="0">
                            <a:schemeClr val="dk1"/>
                          </a:effectRef>
                          <a:fontRef idx="minor">
                            <a:schemeClr val="tx1"/>
                          </a:fontRef>
                        </wps:style>
                        <wps:bodyPr/>
                      </wps:wsp>
                      <wps:wsp>
                        <wps:cNvPr id="1045" name="Polje z besedilom 157"/>
                        <wps:cNvSpPr txBox="1"/>
                        <wps:spPr>
                          <a:xfrm>
                            <a:off x="591542" y="51207"/>
                            <a:ext cx="538480" cy="140970"/>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46" name="Polje z besedilom 157"/>
                        <wps:cNvSpPr txBox="1"/>
                        <wps:spPr>
                          <a:xfrm>
                            <a:off x="2379338" y="51207"/>
                            <a:ext cx="538480" cy="140970"/>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61" name="Raven povezovalnik 461"/>
                        <wps:cNvCnPr>
                          <a:endCxn id="466" idx="1"/>
                        </wps:cNvCnPr>
                        <wps:spPr>
                          <a:xfrm flipV="1">
                            <a:off x="3863608" y="262092"/>
                            <a:ext cx="667117" cy="272"/>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466" name="Pravokotnik 466"/>
                        <wps:cNvSpPr/>
                        <wps:spPr>
                          <a:xfrm>
                            <a:off x="4530725" y="208479"/>
                            <a:ext cx="263525" cy="107315"/>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7" name="Raven povezovalnik 467"/>
                        <wps:cNvCnPr/>
                        <wps:spPr>
                          <a:xfrm>
                            <a:off x="5017770" y="892550"/>
                            <a:ext cx="62357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473" name="Pravokotnik 210"/>
                        <wps:cNvSpPr/>
                        <wps:spPr>
                          <a:xfrm flipH="1">
                            <a:off x="4427855" y="1275279"/>
                            <a:ext cx="473710" cy="473710"/>
                          </a:xfrm>
                          <a:custGeom>
                            <a:avLst/>
                            <a:gdLst>
                              <a:gd name="connsiteX0" fmla="*/ 0 w 474345"/>
                              <a:gd name="connsiteY0" fmla="*/ 0 h 474345"/>
                              <a:gd name="connsiteX1" fmla="*/ 474345 w 474345"/>
                              <a:gd name="connsiteY1" fmla="*/ 0 h 474345"/>
                              <a:gd name="connsiteX2" fmla="*/ 474345 w 474345"/>
                              <a:gd name="connsiteY2" fmla="*/ 474345 h 474345"/>
                              <a:gd name="connsiteX3" fmla="*/ 0 w 474345"/>
                              <a:gd name="connsiteY3" fmla="*/ 474345 h 474345"/>
                              <a:gd name="connsiteX4" fmla="*/ 0 w 474345"/>
                              <a:gd name="connsiteY4" fmla="*/ 0 h 474345"/>
                              <a:gd name="connsiteX0" fmla="*/ 0 w 474345"/>
                              <a:gd name="connsiteY0" fmla="*/ 3105 h 477450"/>
                              <a:gd name="connsiteX1" fmla="*/ 160086 w 474345"/>
                              <a:gd name="connsiteY1" fmla="*/ 0 h 477450"/>
                              <a:gd name="connsiteX2" fmla="*/ 474345 w 474345"/>
                              <a:gd name="connsiteY2" fmla="*/ 3105 h 477450"/>
                              <a:gd name="connsiteX3" fmla="*/ 474345 w 474345"/>
                              <a:gd name="connsiteY3" fmla="*/ 477450 h 477450"/>
                              <a:gd name="connsiteX4" fmla="*/ 0 w 474345"/>
                              <a:gd name="connsiteY4" fmla="*/ 477450 h 477450"/>
                              <a:gd name="connsiteX5" fmla="*/ 0 w 474345"/>
                              <a:gd name="connsiteY5" fmla="*/ 3105 h 477450"/>
                              <a:gd name="connsiteX0" fmla="*/ 160086 w 474345"/>
                              <a:gd name="connsiteY0" fmla="*/ 0 h 477450"/>
                              <a:gd name="connsiteX1" fmla="*/ 474345 w 474345"/>
                              <a:gd name="connsiteY1" fmla="*/ 3105 h 477450"/>
                              <a:gd name="connsiteX2" fmla="*/ 474345 w 474345"/>
                              <a:gd name="connsiteY2" fmla="*/ 477450 h 477450"/>
                              <a:gd name="connsiteX3" fmla="*/ 0 w 474345"/>
                              <a:gd name="connsiteY3" fmla="*/ 477450 h 477450"/>
                              <a:gd name="connsiteX4" fmla="*/ 0 w 474345"/>
                              <a:gd name="connsiteY4" fmla="*/ 3105 h 477450"/>
                              <a:gd name="connsiteX5" fmla="*/ 251526 w 474345"/>
                              <a:gd name="connsiteY5" fmla="*/ 91440 h 477450"/>
                              <a:gd name="connsiteX0" fmla="*/ 160086 w 474345"/>
                              <a:gd name="connsiteY0" fmla="*/ 0 h 477450"/>
                              <a:gd name="connsiteX1" fmla="*/ 474345 w 474345"/>
                              <a:gd name="connsiteY1" fmla="*/ 3105 h 477450"/>
                              <a:gd name="connsiteX2" fmla="*/ 474345 w 474345"/>
                              <a:gd name="connsiteY2" fmla="*/ 477450 h 477450"/>
                              <a:gd name="connsiteX3" fmla="*/ 0 w 474345"/>
                              <a:gd name="connsiteY3" fmla="*/ 477450 h 477450"/>
                              <a:gd name="connsiteX4" fmla="*/ 0 w 474345"/>
                              <a:gd name="connsiteY4" fmla="*/ 3105 h 477450"/>
                              <a:gd name="connsiteX0" fmla="*/ 474345 w 474345"/>
                              <a:gd name="connsiteY0" fmla="*/ 0 h 474345"/>
                              <a:gd name="connsiteX1" fmla="*/ 474345 w 474345"/>
                              <a:gd name="connsiteY1" fmla="*/ 474345 h 474345"/>
                              <a:gd name="connsiteX2" fmla="*/ 0 w 474345"/>
                              <a:gd name="connsiteY2" fmla="*/ 474345 h 474345"/>
                              <a:gd name="connsiteX3" fmla="*/ 0 w 474345"/>
                              <a:gd name="connsiteY3" fmla="*/ 0 h 474345"/>
                            </a:gdLst>
                            <a:ahLst/>
                            <a:cxnLst>
                              <a:cxn ang="0">
                                <a:pos x="connsiteX0" y="connsiteY0"/>
                              </a:cxn>
                              <a:cxn ang="0">
                                <a:pos x="connsiteX1" y="connsiteY1"/>
                              </a:cxn>
                              <a:cxn ang="0">
                                <a:pos x="connsiteX2" y="connsiteY2"/>
                              </a:cxn>
                              <a:cxn ang="0">
                                <a:pos x="connsiteX3" y="connsiteY3"/>
                              </a:cxn>
                            </a:cxnLst>
                            <a:rect l="l" t="t" r="r" b="b"/>
                            <a:pathLst>
                              <a:path w="474345" h="474345">
                                <a:moveTo>
                                  <a:pt x="474345" y="0"/>
                                </a:moveTo>
                                <a:lnTo>
                                  <a:pt x="474345" y="474345"/>
                                </a:lnTo>
                                <a:lnTo>
                                  <a:pt x="0" y="474345"/>
                                </a:lnTo>
                                <a:lnTo>
                                  <a:pt x="0" y="0"/>
                                </a:lnTo>
                              </a:path>
                            </a:pathLst>
                          </a:cu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b/>
                                  <w:bCs/>
                                  <w:color w:val="000000"/>
                                  <w:sz w:val="24"/>
                                </w:rPr>
                              </w:pPr>
                              <w:r>
                                <w:rPr>
                                  <w:b/>
                                  <w:bCs/>
                                  <w:color w:val="000000"/>
                                </w:rPr>
                                <w:t> </w:t>
                              </w:r>
                            </w:p>
                          </w:txbxContent>
                        </wps:txbx>
                        <wps:bodyPr rot="0" spcFirstLastPara="0" vert="horz" wrap="square" lIns="91440" tIns="45720" rIns="91440" bIns="45720" numCol="1" spcCol="0" rtlCol="0" fromWordArt="0" anchor="b" anchorCtr="0" forceAA="0" compatLnSpc="1">
                          <a:prstTxWarp prst="textNoShape">
                            <a:avLst/>
                          </a:prstTxWarp>
                          <a:noAutofit/>
                        </wps:bodyPr>
                      </wps:wsp>
                      <wps:wsp>
                        <wps:cNvPr id="479" name="Kolenski povezovalnik 287"/>
                        <wps:cNvCnPr/>
                        <wps:spPr>
                          <a:xfrm rot="16200000" flipH="1">
                            <a:off x="4129405" y="849194"/>
                            <a:ext cx="1066165" cy="635"/>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480" name="Pravokotnik 480"/>
                        <wps:cNvSpPr/>
                        <wps:spPr>
                          <a:xfrm flipH="1">
                            <a:off x="4528820" y="1383229"/>
                            <a:ext cx="268605" cy="107315"/>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3" name="Raven povezovalnik 483"/>
                        <wps:cNvCnPr/>
                        <wps:spPr>
                          <a:xfrm>
                            <a:off x="4561840" y="1491179"/>
                            <a:ext cx="0" cy="21209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84" name="Raven povezovalnik 484"/>
                        <wps:cNvCnPr/>
                        <wps:spPr>
                          <a:xfrm>
                            <a:off x="4769485" y="1491179"/>
                            <a:ext cx="0" cy="21209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485" name="Raven povezovalnik 485"/>
                        <wps:cNvCnPr/>
                        <wps:spPr>
                          <a:xfrm>
                            <a:off x="4427855" y="1275279"/>
                            <a:ext cx="473710" cy="0"/>
                          </a:xfrm>
                          <a:prstGeom prst="line">
                            <a:avLst/>
                          </a:prstGeom>
                          <a:ln w="1270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wps:wsp>
                        <wps:cNvPr id="486" name="Raven povezovalnik 486"/>
                        <wps:cNvCnPr/>
                        <wps:spPr>
                          <a:xfrm>
                            <a:off x="3946812" y="892856"/>
                            <a:ext cx="378173"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506" name="Raven povezovalnik 506"/>
                        <wps:cNvCnPr/>
                        <wps:spPr>
                          <a:xfrm>
                            <a:off x="4326255" y="893009"/>
                            <a:ext cx="691515"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s:wsp>
                        <wps:cNvPr id="507" name="Polje z besedilom 157"/>
                        <wps:cNvSpPr txBox="1"/>
                        <wps:spPr>
                          <a:xfrm>
                            <a:off x="4526915" y="1411169"/>
                            <a:ext cx="268605" cy="212090"/>
                          </a:xfrm>
                          <a:prstGeom prst="rect">
                            <a:avLst/>
                          </a:prstGeom>
                          <a:noFill/>
                          <a:ln w="3175">
                            <a:noFill/>
                          </a:ln>
                        </wps:spPr>
                        <wps:txbx>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wps:txbx>
                        <wps:bodyPr rot="0" spcFirstLastPara="0" vert="horz" wrap="square" lIns="0" tIns="0" rIns="0" bIns="0" numCol="1" spcCol="0" rtlCol="0" fromWordArt="0" anchor="t" anchorCtr="0" forceAA="0" compatLnSpc="1">
                          <a:prstTxWarp prst="textNoShape">
                            <a:avLst/>
                          </a:prstTxWarp>
                          <a:noAutofit/>
                        </wps:bodyPr>
                      </wps:wsp>
                      <wps:wsp>
                        <wps:cNvPr id="508" name="Polje z besedilom 157"/>
                        <wps:cNvSpPr txBox="1"/>
                        <wps:spPr>
                          <a:xfrm>
                            <a:off x="4302542" y="51207"/>
                            <a:ext cx="538480" cy="140970"/>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0554D1E7" id="Platno 1035" o:spid="_x0000_s1307" editas="canvas" style="width:453.45pt;height:187.55pt;mso-position-horizontal-relative:char;mso-position-vertical-relative:line" coordsize="57588,2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">
                <v:shape id="_x0000_s1308" type="#_x0000_t75" style="position:absolute;width:57588;height:23812;visibility:visible;mso-wrap-style:square" strokeweight=".25pt">
                  <v:fill o:detectmouseclick="t"/>
                  <v:stroke joinstyle="bevel"/>
                  <v:path o:connecttype="none"/>
                </v:shape>
                <v:line id="Raven povezovalnik 1009" o:spid="_x0000_s1309" style="position:absolute;visibility:visible;mso-wrap-style:square" from="979,2540" to="6995,2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" strokecolor="black [3200]" strokeweight="2pt">
                  <v:stroke dashstyle="dash" joinstyle="miter"/>
                </v:line>
                <v:rect id="Pravokotnik 1010" o:spid="_x0000_s1310" style="position:absolute;left:6996;top:2066;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" fillcolor="white [3212]" strokecolor="black [3213]" strokeweight="1pt"/>
                <v:line id="Raven povezovalnik 1011" o:spid="_x0000_s1311" style="position:absolute;visibility:visible;mso-wrap-style:square" from="978,8911" to="17342,8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" strokecolor="black [3200]" strokeweight=".5pt">
                  <v:stroke joinstyle="miter"/>
                </v:line>
                <v:rect id="Pravokotnik 1012" o:spid="_x0000_s1312" style="position:absolute;left:8949;top:12702;width:4752;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" fillcolor="white [3212]" strokecolor="black [3213]" strokeweight="1pt">
                  <v:textbox inset="0,0,0,0">
                    <w:txbxContent>
                      <w:p w:rsidR="00B318BB" w:rsidRPr="00D33FD5" w:rsidRDefault="00B318BB" w:rsidP="00B318BB">
                        <w:pPr>
                          <w:jc w:val="center"/>
                          <w:rPr>
                            <w:b/>
                            <w:bCs/>
                            <w:color w:val="000000" w:themeColor="text1"/>
                            <w:sz w:val="24"/>
                            <w:szCs w:val="28"/>
                          </w:rPr>
                        </w:pPr>
                      </w:p>
                    </w:txbxContent>
                  </v:textbox>
                </v:rect>
                <v:line id="Raven povezovalnik 1013" o:spid="_x0000_s1313" style="position:absolute;visibility:visible;mso-wrap-style:square" from="11364,8909" to="11366,12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" strokecolor="black [3213]">
                  <v:stroke dashstyle="1 1" joinstyle="miter"/>
                </v:line>
                <v:rect id="Pravokotnik 1014" o:spid="_x0000_s1314" style="position:absolute;left:10028;top:7800;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" fillcolor="black [3213]" strokecolor="black [3213]" strokeweight="1pt">
                  <v:fill r:id="rId12" o:title="" color2="white [3212]" type="pattern"/>
                </v:rect>
                <v:shape id="Kolenski povezovalnik 287" o:spid="_x0000_s1315" type="#_x0000_t34" style="position:absolute;left:7535;top:3957;width:4654;height:303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" strokecolor="black [3213]">
                  <v:stroke dashstyle="dash"/>
                </v:shape>
                <v:oval id="Elipsa 1016" o:spid="_x0000_s1316" style="position:absolute;left:27076;top:19025;width:36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" filled="f" strokecolor="black [3213]">
                  <v:stroke joinstyle="miter"/>
                  <v:textbox inset="0,0,0,0">
                    <w:txbxContent>
                      <w:p w:rsidR="00B318BB" w:rsidRPr="00AF2FC6" w:rsidRDefault="00B318BB" w:rsidP="00B318BB">
                        <w:pPr>
                          <w:jc w:val="center"/>
                          <w:rPr>
                            <w:color w:val="000000"/>
                            <w:szCs w:val="20"/>
                          </w:rPr>
                        </w:pPr>
                        <w:r>
                          <w:rPr>
                            <w:color w:val="000000"/>
                            <w:szCs w:val="20"/>
                          </w:rPr>
                          <w:t>D</w:t>
                        </w:r>
                        <w:r w:rsidRPr="00AF2FC6">
                          <w:rPr>
                            <w:color w:val="000000"/>
                            <w:szCs w:val="20"/>
                          </w:rPr>
                          <w:t>1</w:t>
                        </w:r>
                      </w:p>
                    </w:txbxContent>
                  </v:textbox>
                </v:oval>
                <v:line id="Raven povezovalnik 1026" o:spid="_x0000_s1317" style="position:absolute;visibility:visible;mso-wrap-style:square" from="18881,2553" to="24901,2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" strokecolor="black [3200]" strokeweight="2pt">
                  <v:stroke dashstyle="dash" joinstyle="miter"/>
                </v:line>
                <v:rect id="Pravokotnik 1027" o:spid="_x0000_s1318" style="position:absolute;left:24902;top:2077;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" fillcolor="white [3212]" strokecolor="black [3213]" strokeweight="1pt"/>
                <v:line id="Raven povezovalnik 1028" o:spid="_x0000_s1319" style="position:absolute;visibility:visible;mso-wrap-style:square" from="18880,8922" to="26426,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" strokecolor="black [3200]" strokeweight=".5pt">
                  <v:stroke joinstyle="miter"/>
                </v:line>
                <v:rect id="Pravokotnik 1029" o:spid="_x0000_s1320" style="position:absolute;left:25904;top:12713;width:4750;height:4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rect id="Pravokotnik 1031" o:spid="_x0000_s1321" style="position:absolute;left:27956;top:12150;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" fillcolor="black [3213]" strokecolor="black [3213]" strokeweight="1pt">
                  <v:fill r:id="rId12" o:title="" color2="white [3212]" type="pattern"/>
                </v:rect>
                <v:shape id="Kolenski povezovalnik 287" o:spid="_x0000_s1322" type="#_x0000_t34" style="position:absolute;left:23282;top:6125;width:8994;height:305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" strokecolor="black [3213]">
                  <v:stroke dashstyle="dash"/>
                </v:shape>
                <v:line id="Raven povezovalnik 1033" o:spid="_x0000_s1323" style="position:absolute;visibility:visible;mso-wrap-style:square" from="33360,8922" to="36882,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" strokecolor="black [3200]" strokeweight=".5pt">
                  <v:stroke joinstyle="miter"/>
                </v:line>
                <v:line id="Raven povezovalnik 1034" o:spid="_x0000_s1324" style="position:absolute;visibility:visible;mso-wrap-style:square" from="26251,8922" to="33358,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" strokecolor="black [3200]" strokeweight=".5pt">
                  <v:stroke dashstyle="longDashDot" joinstyle="miter"/>
                </v:line>
                <v:shape id="Polje z besedilom 157" o:spid="_x0000_s1325" type="#_x0000_t202" style="position:absolute;left:5915;top:512;width:5385;height:1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v:textbox>
                </v:shape>
                <v:shape id="Polje z besedilom 157" o:spid="_x0000_s1326" type="#_x0000_t202" style="position:absolute;left:23793;top:512;width:5385;height:1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v:textbox>
                </v:shape>
                <v:line id="Raven povezovalnik 461" o:spid="_x0000_s1327" style="position:absolute;flip:y;visibility:visible;mso-wrap-style:square" from="38636,2620" to="45307,2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" strokecolor="black [3200]" strokeweight="2pt">
                  <v:stroke dashstyle="dash" joinstyle="miter"/>
                </v:line>
                <v:rect id="Pravokotnik 466" o:spid="_x0000_s1328" style="position:absolute;left:45307;top:2084;width:263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" fillcolor="white [3212]" strokecolor="black [3213]" strokeweight="1pt"/>
                <v:line id="Raven povezovalnik 467" o:spid="_x0000_s1329" style="position:absolute;visibility:visible;mso-wrap-style:square" from="50177,8925" to="56413,8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" strokecolor="black [3200]" strokeweight=".5pt">
                  <v:stroke joinstyle="miter"/>
                </v:line>
                <v:shape id="Pravokotnik 210" o:spid="_x0000_s1330" style="position:absolute;left:44278;top:12752;width:4737;height:4737;flip:x;visibility:visible;mso-wrap-style:square;v-text-anchor:bottom" coordsize="474345,47434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" adj="-11796480,,5400" path="m474345,r,474345l,474345,,e" fillcolor="white [3212]" strokecolor="black [3213]" strokeweight="1pt">
                  <v:stroke joinstyle="miter"/>
                  <v:formulas/>
                  <v:path arrowok="t" o:connecttype="custom" o:connectlocs="473710,0;473710,473710;0,473710;0,0" o:connectangles="0,0,0,0" textboxrect="0,0,474345,474345"/>
                  <v:textbox>
                    <w:txbxContent>
                      <w:p w:rsidR="00B318BB" w:rsidRDefault="00B318BB" w:rsidP="00B318BB">
                        <w:pPr>
                          <w:jc w:val="center"/>
                          <w:rPr>
                            <w:b/>
                            <w:bCs/>
                            <w:color w:val="000000"/>
                            <w:sz w:val="24"/>
                          </w:rPr>
                        </w:pPr>
                        <w:r>
                          <w:rPr>
                            <w:b/>
                            <w:bCs/>
                            <w:color w:val="000000"/>
                          </w:rPr>
                          <w:t> </w:t>
                        </w:r>
                      </w:p>
                    </w:txbxContent>
                  </v:textbox>
                </v:shape>
                <v:shape id="Kolenski povezovalnik 287" o:spid="_x0000_s1331" type="#_x0000_t34" style="position:absolute;left:41294;top:8491;width:10661;height: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" strokecolor="black [3213]">
                  <v:stroke dashstyle="dash"/>
                </v:shape>
                <v:rect id="Pravokotnik 480" o:spid="_x0000_s1332" style="position:absolute;left:45288;top:13832;width:2686;height:107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" fillcolor="black [3213]" strokecolor="black [3213]" strokeweight="1pt">
                  <v:fill r:id="rId12" o:title="" color2="white [3212]" type="pattern"/>
                </v:rect>
                <v:line id="Raven povezovalnik 483" o:spid="_x0000_s1333" style="position:absolute;visibility:visible;mso-wrap-style:square" from="45618,14911" to="45618,17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" strokecolor="black [3213]">
                  <v:stroke dashstyle="1 1" joinstyle="miter"/>
                </v:line>
                <v:line id="Raven povezovalnik 484" o:spid="_x0000_s1334" style="position:absolute;visibility:visible;mso-wrap-style:square" from="47694,14911" to="47694,17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" strokecolor="black [3213]">
                  <v:stroke dashstyle="1 1" joinstyle="miter"/>
                </v:line>
                <v:line id="Raven povezovalnik 485" o:spid="_x0000_s1335" style="position:absolute;visibility:visible;mso-wrap-style:square" from="44278,12752" to="49015,12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" strokecolor="black [3213]" strokeweight="1pt">
                  <v:stroke dashstyle="dashDot" joinstyle="miter"/>
                </v:line>
                <v:line id="Raven povezovalnik 486" o:spid="_x0000_s1336" style="position:absolute;visibility:visible;mso-wrap-style:square" from="39468,8928" to="43249,8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" strokecolor="black [3200]" strokeweight=".5pt">
                  <v:stroke joinstyle="miter"/>
                </v:line>
                <v:line id="Raven povezovalnik 506" o:spid="_x0000_s1337" style="position:absolute;visibility:visible;mso-wrap-style:square" from="43262,8930" to="50177,8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" strokecolor="black [3213]" strokeweight=".5pt">
                  <v:stroke dashstyle="longDashDot" joinstyle="miter"/>
                </v:line>
                <v:shape id="Polje z besedilom 157" o:spid="_x0000_s1338" type="#_x0000_t202" style="position:absolute;left:45269;top:14111;width:2686;height:2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" filled="f" stroked="f" strokeweight=".25pt">
                  <v:textbox inset="0,0,0,0">
                    <w:txbxContent>
                      <w:p w:rsidR="00B318BB" w:rsidRDefault="00B318BB" w:rsidP="00B318BB">
                        <w:pPr>
                          <w:spacing w:line="252" w:lineRule="auto"/>
                          <w:jc w:val="center"/>
                          <w:rPr>
                            <w:rFonts w:ascii="Calibri" w:hAnsi="Calibri"/>
                            <w:sz w:val="32"/>
                            <w:szCs w:val="32"/>
                          </w:rPr>
                        </w:pPr>
                        <w:r>
                          <w:rPr>
                            <w:rFonts w:ascii="Calibri" w:hAnsi="Calibri"/>
                            <w:sz w:val="32"/>
                            <w:szCs w:val="32"/>
                          </w:rPr>
                          <w:t>…</w:t>
                        </w:r>
                      </w:p>
                    </w:txbxContent>
                  </v:textbox>
                </v:shape>
                <v:shape id="Polje z besedilom 157" o:spid="_x0000_s1339" type="#_x0000_t202" style="position:absolute;left:43025;top:512;width:5385;height:1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v:textbox>
                </v:shape>
                <w10:anchorlock/>
              </v:group>
            </w:pict>
          </mc:Fallback>
        </mc:AlternateContent>
      </w:r>
    </w:p>
    <w:p w:rsidR="00B318BB" w:rsidRPr="00E975EC" w:rsidRDefault="00B318BB" w:rsidP="00B318BB">
      <w:pPr>
        <w:pStyle w:val="Naslov3"/>
      </w:pPr>
      <w:bookmarkStart w:id="72" w:name="_Toc421618460"/>
      <w:bookmarkStart w:id="73" w:name="_Toc101519041"/>
      <w:bookmarkStart w:id="74" w:name="_Toc101789193"/>
      <w:r>
        <w:lastRenderedPageBreak/>
        <w:t xml:space="preserve">Tipska izvedba </w:t>
      </w:r>
      <w:bookmarkEnd w:id="72"/>
      <w:r>
        <w:t xml:space="preserve">D2 </w:t>
      </w:r>
      <w:r w:rsidRPr="00A000D7">
        <w:t>–</w:t>
      </w:r>
      <w:r>
        <w:t xml:space="preserve"> z merjenjem moči (nad 43 kW)</w:t>
      </w:r>
      <w:bookmarkEnd w:id="73"/>
      <w:bookmarkEnd w:id="74"/>
    </w:p>
    <w:p w:rsidR="00B318BB" w:rsidRDefault="00B318BB" w:rsidP="00B318BB">
      <w:pPr>
        <w:pStyle w:val="Naslov4"/>
      </w:pPr>
      <w:r>
        <w:t>D2.1 Način priklopa na NNO</w:t>
      </w:r>
    </w:p>
    <w:p w:rsidR="00B318BB" w:rsidRDefault="00B318BB" w:rsidP="00B318BB">
      <w:r>
        <w:t>Ta i</w:t>
      </w:r>
      <w:r w:rsidRPr="00A50DFD">
        <w:t xml:space="preserve">zvedba priključka je namenjena </w:t>
      </w:r>
      <w:r>
        <w:t>odjemalcem, ki izpolnjujejo pogoje za razvrstitev v odjemno skupino NN Odjem - z merjenjem moči.</w:t>
      </w:r>
    </w:p>
    <w:p w:rsidR="00B318BB" w:rsidRDefault="00B318BB" w:rsidP="00B318BB"/>
    <w:p w:rsidR="00B318BB" w:rsidRDefault="00B318BB" w:rsidP="00B318BB">
      <w:r w:rsidRPr="0073241D">
        <w:t xml:space="preserve">Priključno mesto se nahaja </w:t>
      </w:r>
      <w:r>
        <w:t>v RO ali v TP</w:t>
      </w:r>
      <w:r w:rsidRPr="00187181">
        <w:rPr>
          <w:bCs/>
        </w:rPr>
        <w:t xml:space="preserve">, </w:t>
      </w:r>
      <w:r w:rsidRPr="00187181">
        <w:t>kadar ni na razpolago javnega NN omrežja</w:t>
      </w:r>
      <w:r>
        <w:t>.</w:t>
      </w:r>
    </w:p>
    <w:p w:rsidR="00B318BB" w:rsidRPr="0073241D" w:rsidRDefault="00B318BB" w:rsidP="00B318BB"/>
    <w:p w:rsidR="00B318BB" w:rsidRDefault="00B318BB" w:rsidP="00B318BB">
      <w:r>
        <w:t>Prevzemno-predajno mesto</w:t>
      </w:r>
      <w:r w:rsidRPr="0073241D">
        <w:t xml:space="preserve"> </w:t>
      </w:r>
      <w:r>
        <w:t>(</w:t>
      </w:r>
      <w:r w:rsidRPr="0073241D">
        <w:t>hkrati tudi merilno mesto</w:t>
      </w:r>
      <w:r>
        <w:t>)</w:t>
      </w:r>
      <w:r w:rsidRPr="0073241D">
        <w:t xml:space="preserve"> se nahaja v PMO, ki je locirana izven o</w:t>
      </w:r>
      <w:r>
        <w:t>bjekta</w:t>
      </w:r>
      <w:r w:rsidRPr="0073241D">
        <w:t xml:space="preserve"> </w:t>
      </w:r>
      <w:r>
        <w:t>in mora biti</w:t>
      </w:r>
      <w:r w:rsidRPr="0073241D">
        <w:t xml:space="preserve"> </w:t>
      </w:r>
      <w:r w:rsidR="007E7DB1">
        <w:t xml:space="preserve">na </w:t>
      </w:r>
      <w:r w:rsidRPr="006A3CAE">
        <w:t>stalno dostopn</w:t>
      </w:r>
      <w:r w:rsidR="007E7DB1">
        <w:t>em mestu</w:t>
      </w:r>
      <w:r w:rsidRPr="005C60F6">
        <w:t>.</w:t>
      </w:r>
    </w:p>
    <w:p w:rsidR="00B318BB" w:rsidRPr="0073241D" w:rsidRDefault="00B318BB" w:rsidP="00B318BB"/>
    <w:p w:rsidR="00B318BB" w:rsidRDefault="00B318BB" w:rsidP="00B318BB">
      <w:r w:rsidRPr="003531C7">
        <w:t xml:space="preserve">Za povezave med TP in RO </w:t>
      </w:r>
      <w:r>
        <w:t xml:space="preserve">se uporabljajo zemeljski kabli </w:t>
      </w:r>
      <w:r w:rsidRPr="003531C7">
        <w:t>preseka od 150 do 240 mm</w:t>
      </w:r>
      <w:r w:rsidRPr="003531C7">
        <w:rPr>
          <w:vertAlign w:val="superscript"/>
        </w:rPr>
        <w:t>2</w:t>
      </w:r>
      <w:r w:rsidRPr="003531C7">
        <w:t>.</w:t>
      </w:r>
    </w:p>
    <w:p w:rsidR="00B318BB" w:rsidRPr="003531C7" w:rsidRDefault="00B318BB" w:rsidP="00B318BB"/>
    <w:p w:rsidR="00B318BB" w:rsidRDefault="00B318BB" w:rsidP="00B318BB">
      <w:pPr>
        <w:rPr>
          <w:bCs/>
        </w:rPr>
      </w:pPr>
      <w:r w:rsidRPr="0073241D">
        <w:t>Priključni vo</w:t>
      </w:r>
      <w:r>
        <w:t>d se izvede z zemeljskim kablom</w:t>
      </w:r>
      <w:r w:rsidRPr="0073241D">
        <w:t xml:space="preserve"> najmanjšega pre</w:t>
      </w:r>
      <w:r>
        <w:t>seka</w:t>
      </w:r>
      <w:r w:rsidRPr="0073241D">
        <w:t xml:space="preserve"> 70 mm</w:t>
      </w:r>
      <w:r w:rsidRPr="0073241D">
        <w:rPr>
          <w:vertAlign w:val="superscript"/>
        </w:rPr>
        <w:t>2</w:t>
      </w:r>
      <w:r>
        <w:t>.</w:t>
      </w:r>
      <w:r w:rsidRPr="0073241D">
        <w:t xml:space="preserve"> </w:t>
      </w:r>
      <w:r>
        <w:rPr>
          <w:bCs/>
        </w:rPr>
        <w:t>N</w:t>
      </w:r>
      <w:r w:rsidRPr="005C60F6">
        <w:rPr>
          <w:bCs/>
        </w:rPr>
        <w:t>adalj</w:t>
      </w:r>
      <w:r>
        <w:rPr>
          <w:bCs/>
        </w:rPr>
        <w:t>nje</w:t>
      </w:r>
      <w:r w:rsidRPr="005C60F6">
        <w:rPr>
          <w:bCs/>
        </w:rPr>
        <w:t xml:space="preserve"> </w:t>
      </w:r>
      <w:r>
        <w:rPr>
          <w:bCs/>
        </w:rPr>
        <w:t>širjenje NN omrežja iz PMO ni dovoljeno!</w:t>
      </w:r>
    </w:p>
    <w:p w:rsidR="00B318BB" w:rsidRDefault="00B318BB" w:rsidP="00B318BB"/>
    <w:p w:rsidR="00B318BB" w:rsidRDefault="00B318BB" w:rsidP="00B318BB">
      <w:r w:rsidRPr="0073241D">
        <w:t>Sestavna dela priključka uporabnika sta priključni vod</w:t>
      </w:r>
      <w:r>
        <w:t xml:space="preserve"> od priključnega mesta do prevzemno-predajnega mesta in PMO</w:t>
      </w:r>
      <w:r w:rsidRPr="0073241D">
        <w:t>.</w:t>
      </w:r>
    </w:p>
    <w:p w:rsidR="00B318BB" w:rsidRDefault="00B318BB" w:rsidP="00B318BB"/>
    <w:p w:rsidR="00B318BB" w:rsidRDefault="00B318BB" w:rsidP="00B318BB">
      <w:pPr>
        <w:jc w:val="center"/>
      </w:pPr>
      <w:r>
        <w:rPr>
          <w:noProof/>
          <w:lang w:eastAsia="sl-SI"/>
        </w:rPr>
        <mc:AlternateContent>
          <mc:Choice Requires="wpc">
            <w:drawing>
              <wp:inline distT="0" distB="0" distL="0" distR="0" wp14:anchorId="3CB36BD3" wp14:editId="4A3C43EF">
                <wp:extent cx="5758815" cy="2381657"/>
                <wp:effectExtent l="0" t="0" r="0" b="0"/>
                <wp:docPr id="1066" name="Platno 106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1048" name="Raven povezovalnik 1048"/>
                        <wps:cNvCnPr/>
                        <wps:spPr>
                          <a:xfrm>
                            <a:off x="497957" y="254061"/>
                            <a:ext cx="601687"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1049" name="Pravokotnik 1049"/>
                        <wps:cNvSpPr/>
                        <wps:spPr>
                          <a:xfrm>
                            <a:off x="1099680" y="206627"/>
                            <a:ext cx="270000" cy="10800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0" name="Raven povezovalnik 1050"/>
                        <wps:cNvCnPr/>
                        <wps:spPr>
                          <a:xfrm>
                            <a:off x="497926" y="891105"/>
                            <a:ext cx="1636364"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51" name="Pravokotnik 1051"/>
                        <wps:cNvSpPr/>
                        <wps:spPr>
                          <a:xfrm>
                            <a:off x="1294980" y="1270285"/>
                            <a:ext cx="475200" cy="474647"/>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52" name="Raven povezovalnik 1052"/>
                        <wps:cNvCnPr/>
                        <wps:spPr>
                          <a:xfrm>
                            <a:off x="1536534" y="890934"/>
                            <a:ext cx="205" cy="379351"/>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053" name="Pravokotnik 1053"/>
                        <wps:cNvSpPr/>
                        <wps:spPr>
                          <a:xfrm>
                            <a:off x="1402857" y="780005"/>
                            <a:ext cx="270000" cy="10800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4" name="Kolenski povezovalnik 287"/>
                        <wps:cNvCnPr/>
                        <wps:spPr>
                          <a:xfrm rot="16200000" flipH="1">
                            <a:off x="1153579" y="395727"/>
                            <a:ext cx="465378" cy="303177"/>
                          </a:xfrm>
                          <a:prstGeom prst="bentConnector3">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055" name="Elipsa 1055"/>
                        <wps:cNvSpPr/>
                        <wps:spPr>
                          <a:xfrm>
                            <a:off x="2694021" y="1898454"/>
                            <a:ext cx="368190" cy="360108"/>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480580" w:rsidRDefault="00B318BB" w:rsidP="00B318BB">
                              <w:pPr>
                                <w:jc w:val="center"/>
                                <w:rPr>
                                  <w:color w:val="000000"/>
                                  <w:sz w:val="20"/>
                                  <w:szCs w:val="20"/>
                                </w:rPr>
                              </w:pPr>
                              <w:r w:rsidRPr="00480580">
                                <w:rPr>
                                  <w:color w:val="000000"/>
                                  <w:sz w:val="20"/>
                                  <w:szCs w:val="20"/>
                                </w:rPr>
                                <w:t>D2.1</w:t>
                              </w:r>
                            </w:p>
                          </w:txbxContent>
                        </wps:txbx>
                        <wps:bodyPr rot="0" spcFirstLastPara="0" vert="horz" wrap="none" lIns="0" tIns="0" rIns="0" bIns="0" numCol="1" spcCol="0" rtlCol="0" fromWordArt="0" anchor="ctr" anchorCtr="0" forceAA="0" compatLnSpc="1">
                          <a:prstTxWarp prst="textNoShape">
                            <a:avLst/>
                          </a:prstTxWarp>
                          <a:noAutofit/>
                        </wps:bodyPr>
                      </wps:wsp>
                      <wps:wsp>
                        <wps:cNvPr id="1056" name="Raven povezovalnik 1056"/>
                        <wps:cNvCnPr/>
                        <wps:spPr>
                          <a:xfrm>
                            <a:off x="3346878" y="255358"/>
                            <a:ext cx="601945" cy="0"/>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1057" name="Pravokotnik 1057"/>
                        <wps:cNvSpPr/>
                        <wps:spPr>
                          <a:xfrm>
                            <a:off x="3948969" y="207733"/>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58" name="Raven povezovalnik 1058"/>
                        <wps:cNvCnPr/>
                        <wps:spPr>
                          <a:xfrm>
                            <a:off x="3346803" y="892263"/>
                            <a:ext cx="754564"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59" name="Pravokotnik 1059"/>
                        <wps:cNvSpPr/>
                        <wps:spPr>
                          <a:xfrm>
                            <a:off x="4049172" y="1271358"/>
                            <a:ext cx="474980" cy="47434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60" name="Pravokotnik 1060"/>
                        <wps:cNvSpPr/>
                        <wps:spPr>
                          <a:xfrm>
                            <a:off x="4254404" y="1215926"/>
                            <a:ext cx="269875" cy="107950"/>
                          </a:xfrm>
                          <a:prstGeom prst="rect">
                            <a:avLst/>
                          </a:prstGeom>
                          <a:pattFill prst="wdDnDiag">
                            <a:fgClr>
                              <a:schemeClr val="tx1"/>
                            </a:fgClr>
                            <a:bgClr>
                              <a:schemeClr val="bg1"/>
                            </a:bgClr>
                          </a:patt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61" name="Kolenski povezovalnik 287"/>
                        <wps:cNvCnPr>
                          <a:stCxn id="1057" idx="2"/>
                          <a:endCxn id="1060" idx="0"/>
                        </wps:cNvCnPr>
                        <wps:spPr>
                          <a:xfrm rot="16200000" flipH="1">
                            <a:off x="3786580" y="612956"/>
                            <a:ext cx="900088" cy="305435"/>
                          </a:xfrm>
                          <a:prstGeom prst="bentConnector3">
                            <a:avLst>
                              <a:gd name="adj1" fmla="val 29774"/>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062" name="Raven povezovalnik 1062"/>
                        <wps:cNvCnPr/>
                        <wps:spPr>
                          <a:xfrm>
                            <a:off x="4794792" y="892263"/>
                            <a:ext cx="352187"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63" name="Raven povezovalnik 1063"/>
                        <wps:cNvCnPr/>
                        <wps:spPr>
                          <a:xfrm>
                            <a:off x="4083853" y="892263"/>
                            <a:ext cx="710742" cy="0"/>
                          </a:xfrm>
                          <a:prstGeom prst="line">
                            <a:avLst/>
                          </a:prstGeom>
                          <a:ln w="6350">
                            <a:prstDash val="lgDashDot"/>
                          </a:ln>
                        </wps:spPr>
                        <wps:style>
                          <a:lnRef idx="1">
                            <a:schemeClr val="dk1"/>
                          </a:lnRef>
                          <a:fillRef idx="0">
                            <a:schemeClr val="dk1"/>
                          </a:fillRef>
                          <a:effectRef idx="0">
                            <a:schemeClr val="dk1"/>
                          </a:effectRef>
                          <a:fontRef idx="minor">
                            <a:schemeClr val="tx1"/>
                          </a:fontRef>
                        </wps:style>
                        <wps:bodyPr/>
                      </wps:wsp>
                      <wps:wsp>
                        <wps:cNvPr id="1064" name="Polje z besedilom 157"/>
                        <wps:cNvSpPr txBox="1"/>
                        <wps:spPr>
                          <a:xfrm>
                            <a:off x="991592" y="51207"/>
                            <a:ext cx="538480" cy="140970"/>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65" name="Polje z besedilom 157"/>
                        <wps:cNvSpPr txBox="1"/>
                        <wps:spPr>
                          <a:xfrm>
                            <a:off x="3838058" y="51207"/>
                            <a:ext cx="538480" cy="140970"/>
                          </a:xfrm>
                          <a:prstGeom prst="rect">
                            <a:avLst/>
                          </a:prstGeom>
                          <a:noFill/>
                          <a:ln w="3175">
                            <a:noFill/>
                          </a:ln>
                        </wps:spPr>
                        <wps:txbx>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3CB36BD3" id="Platno 1066" o:spid="_x0000_s1340" editas="canvas" style="width:453.45pt;height:187.55pt;mso-position-horizontal-relative:char;mso-position-vertical-relative:line" coordsize="57588,2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">
                <v:shape id="_x0000_s1341" type="#_x0000_t75" style="position:absolute;width:57588;height:23812;visibility:visible;mso-wrap-style:square" strokeweight=".25pt">
                  <v:fill o:detectmouseclick="t"/>
                  <v:stroke joinstyle="bevel"/>
                  <v:path o:connecttype="none"/>
                </v:shape>
                <v:line id="Raven povezovalnik 1048" o:spid="_x0000_s1342" style="position:absolute;visibility:visible;mso-wrap-style:square" from="4979,2540" to="10996,2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" strokecolor="black [3200]" strokeweight="2pt">
                  <v:stroke dashstyle="dash" joinstyle="miter"/>
                </v:line>
                <v:rect id="Pravokotnik 1049" o:spid="_x0000_s1343" style="position:absolute;left:10996;top:2066;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" fillcolor="white [3212]" strokecolor="black [3213]" strokeweight="1pt"/>
                <v:line id="Raven povezovalnik 1050" o:spid="_x0000_s1344" style="position:absolute;visibility:visible;mso-wrap-style:square" from="4979,8911" to="21342,8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" strokecolor="black [3200]" strokeweight=".5pt">
                  <v:stroke joinstyle="miter"/>
                </v:line>
                <v:rect id="Pravokotnik 1051" o:spid="_x0000_s1345" style="position:absolute;left:12949;top:12702;width:4752;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" fillcolor="white [3212]" strokecolor="black [3213]" strokeweight="1pt">
                  <v:textbox inset="0,0,0,0">
                    <w:txbxContent>
                      <w:p w:rsidR="00B318BB" w:rsidRPr="00D33FD5" w:rsidRDefault="00B318BB" w:rsidP="00B318BB">
                        <w:pPr>
                          <w:jc w:val="center"/>
                          <w:rPr>
                            <w:b/>
                            <w:bCs/>
                            <w:color w:val="000000" w:themeColor="text1"/>
                            <w:sz w:val="24"/>
                            <w:szCs w:val="28"/>
                          </w:rPr>
                        </w:pPr>
                      </w:p>
                    </w:txbxContent>
                  </v:textbox>
                </v:rect>
                <v:line id="Raven povezovalnik 1052" o:spid="_x0000_s1346" style="position:absolute;visibility:visible;mso-wrap-style:square" from="15365,8909" to="15367,12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" strokecolor="black [3213]">
                  <v:stroke dashstyle="1 1" joinstyle="miter"/>
                </v:line>
                <v:rect id="Pravokotnik 1053" o:spid="_x0000_s1347" style="position:absolute;left:14028;top:7800;width:27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" fillcolor="black [3213]" strokecolor="black [3213]" strokeweight="1pt">
                  <v:fill r:id="rId12" o:title="" color2="white [3212]" type="pattern"/>
                </v:rect>
                <v:shape id="Kolenski povezovalnik 287" o:spid="_x0000_s1348" type="#_x0000_t34" style="position:absolute;left:11535;top:3957;width:4654;height:3032;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" strokecolor="black [3213]">
                  <v:stroke dashstyle="dash"/>
                </v:shape>
                <v:oval id="Elipsa 1055" o:spid="_x0000_s1349" style="position:absolute;left:26940;top:18984;width:3682;height:36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" filled="f" strokecolor="black [3213]">
                  <v:stroke joinstyle="miter"/>
                  <v:textbox inset="0,0,0,0">
                    <w:txbxContent>
                      <w:p w:rsidR="00B318BB" w:rsidRPr="00480580" w:rsidRDefault="00B318BB" w:rsidP="00B318BB">
                        <w:pPr>
                          <w:jc w:val="center"/>
                          <w:rPr>
                            <w:color w:val="000000"/>
                            <w:sz w:val="20"/>
                            <w:szCs w:val="20"/>
                          </w:rPr>
                        </w:pPr>
                        <w:r w:rsidRPr="00480580">
                          <w:rPr>
                            <w:color w:val="000000"/>
                            <w:sz w:val="20"/>
                            <w:szCs w:val="20"/>
                          </w:rPr>
                          <w:t>D2.1</w:t>
                        </w:r>
                      </w:p>
                    </w:txbxContent>
                  </v:textbox>
                </v:oval>
                <v:line id="Raven povezovalnik 1056" o:spid="_x0000_s1350" style="position:absolute;visibility:visible;mso-wrap-style:square" from="33468,2553" to="39488,2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" strokecolor="black [3200]" strokeweight="2pt">
                  <v:stroke dashstyle="dash" joinstyle="miter"/>
                </v:line>
                <v:rect id="Pravokotnik 1057" o:spid="_x0000_s1351" style="position:absolute;left:39489;top:2077;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" fillcolor="white [3212]" strokecolor="black [3213]" strokeweight="1pt"/>
                <v:line id="Raven povezovalnik 1058" o:spid="_x0000_s1352" style="position:absolute;visibility:visible;mso-wrap-style:square" from="33468,8922" to="41013,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" strokecolor="black [3200]" strokeweight=".5pt">
                  <v:stroke joinstyle="miter"/>
                </v:line>
                <v:rect id="Pravokotnik 1059" o:spid="_x0000_s1353" style="position:absolute;left:40491;top:12713;width:4750;height:4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" fillcolor="white [3212]" strokecolor="black [3213]" strokeweight="1pt">
                  <v:textbox>
                    <w:txbxContent>
                      <w:p w:rsidR="00B318BB" w:rsidRPr="00D33FD5" w:rsidRDefault="00B318BB" w:rsidP="00B318BB">
                        <w:pPr>
                          <w:rPr>
                            <w:b/>
                            <w:bCs/>
                            <w:color w:val="000000" w:themeColor="text1"/>
                            <w:sz w:val="24"/>
                            <w:szCs w:val="28"/>
                          </w:rPr>
                        </w:pPr>
                      </w:p>
                    </w:txbxContent>
                  </v:textbox>
                </v:rect>
                <v:rect id="Pravokotnik 1060" o:spid="_x0000_s1354" style="position:absolute;left:42544;top:12159;width:2698;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" fillcolor="black [3213]" strokecolor="black [3213]" strokeweight="1pt">
                  <v:fill r:id="rId12" o:title="" color2="white [3212]" type="pattern"/>
                </v:rect>
                <v:shape id="Kolenski povezovalnik 287" o:spid="_x0000_s1355" type="#_x0000_t34" style="position:absolute;left:37865;top:6130;width:9001;height:305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" adj="6431" strokecolor="black [3213]">
                  <v:stroke dashstyle="dash"/>
                </v:shape>
                <v:line id="Raven povezovalnik 1062" o:spid="_x0000_s1356" style="position:absolute;visibility:visible;mso-wrap-style:square" from="47947,8922" to="51469,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" strokecolor="black [3200]" strokeweight=".5pt">
                  <v:stroke joinstyle="miter"/>
                </v:line>
                <v:line id="Raven povezovalnik 1063" o:spid="_x0000_s1357" style="position:absolute;visibility:visible;mso-wrap-style:square" from="40838,8922" to="47945,89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" strokecolor="black [3200]" strokeweight=".5pt">
                  <v:stroke dashstyle="longDashDot" joinstyle="miter"/>
                </v:line>
                <v:shape id="Polje z besedilom 157" o:spid="_x0000_s1358" type="#_x0000_t202" style="position:absolute;left:9915;top:512;width:5385;height:1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v:textbox>
                </v:shape>
                <v:shape id="Polje z besedilom 157" o:spid="_x0000_s1359" type="#_x0000_t202" style="position:absolute;left:38380;top:512;width:5385;height:1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" filled="f" stroked="f" strokeweight=".25pt">
                  <v:textbox inset="0,0,0,0">
                    <w:txbxContent>
                      <w:p w:rsidR="00B318BB" w:rsidRDefault="00B318BB" w:rsidP="00B318BB">
                        <w:pPr>
                          <w:spacing w:line="252" w:lineRule="auto"/>
                          <w:rPr>
                            <w:rFonts w:ascii="Calibri" w:hAnsi="Calibri"/>
                            <w:sz w:val="18"/>
                            <w:szCs w:val="18"/>
                          </w:rPr>
                        </w:pPr>
                        <w:r>
                          <w:rPr>
                            <w:rFonts w:ascii="Calibri" w:hAnsi="Calibri"/>
                            <w:sz w:val="18"/>
                            <w:szCs w:val="18"/>
                          </w:rPr>
                          <w:t>RO ali TP</w:t>
                        </w:r>
                      </w:p>
                    </w:txbxContent>
                  </v:textbox>
                </v:shape>
                <w10:anchorlock/>
              </v:group>
            </w:pict>
          </mc:Fallback>
        </mc:AlternateContent>
      </w:r>
    </w:p>
    <w:p w:rsidR="00B318BB" w:rsidRDefault="00B318BB" w:rsidP="00B318BB">
      <w:pPr>
        <w:pStyle w:val="Naslov4"/>
      </w:pPr>
      <w:r>
        <w:t>D2.2 Način priklopa na NN zbiralke</w:t>
      </w:r>
    </w:p>
    <w:p w:rsidR="00B318BB" w:rsidRDefault="00B318BB" w:rsidP="00B318BB">
      <w:r>
        <w:t>Ta i</w:t>
      </w:r>
      <w:r w:rsidRPr="00A50DFD">
        <w:t xml:space="preserve">zvedba priključka je namenjena </w:t>
      </w:r>
      <w:r>
        <w:t>odjemalcem, ki izpolnjujejo pogoje za razvrstitev v odjemno skupino NN Odjem - z merjenjem moči in imajo priključno moč nad 130 kW in način priključitve ustreza priklopu na zbiralke.</w:t>
      </w:r>
    </w:p>
    <w:p w:rsidR="00B318BB" w:rsidRDefault="00B318BB" w:rsidP="00B318BB"/>
    <w:p w:rsidR="00B318BB" w:rsidRDefault="00B318BB" w:rsidP="00B318BB">
      <w:r w:rsidRPr="00A50DFD">
        <w:t>Priključno mesto</w:t>
      </w:r>
      <w:r>
        <w:t xml:space="preserve"> (hkrati tudi prevzemno-predajno mesto)</w:t>
      </w:r>
      <w:r w:rsidRPr="00A50DFD">
        <w:t xml:space="preserve"> se nahaja</w:t>
      </w:r>
      <w:r>
        <w:t xml:space="preserve"> v TP. Merilno mesto </w:t>
      </w:r>
      <w:r w:rsidRPr="0073241D">
        <w:t xml:space="preserve">se </w:t>
      </w:r>
      <w:r>
        <w:t xml:space="preserve">lahko </w:t>
      </w:r>
      <w:r w:rsidRPr="0073241D">
        <w:t xml:space="preserve">nahaja v </w:t>
      </w:r>
      <w:r>
        <w:t>TP, v primeru prostorskih omejitev, pa v neposredni bližini TP (min. 1 m od stene TP). Slednje</w:t>
      </w:r>
      <w:r w:rsidRPr="00A50DFD">
        <w:rPr>
          <w:bCs/>
        </w:rPr>
        <w:t xml:space="preserve"> </w:t>
      </w:r>
      <w:r>
        <w:rPr>
          <w:bCs/>
        </w:rPr>
        <w:t>mora biti</w:t>
      </w:r>
      <w:r w:rsidRPr="00A50DFD">
        <w:rPr>
          <w:bCs/>
        </w:rPr>
        <w:t xml:space="preserve"> </w:t>
      </w:r>
      <w:r w:rsidR="007E7DB1">
        <w:rPr>
          <w:bCs/>
        </w:rPr>
        <w:t xml:space="preserve">na </w:t>
      </w:r>
      <w:r w:rsidRPr="006A3CAE">
        <w:rPr>
          <w:bCs/>
        </w:rPr>
        <w:t>stalno dostopn</w:t>
      </w:r>
      <w:r w:rsidR="007E7DB1">
        <w:rPr>
          <w:bCs/>
        </w:rPr>
        <w:t>em mestu</w:t>
      </w:r>
      <w:r w:rsidRPr="00A50DFD">
        <w:rPr>
          <w:bCs/>
        </w:rPr>
        <w:t>.</w:t>
      </w:r>
    </w:p>
    <w:p w:rsidR="00B318BB" w:rsidRPr="0073241D" w:rsidRDefault="00B318BB" w:rsidP="00B318BB"/>
    <w:p w:rsidR="00B318BB" w:rsidRDefault="00B318BB" w:rsidP="00B318BB">
      <w:pPr>
        <w:rPr>
          <w:bCs/>
        </w:rPr>
      </w:pPr>
      <w:r>
        <w:rPr>
          <w:bCs/>
        </w:rPr>
        <w:t>Presek</w:t>
      </w:r>
      <w:r w:rsidRPr="00A50DFD">
        <w:rPr>
          <w:bCs/>
        </w:rPr>
        <w:t xml:space="preserve"> priključka mora biti določen v proj</w:t>
      </w:r>
      <w:r>
        <w:rPr>
          <w:bCs/>
        </w:rPr>
        <w:t>ektni dokumentaciji priključka.</w:t>
      </w:r>
    </w:p>
    <w:p w:rsidR="00B318BB" w:rsidRPr="009F3B76" w:rsidRDefault="00B318BB" w:rsidP="00B318BB">
      <w:pPr>
        <w:rPr>
          <w:bCs/>
        </w:rPr>
      </w:pPr>
    </w:p>
    <w:p w:rsidR="00B318BB" w:rsidRPr="00C07615" w:rsidRDefault="00B318BB" w:rsidP="00B318BB">
      <w:pPr>
        <w:jc w:val="center"/>
      </w:pPr>
      <w:r>
        <w:rPr>
          <w:noProof/>
          <w:lang w:eastAsia="sl-SI"/>
        </w:rPr>
        <w:lastRenderedPageBreak/>
        <mc:AlternateContent>
          <mc:Choice Requires="wpc">
            <w:drawing>
              <wp:inline distT="0" distB="0" distL="0" distR="0" wp14:anchorId="05071034" wp14:editId="7B054F56">
                <wp:extent cx="5759450" cy="2932981"/>
                <wp:effectExtent l="0" t="0" r="31750" b="1270"/>
                <wp:docPr id="1086" name="Platno 108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1076" name="Raven povezovalnik 1076"/>
                        <wps:cNvCnPr/>
                        <wps:spPr>
                          <a:xfrm>
                            <a:off x="2856497" y="802226"/>
                            <a:ext cx="456143" cy="8"/>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1079" name="Pravokotnik 1079"/>
                        <wps:cNvSpPr/>
                        <wps:spPr>
                          <a:xfrm>
                            <a:off x="4564789" y="1933010"/>
                            <a:ext cx="475200" cy="47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81" name="Kolenski povezovalnik 287"/>
                        <wps:cNvCnPr>
                          <a:endCxn id="1079" idx="0"/>
                        </wps:cNvCnPr>
                        <wps:spPr>
                          <a:xfrm>
                            <a:off x="4193600" y="653945"/>
                            <a:ext cx="608789" cy="1279065"/>
                          </a:xfrm>
                          <a:prstGeom prst="bentConnector2">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082" name="Raven povezovalnik 1082"/>
                        <wps:cNvCnPr/>
                        <wps:spPr>
                          <a:xfrm>
                            <a:off x="3973517" y="1356355"/>
                            <a:ext cx="1783125"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085" name="Polje z besedilom 157"/>
                        <wps:cNvSpPr txBox="1"/>
                        <wps:spPr>
                          <a:xfrm>
                            <a:off x="3410868" y="255542"/>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96" name="Raven povezovalnik 1096"/>
                        <wps:cNvCnPr/>
                        <wps:spPr>
                          <a:xfrm rot="10800000">
                            <a:off x="3922883" y="226125"/>
                            <a:ext cx="0" cy="21590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97" name="Raven povezovalnik 1097"/>
                        <wps:cNvCnPr/>
                        <wps:spPr>
                          <a:xfrm flipV="1">
                            <a:off x="4085280" y="222933"/>
                            <a:ext cx="0" cy="219073"/>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98" name="Raven povezovalnik 1098"/>
                        <wps:cNvCnPr/>
                        <wps:spPr>
                          <a:xfrm rot="10800000" flipV="1">
                            <a:off x="3743178" y="274385"/>
                            <a:ext cx="179705" cy="0"/>
                          </a:xfrm>
                          <a:prstGeom prst="line">
                            <a:avLst/>
                          </a:prstGeom>
                          <a:ln w="3175">
                            <a:solidFill>
                              <a:schemeClr val="tx1"/>
                            </a:solidFill>
                            <a:headEnd type="stealth" w="sm" len="lg"/>
                            <a:tailEnd w="sm" len="lg"/>
                          </a:ln>
                        </wps:spPr>
                        <wps:style>
                          <a:lnRef idx="1">
                            <a:schemeClr val="accent1"/>
                          </a:lnRef>
                          <a:fillRef idx="0">
                            <a:schemeClr val="accent1"/>
                          </a:fillRef>
                          <a:effectRef idx="0">
                            <a:schemeClr val="accent1"/>
                          </a:effectRef>
                          <a:fontRef idx="minor">
                            <a:schemeClr val="tx1"/>
                          </a:fontRef>
                        </wps:style>
                        <wps:bodyPr/>
                      </wps:wsp>
                      <wps:wsp>
                        <wps:cNvPr id="1099" name="Raven povezovalnik 1099"/>
                        <wps:cNvCnPr/>
                        <wps:spPr>
                          <a:xfrm rot="10800000" flipH="1">
                            <a:off x="4085360" y="267400"/>
                            <a:ext cx="179705" cy="0"/>
                          </a:xfrm>
                          <a:prstGeom prst="line">
                            <a:avLst/>
                          </a:prstGeom>
                          <a:ln w="3175">
                            <a:solidFill>
                              <a:schemeClr val="tx1"/>
                            </a:solidFill>
                            <a:headEnd type="stealth" w="sm" len="lg"/>
                            <a:tailEnd w="sm" len="lg"/>
                          </a:ln>
                        </wps:spPr>
                        <wps:style>
                          <a:lnRef idx="1">
                            <a:schemeClr val="accent1"/>
                          </a:lnRef>
                          <a:fillRef idx="0">
                            <a:schemeClr val="accent1"/>
                          </a:fillRef>
                          <a:effectRef idx="0">
                            <a:schemeClr val="accent1"/>
                          </a:effectRef>
                          <a:fontRef idx="minor">
                            <a:schemeClr val="tx1"/>
                          </a:fontRef>
                        </wps:style>
                        <wps:bodyPr/>
                      </wps:wsp>
                      <wps:wsp>
                        <wps:cNvPr id="1100" name="Polje z besedilom 68"/>
                        <wps:cNvSpPr txBox="1"/>
                        <wps:spPr>
                          <a:xfrm>
                            <a:off x="3780635" y="22969"/>
                            <a:ext cx="476148" cy="178692"/>
                          </a:xfrm>
                          <a:prstGeom prst="rect">
                            <a:avLst/>
                          </a:prstGeom>
                          <a:noFill/>
                          <a:ln w="6350">
                            <a:noFill/>
                          </a:ln>
                        </wps:spPr>
                        <wps:txbx>
                          <w:txbxContent>
                            <w:p w:rsidR="00B318BB" w:rsidRPr="0033069E" w:rsidRDefault="00B318BB" w:rsidP="00B318BB">
                              <w:pPr>
                                <w:spacing w:line="252" w:lineRule="auto"/>
                                <w:jc w:val="center"/>
                                <w:rPr>
                                  <w:rFonts w:ascii="Calibri" w:hAnsi="Calibri"/>
                                  <w:szCs w:val="20"/>
                                </w:rPr>
                              </w:pPr>
                              <w:r w:rsidRPr="0033069E">
                                <w:rPr>
                                  <w:rFonts w:ascii="Calibri" w:hAnsi="Calibri"/>
                                  <w:szCs w:val="20"/>
                                </w:rPr>
                                <w:t>min. 1 m</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03" name="Raven povezovalnik 1103"/>
                        <wps:cNvCnPr/>
                        <wps:spPr>
                          <a:xfrm flipH="1" flipV="1">
                            <a:off x="3602565" y="653817"/>
                            <a:ext cx="483045" cy="5"/>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105" name="Raven povezovalnik 1105"/>
                        <wps:cNvCnPr>
                          <a:endCxn id="1113" idx="2"/>
                        </wps:cNvCnPr>
                        <wps:spPr>
                          <a:xfrm>
                            <a:off x="0" y="802075"/>
                            <a:ext cx="427144" cy="16"/>
                          </a:xfrm>
                          <a:prstGeom prst="line">
                            <a:avLst/>
                          </a:prstGeom>
                          <a:ln w="25400">
                            <a:prstDash val="dash"/>
                          </a:ln>
                        </wps:spPr>
                        <wps:style>
                          <a:lnRef idx="1">
                            <a:schemeClr val="dk1"/>
                          </a:lnRef>
                          <a:fillRef idx="0">
                            <a:schemeClr val="dk1"/>
                          </a:fillRef>
                          <a:effectRef idx="0">
                            <a:schemeClr val="dk1"/>
                          </a:effectRef>
                          <a:fontRef idx="minor">
                            <a:schemeClr val="tx1"/>
                          </a:fontRef>
                        </wps:style>
                        <wps:bodyPr/>
                      </wps:wsp>
                      <wps:wsp>
                        <wps:cNvPr id="1107" name="Pravokotnik 1107"/>
                        <wps:cNvSpPr/>
                        <wps:spPr>
                          <a:xfrm>
                            <a:off x="1751679" y="1933010"/>
                            <a:ext cx="475200" cy="47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08" name="Kolenski povezovalnik 287"/>
                        <wps:cNvCnPr>
                          <a:endCxn id="1107" idx="0"/>
                        </wps:cNvCnPr>
                        <wps:spPr>
                          <a:xfrm>
                            <a:off x="987656" y="654149"/>
                            <a:ext cx="1001623" cy="1278861"/>
                          </a:xfrm>
                          <a:prstGeom prst="bentConnector2">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109" name="Raven povezovalnik 1109"/>
                        <wps:cNvCnPr/>
                        <wps:spPr>
                          <a:xfrm>
                            <a:off x="1160407" y="1356355"/>
                            <a:ext cx="1783125"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111" name="Pravokotnik 1111"/>
                        <wps:cNvSpPr/>
                        <wps:spPr>
                          <a:xfrm>
                            <a:off x="388955" y="480069"/>
                            <a:ext cx="648000" cy="64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12" name="Polje z besedilom 157"/>
                        <wps:cNvSpPr txBox="1"/>
                        <wps:spPr>
                          <a:xfrm>
                            <a:off x="524608" y="255542"/>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13" name="Elipsa 1113"/>
                        <wps:cNvSpPr/>
                        <wps:spPr>
                          <a:xfrm>
                            <a:off x="427144" y="733451"/>
                            <a:ext cx="137581" cy="137581"/>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4" name="Elipsa 1114"/>
                        <wps:cNvSpPr/>
                        <wps:spPr>
                          <a:xfrm>
                            <a:off x="514037" y="733451"/>
                            <a:ext cx="137581" cy="137581"/>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5" name="Raven povezovalnik 1115"/>
                        <wps:cNvCnPr/>
                        <wps:spPr>
                          <a:xfrm>
                            <a:off x="712454" y="527823"/>
                            <a:ext cx="0" cy="540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6" name="Raven povezovalnik 1116"/>
                        <wps:cNvCnPr/>
                        <wps:spPr>
                          <a:xfrm>
                            <a:off x="651617" y="805045"/>
                            <a:ext cx="67635" cy="0"/>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123" name="Raven povezovalnik 1123"/>
                        <wps:cNvCnPr/>
                        <wps:spPr>
                          <a:xfrm flipH="1">
                            <a:off x="698873" y="654026"/>
                            <a:ext cx="180793" cy="0"/>
                          </a:xfrm>
                          <a:prstGeom prst="line">
                            <a:avLst/>
                          </a:prstGeom>
                          <a:ln w="28575"/>
                        </wps:spPr>
                        <wps:style>
                          <a:lnRef idx="1">
                            <a:schemeClr val="dk1"/>
                          </a:lnRef>
                          <a:fillRef idx="0">
                            <a:schemeClr val="dk1"/>
                          </a:fillRef>
                          <a:effectRef idx="0">
                            <a:schemeClr val="dk1"/>
                          </a:effectRef>
                          <a:fontRef idx="minor">
                            <a:schemeClr val="tx1"/>
                          </a:fontRef>
                        </wps:style>
                        <wps:bodyPr/>
                      </wps:wsp>
                      <wps:wsp>
                        <wps:cNvPr id="1124" name="Elipsa 1124"/>
                        <wps:cNvSpPr/>
                        <wps:spPr>
                          <a:xfrm>
                            <a:off x="2699767" y="2563326"/>
                            <a:ext cx="368188" cy="359208"/>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480580" w:rsidRDefault="00B318BB" w:rsidP="00B318BB">
                              <w:pPr>
                                <w:jc w:val="center"/>
                                <w:rPr>
                                  <w:color w:val="000000"/>
                                  <w:sz w:val="20"/>
                                  <w:szCs w:val="20"/>
                                </w:rPr>
                              </w:pPr>
                              <w:r w:rsidRPr="00480580">
                                <w:rPr>
                                  <w:color w:val="000000"/>
                                  <w:sz w:val="20"/>
                                  <w:szCs w:val="20"/>
                                </w:rPr>
                                <w:t>D2.2</w:t>
                              </w:r>
                            </w:p>
                          </w:txbxContent>
                        </wps:txbx>
                        <wps:bodyPr rot="0" spcFirstLastPara="0" vert="horz" wrap="none" lIns="0" tIns="0" rIns="0" bIns="0" numCol="1" spcCol="0" rtlCol="0" fromWordArt="0" anchor="ctr" anchorCtr="0" forceAA="0" compatLnSpc="1">
                          <a:prstTxWarp prst="textNoShape">
                            <a:avLst/>
                          </a:prstTxWarp>
                          <a:noAutofit/>
                        </wps:bodyPr>
                      </wps:wsp>
                      <wps:wsp>
                        <wps:cNvPr id="1127" name="Pravokotnik 1127"/>
                        <wps:cNvSpPr/>
                        <wps:spPr>
                          <a:xfrm>
                            <a:off x="3279066" y="480069"/>
                            <a:ext cx="648000" cy="64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28" name="Elipsa 1128"/>
                        <wps:cNvSpPr/>
                        <wps:spPr>
                          <a:xfrm>
                            <a:off x="3317255" y="733451"/>
                            <a:ext cx="137581" cy="137581"/>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9" name="Elipsa 1129"/>
                        <wps:cNvSpPr/>
                        <wps:spPr>
                          <a:xfrm>
                            <a:off x="3404148" y="733451"/>
                            <a:ext cx="137581" cy="137581"/>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0" name="Raven povezovalnik 1130"/>
                        <wps:cNvCnPr/>
                        <wps:spPr>
                          <a:xfrm>
                            <a:off x="3602565" y="527823"/>
                            <a:ext cx="0" cy="540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1" name="Raven povezovalnik 1131"/>
                        <wps:cNvCnPr/>
                        <wps:spPr>
                          <a:xfrm>
                            <a:off x="3541728" y="805045"/>
                            <a:ext cx="67635" cy="0"/>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454" name="Pravokotnik 454"/>
                        <wps:cNvSpPr/>
                        <wps:spPr>
                          <a:xfrm rot="16200000">
                            <a:off x="798754" y="592034"/>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r>
                                <w:rPr>
                                  <w:color w:val="000000"/>
                                  <w:sz w:val="14"/>
                                  <w:szCs w:val="14"/>
                                </w:rPr>
                                <w:t>MM</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55" name="Pravokotnik 455"/>
                        <wps:cNvSpPr/>
                        <wps:spPr>
                          <a:xfrm rot="16200000">
                            <a:off x="4004308" y="592035"/>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r>
                                <w:rPr>
                                  <w:color w:val="000000"/>
                                  <w:sz w:val="14"/>
                                  <w:szCs w:val="14"/>
                                </w:rPr>
                                <w:t>MM</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05071034" id="Platno 1086" o:spid="_x0000_s1360" editas="canvas" style="width:453.5pt;height:230.95pt;mso-position-horizontal-relative:char;mso-position-vertical-relative:line" coordsize="57594,29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">
                <v:shape id="_x0000_s1361" type="#_x0000_t75" style="position:absolute;width:57594;height:29324;visibility:visible;mso-wrap-style:square" strokeweight=".25pt">
                  <v:fill o:detectmouseclick="t"/>
                  <v:stroke joinstyle="bevel"/>
                  <v:path o:connecttype="none"/>
                </v:shape>
                <v:line id="Raven povezovalnik 1076" o:spid="_x0000_s1362" style="position:absolute;visibility:visible;mso-wrap-style:square" from="28564,8022" to="33126,8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" strokecolor="black [3200]" strokeweight="2pt">
                  <v:stroke dashstyle="dash" joinstyle="miter"/>
                </v:line>
                <v:rect id="Pravokotnik 1079" o:spid="_x0000_s1363" style="position:absolute;left:45647;top:19330;width:4752;height:4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shape id="Kolenski povezovalnik 287" o:spid="_x0000_s1364" type="#_x0000_t33" style="position:absolute;left:41936;top:6539;width:6087;height:1279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" strokecolor="black [3213]">
                  <v:stroke dashstyle="dash"/>
                </v:shape>
                <v:line id="Raven povezovalnik 1082" o:spid="_x0000_s1365" style="position:absolute;visibility:visible;mso-wrap-style:square" from="39735,13563" to="57566,13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" strokecolor="black [3200]" strokeweight=".5pt">
                  <v:stroke joinstyle="miter"/>
                </v:line>
                <v:shape id="Polje z besedilom 157" o:spid="_x0000_s1366" type="#_x0000_t202" style="position:absolute;left:34108;top:2555;width:3928;height:2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v:textbox>
                </v:shape>
                <v:line id="Raven povezovalnik 1096" o:spid="_x0000_s1367" style="position:absolute;rotation:180;visibility:visible;mso-wrap-style:square" from="39228,2261" to="39228,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" strokecolor="black [3213]" strokeweight=".25pt">
                  <v:stroke joinstyle="miter"/>
                </v:line>
                <v:line id="Raven povezovalnik 1097" o:spid="_x0000_s1368" style="position:absolute;flip:y;visibility:visible;mso-wrap-style:square" from="40852,2229" to="40852,4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" strokecolor="black [3213]" strokeweight=".25pt">
                  <v:stroke joinstyle="miter"/>
                </v:line>
                <v:line id="Raven povezovalnik 1098" o:spid="_x0000_s1369" style="position:absolute;rotation:180;flip:y;visibility:visible;mso-wrap-style:square" from="37431,2743" to="39228,2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" strokecolor="black [3213]" strokeweight=".25pt">
                  <v:stroke startarrow="classic" startarrowwidth="narrow" startarrowlength="long" endarrowwidth="narrow" endarrowlength="long" joinstyle="miter"/>
                </v:line>
                <v:line id="Raven povezovalnik 1099" o:spid="_x0000_s1370" style="position:absolute;rotation:180;flip:x;visibility:visible;mso-wrap-style:square" from="40853,2674" to="42650,2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" strokecolor="black [3213]" strokeweight=".25pt">
                  <v:stroke startarrow="classic" startarrowwidth="narrow" startarrowlength="long" endarrowwidth="narrow" endarrowlength="long" joinstyle="miter"/>
                </v:line>
                <v:shape id="Polje z besedilom 68" o:spid="_x0000_s1371" type="#_x0000_t202" style="position:absolute;left:37806;top:229;width:4761;height:17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" filled="f" stroked="f" strokeweight=".5pt">
                  <v:textbox inset="0,0,0,0">
                    <w:txbxContent>
                      <w:p w:rsidR="00B318BB" w:rsidRPr="0033069E" w:rsidRDefault="00B318BB" w:rsidP="00B318BB">
                        <w:pPr>
                          <w:spacing w:line="252" w:lineRule="auto"/>
                          <w:jc w:val="center"/>
                          <w:rPr>
                            <w:rFonts w:ascii="Calibri" w:hAnsi="Calibri"/>
                            <w:szCs w:val="20"/>
                          </w:rPr>
                        </w:pPr>
                        <w:r w:rsidRPr="0033069E">
                          <w:rPr>
                            <w:rFonts w:ascii="Calibri" w:hAnsi="Calibri"/>
                            <w:szCs w:val="20"/>
                          </w:rPr>
                          <w:t>min. 1 m</w:t>
                        </w:r>
                      </w:p>
                    </w:txbxContent>
                  </v:textbox>
                </v:shape>
                <v:line id="Raven povezovalnik 1103" o:spid="_x0000_s1372" style="position:absolute;flip:x y;visibility:visible;mso-wrap-style:square" from="36025,6538" to="40856,6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" strokecolor="black [3200]" strokeweight="2.25pt">
                  <v:stroke joinstyle="miter"/>
                </v:line>
                <v:line id="Raven povezovalnik 1105" o:spid="_x0000_s1373" style="position:absolute;visibility:visible;mso-wrap-style:square" from="0,8020" to="4271,8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" strokecolor="black [3200]" strokeweight="2pt">
                  <v:stroke dashstyle="dash" joinstyle="miter"/>
                </v:line>
                <v:rect id="Pravokotnik 1107" o:spid="_x0000_s1374" style="position:absolute;left:17516;top:19330;width:4752;height:4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shape id="Kolenski povezovalnik 287" o:spid="_x0000_s1375" type="#_x0000_t33" style="position:absolute;left:9876;top:6541;width:10016;height:1278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" strokecolor="black [3213]">
                  <v:stroke dashstyle="dash"/>
                </v:shape>
                <v:line id="Raven povezovalnik 1109" o:spid="_x0000_s1376" style="position:absolute;visibility:visible;mso-wrap-style:square" from="11604,13563" to="29435,13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" strokecolor="black [3200]" strokeweight=".5pt">
                  <v:stroke joinstyle="miter"/>
                </v:line>
                <v:rect id="Pravokotnik 1111" o:spid="_x0000_s1377" style="position:absolute;left:3889;top:4800;width:648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" filled="f" strokecolor="black [3213]" strokeweight="1pt">
                  <v:textbox>
                    <w:txbxContent>
                      <w:p w:rsidR="00B318BB" w:rsidRDefault="00B318BB" w:rsidP="00B318BB">
                        <w:pPr>
                          <w:rPr>
                            <w:b/>
                            <w:bCs/>
                            <w:color w:val="000000"/>
                            <w:sz w:val="24"/>
                          </w:rPr>
                        </w:pPr>
                      </w:p>
                    </w:txbxContent>
                  </v:textbox>
                </v:rect>
                <v:shape id="Polje z besedilom 157" o:spid="_x0000_s1378" type="#_x0000_t202" style="position:absolute;left:5246;top:2555;width:3927;height:2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v:textbox>
                </v:shape>
                <v:oval id="Elipsa 1113" o:spid="_x0000_s1379" style="position:absolute;left:4271;top:7334;width:1376;height:1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" fillcolor="white [3201]" strokecolor="black [3200]">
                  <v:stroke joinstyle="miter"/>
                </v:oval>
                <v:oval id="Elipsa 1114" o:spid="_x0000_s1380" style="position:absolute;left:5140;top:7334;width:1376;height:1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" filled="f" strokecolor="black [3200]">
                  <v:stroke joinstyle="miter"/>
                </v:oval>
                <v:line id="Raven povezovalnik 1115" o:spid="_x0000_s1381" style="position:absolute;visibility:visible;mso-wrap-style:square" from="7124,5278" to="7124,10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" strokecolor="black [3213]" strokeweight="2.25pt">
                  <v:stroke joinstyle="miter"/>
                </v:line>
                <v:line id="Raven povezovalnik 1116" o:spid="_x0000_s1382" style="position:absolute;visibility:visible;mso-wrap-style:square" from="6516,8050" to="7192,8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" strokecolor="black [3200]">
                  <v:stroke joinstyle="miter"/>
                </v:line>
                <v:line id="Raven povezovalnik 1123" o:spid="_x0000_s1383" style="position:absolute;flip:x;visibility:visible;mso-wrap-style:square" from="6988,6540" to="8796,6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" strokecolor="black [3200]" strokeweight="2.25pt">
                  <v:stroke joinstyle="miter"/>
                </v:line>
                <v:oval id="Elipsa 1124" o:spid="_x0000_s1384" style="position:absolute;left:26997;top:25633;width:3682;height:35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" filled="f" strokecolor="black [3213]">
                  <v:stroke joinstyle="miter"/>
                  <v:textbox inset="0,0,0,0">
                    <w:txbxContent>
                      <w:p w:rsidR="00B318BB" w:rsidRPr="00480580" w:rsidRDefault="00B318BB" w:rsidP="00B318BB">
                        <w:pPr>
                          <w:jc w:val="center"/>
                          <w:rPr>
                            <w:color w:val="000000"/>
                            <w:sz w:val="20"/>
                            <w:szCs w:val="20"/>
                          </w:rPr>
                        </w:pPr>
                        <w:r w:rsidRPr="00480580">
                          <w:rPr>
                            <w:color w:val="000000"/>
                            <w:sz w:val="20"/>
                            <w:szCs w:val="20"/>
                          </w:rPr>
                          <w:t>D2.2</w:t>
                        </w:r>
                      </w:p>
                    </w:txbxContent>
                  </v:textbox>
                </v:oval>
                <v:rect id="Pravokotnik 1127" o:spid="_x0000_s1385" style="position:absolute;left:32790;top:4800;width:648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" filled="f" strokecolor="black [3213]" strokeweight="1pt">
                  <v:textbox>
                    <w:txbxContent>
                      <w:p w:rsidR="00B318BB" w:rsidRDefault="00B318BB" w:rsidP="00B318BB">
                        <w:pPr>
                          <w:rPr>
                            <w:b/>
                            <w:bCs/>
                            <w:color w:val="000000"/>
                            <w:sz w:val="24"/>
                          </w:rPr>
                        </w:pPr>
                      </w:p>
                    </w:txbxContent>
                  </v:textbox>
                </v:rect>
                <v:oval id="Elipsa 1128" o:spid="_x0000_s1386" style="position:absolute;left:33172;top:7334;width:1376;height:1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" fillcolor="white [3201]" strokecolor="black [3200]">
                  <v:stroke joinstyle="miter"/>
                </v:oval>
                <v:oval id="Elipsa 1129" o:spid="_x0000_s1387" style="position:absolute;left:34041;top:7334;width:1376;height:1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" filled="f" strokecolor="black [3200]">
                  <v:stroke joinstyle="miter"/>
                </v:oval>
                <v:line id="Raven povezovalnik 1130" o:spid="_x0000_s1388" style="position:absolute;visibility:visible;mso-wrap-style:square" from="36025,5278" to="36025,10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" strokecolor="black [3213]" strokeweight="2.25pt">
                  <v:stroke joinstyle="miter"/>
                </v:line>
                <v:line id="Raven povezovalnik 1131" o:spid="_x0000_s1389" style="position:absolute;visibility:visible;mso-wrap-style:square" from="35417,8050" to="36093,8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" strokecolor="black [3200]">
                  <v:stroke joinstyle="miter"/>
                </v:line>
                <v:rect id="Pravokotnik 454" o:spid="_x0000_s1390" style="position:absolute;left:7987;top:5920;width:2699;height:107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" fillcolor="white [3212]" strokecolor="black [3213]" strokeweight="1pt">
                  <v:textbox inset="0,0,0,0">
                    <w:txbxContent>
                      <w:p w:rsidR="00B318BB" w:rsidRDefault="00B318BB" w:rsidP="00B318BB">
                        <w:pPr>
                          <w:jc w:val="center"/>
                          <w:rPr>
                            <w:color w:val="000000"/>
                            <w:sz w:val="14"/>
                            <w:szCs w:val="14"/>
                          </w:rPr>
                        </w:pPr>
                        <w:r>
                          <w:rPr>
                            <w:color w:val="000000"/>
                            <w:sz w:val="14"/>
                            <w:szCs w:val="14"/>
                          </w:rPr>
                          <w:t>MM</w:t>
                        </w:r>
                      </w:p>
                    </w:txbxContent>
                  </v:textbox>
                </v:rect>
                <v:rect id="Pravokotnik 455" o:spid="_x0000_s1391" style="position:absolute;left:40042;top:5920;width:2699;height:108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" fillcolor="white [3212]" strokecolor="black [3213]" strokeweight="1pt">
                  <v:textbox inset="0,0,0,0">
                    <w:txbxContent>
                      <w:p w:rsidR="00B318BB" w:rsidRDefault="00B318BB" w:rsidP="00B318BB">
                        <w:pPr>
                          <w:jc w:val="center"/>
                          <w:rPr>
                            <w:color w:val="000000"/>
                            <w:sz w:val="14"/>
                            <w:szCs w:val="14"/>
                          </w:rPr>
                        </w:pPr>
                        <w:r>
                          <w:rPr>
                            <w:color w:val="000000"/>
                            <w:sz w:val="14"/>
                            <w:szCs w:val="14"/>
                          </w:rPr>
                          <w:t>MM</w:t>
                        </w:r>
                      </w:p>
                    </w:txbxContent>
                  </v:textbox>
                </v:rect>
                <w10:anchorlock/>
              </v:group>
            </w:pict>
          </mc:Fallback>
        </mc:AlternateContent>
      </w:r>
    </w:p>
    <w:p w:rsidR="00B318BB" w:rsidRDefault="00B318BB" w:rsidP="00B318BB">
      <w:pPr>
        <w:pStyle w:val="Naslov1"/>
      </w:pPr>
      <w:bookmarkStart w:id="75" w:name="_Toc421618463"/>
      <w:bookmarkStart w:id="76" w:name="_Toc101519042"/>
      <w:bookmarkStart w:id="77" w:name="_Toc101789194"/>
      <w:r>
        <w:t xml:space="preserve">SN </w:t>
      </w:r>
      <w:bookmarkEnd w:id="75"/>
      <w:r>
        <w:t>PRIKLJUČKI</w:t>
      </w:r>
      <w:bookmarkEnd w:id="76"/>
      <w:bookmarkEnd w:id="77"/>
    </w:p>
    <w:p w:rsidR="00B318BB" w:rsidRDefault="00B318BB" w:rsidP="00B318BB">
      <w:pPr>
        <w:pStyle w:val="Naslov2"/>
      </w:pPr>
      <w:bookmarkStart w:id="78" w:name="_Toc101519043"/>
      <w:bookmarkStart w:id="79" w:name="_Toc101789195"/>
      <w:bookmarkStart w:id="80" w:name="_Toc421618462"/>
      <w:bookmarkStart w:id="81" w:name="_Toc421618464"/>
      <w:r>
        <w:t>Osnovna pravila</w:t>
      </w:r>
      <w:bookmarkEnd w:id="78"/>
      <w:bookmarkEnd w:id="79"/>
    </w:p>
    <w:p w:rsidR="00B318BB" w:rsidRDefault="00B318BB" w:rsidP="00B318BB">
      <w:r w:rsidRPr="00685BD7">
        <w:t>Za vsak SN kablovod mora biti izdelana projektna dokumentacija.</w:t>
      </w:r>
    </w:p>
    <w:p w:rsidR="00B318BB" w:rsidRPr="00685BD7" w:rsidRDefault="00B318BB" w:rsidP="00B318BB"/>
    <w:p w:rsidR="00B318BB" w:rsidRDefault="00B318BB" w:rsidP="00B318BB">
      <w:r w:rsidRPr="00685BD7">
        <w:t>Vsi novi priključki so vedno kabelski.</w:t>
      </w:r>
    </w:p>
    <w:p w:rsidR="00B318BB" w:rsidRPr="00685BD7" w:rsidRDefault="00B318BB" w:rsidP="00B318BB"/>
    <w:p w:rsidR="00B318BB" w:rsidRDefault="00B318BB" w:rsidP="00B318BB">
      <w:pPr>
        <w:rPr>
          <w:bCs/>
        </w:rPr>
      </w:pPr>
      <w:r w:rsidRPr="00685BD7">
        <w:rPr>
          <w:bCs/>
        </w:rPr>
        <w:t>Izolacija in konstrukcija SN kablov mora ustrezati veljavnim SIST standardom, predpisom in tipizaciji SODO.</w:t>
      </w:r>
    </w:p>
    <w:p w:rsidR="00B318BB" w:rsidRPr="00685BD7" w:rsidRDefault="00B318BB" w:rsidP="00B318BB">
      <w:pPr>
        <w:rPr>
          <w:bCs/>
        </w:rPr>
      </w:pPr>
    </w:p>
    <w:p w:rsidR="00B318BB" w:rsidRDefault="00B318BB" w:rsidP="00B318BB">
      <w:r w:rsidRPr="00685BD7">
        <w:t>Nadaljevanje SN omrežja iz uporabnikove transformatorske postaje je dovoljeno, v kolikor je priključitev izvedena iz obstoječega SN distribucijskega omrežja ali pa uporabnik zahteva dvostransko napajanje. Presek vodnika kablovoda v primerih dvostranskega napajanja ne sme biti manjši od 150 mm</w:t>
      </w:r>
      <w:r w:rsidRPr="00685BD7">
        <w:rPr>
          <w:vertAlign w:val="superscript"/>
        </w:rPr>
        <w:t>2</w:t>
      </w:r>
      <w:r w:rsidRPr="00685BD7">
        <w:t>.</w:t>
      </w:r>
    </w:p>
    <w:p w:rsidR="00B318BB" w:rsidRDefault="00B318BB" w:rsidP="00B318BB">
      <w:pPr>
        <w:pStyle w:val="Naslov2"/>
      </w:pPr>
      <w:bookmarkStart w:id="82" w:name="_Toc101519044"/>
      <w:bookmarkStart w:id="83" w:name="_Toc101789196"/>
      <w:r>
        <w:t>Tipski preseki vodnikov</w:t>
      </w:r>
      <w:bookmarkEnd w:id="82"/>
      <w:bookmarkEnd w:id="83"/>
    </w:p>
    <w:p w:rsidR="00B318BB" w:rsidRPr="00EE56A7" w:rsidRDefault="00B318BB" w:rsidP="00B318BB">
      <w:pPr>
        <w:spacing w:after="200"/>
      </w:pPr>
      <w:r w:rsidRPr="00EE56A7">
        <w:t>Za izvedbo SN priključka se uporabijo trije enožilni zemeljski kabli z aluminijastimi vodniki:</w:t>
      </w:r>
    </w:p>
    <w:p w:rsidR="00B318BB" w:rsidRPr="00480580" w:rsidRDefault="00B318BB" w:rsidP="00B318BB">
      <w:pPr>
        <w:pStyle w:val="Odstavekseznama"/>
        <w:numPr>
          <w:ilvl w:val="0"/>
          <w:numId w:val="36"/>
        </w:numPr>
        <w:rPr>
          <w:bCs/>
          <w:shd w:val="clear" w:color="auto" w:fill="FFFFFF"/>
        </w:rPr>
      </w:pPr>
      <w:r w:rsidRPr="00480580">
        <w:rPr>
          <w:bCs/>
          <w:shd w:val="clear" w:color="auto" w:fill="FFFFFF"/>
        </w:rPr>
        <w:t>3</w:t>
      </w:r>
      <w:r w:rsidRPr="00480580">
        <w:rPr>
          <w:bCs/>
          <w:shd w:val="clear" w:color="auto" w:fill="FFFFFF"/>
        </w:rPr>
        <w:sym w:font="Symbol" w:char="00B4"/>
      </w:r>
      <w:r w:rsidRPr="00480580">
        <w:rPr>
          <w:bCs/>
          <w:shd w:val="clear" w:color="auto" w:fill="FFFFFF"/>
        </w:rPr>
        <w:t>1</w:t>
      </w:r>
      <w:r w:rsidRPr="00480580">
        <w:rPr>
          <w:bCs/>
          <w:shd w:val="clear" w:color="auto" w:fill="FFFFFF"/>
        </w:rPr>
        <w:sym w:font="Symbol" w:char="00B4"/>
      </w:r>
      <w:r w:rsidRPr="00480580">
        <w:rPr>
          <w:bCs/>
          <w:shd w:val="clear" w:color="auto" w:fill="FFFFFF"/>
        </w:rPr>
        <w:t>70/16 mm2 – za ra</w:t>
      </w:r>
      <w:r>
        <w:rPr>
          <w:bCs/>
          <w:shd w:val="clear" w:color="auto" w:fill="FFFFFF"/>
        </w:rPr>
        <w:t>dialne priključne vode do 3 MVA</w:t>
      </w:r>
    </w:p>
    <w:p w:rsidR="00B318BB" w:rsidRPr="00480580" w:rsidRDefault="00B318BB" w:rsidP="00B318BB">
      <w:pPr>
        <w:pStyle w:val="Odstavekseznama"/>
        <w:numPr>
          <w:ilvl w:val="0"/>
          <w:numId w:val="36"/>
        </w:numPr>
        <w:rPr>
          <w:bCs/>
          <w:shd w:val="clear" w:color="auto" w:fill="FFFFFF"/>
        </w:rPr>
      </w:pPr>
      <w:r w:rsidRPr="00480580">
        <w:rPr>
          <w:bCs/>
          <w:shd w:val="clear" w:color="auto" w:fill="FFFFFF"/>
        </w:rPr>
        <w:t>3</w:t>
      </w:r>
      <w:r w:rsidRPr="00480580">
        <w:rPr>
          <w:bCs/>
          <w:shd w:val="clear" w:color="auto" w:fill="FFFFFF"/>
        </w:rPr>
        <w:sym w:font="Symbol" w:char="00B4"/>
      </w:r>
      <w:r w:rsidRPr="00480580">
        <w:rPr>
          <w:bCs/>
          <w:shd w:val="clear" w:color="auto" w:fill="FFFFFF"/>
        </w:rPr>
        <w:t>1</w:t>
      </w:r>
      <w:r w:rsidRPr="00480580">
        <w:rPr>
          <w:bCs/>
          <w:shd w:val="clear" w:color="auto" w:fill="FFFFFF"/>
        </w:rPr>
        <w:sym w:font="Symbol" w:char="00B4"/>
      </w:r>
      <w:r w:rsidRPr="00480580">
        <w:rPr>
          <w:bCs/>
          <w:shd w:val="clear" w:color="auto" w:fill="FFFFFF"/>
        </w:rPr>
        <w:t xml:space="preserve">150/25 mm2 – za mestna in </w:t>
      </w:r>
      <w:r>
        <w:rPr>
          <w:bCs/>
          <w:shd w:val="clear" w:color="auto" w:fill="FFFFFF"/>
        </w:rPr>
        <w:t>primestna kabelska omrežja</w:t>
      </w:r>
    </w:p>
    <w:p w:rsidR="00B318BB" w:rsidRPr="00480580" w:rsidRDefault="00B318BB" w:rsidP="00B318BB">
      <w:pPr>
        <w:pStyle w:val="Odstavekseznama"/>
        <w:numPr>
          <w:ilvl w:val="0"/>
          <w:numId w:val="36"/>
        </w:numPr>
        <w:rPr>
          <w:bCs/>
          <w:shd w:val="clear" w:color="auto" w:fill="FFFFFF"/>
        </w:rPr>
      </w:pPr>
      <w:r w:rsidRPr="00480580">
        <w:rPr>
          <w:bCs/>
          <w:shd w:val="clear" w:color="auto" w:fill="FFFFFF"/>
        </w:rPr>
        <w:t>3</w:t>
      </w:r>
      <w:r w:rsidRPr="00480580">
        <w:rPr>
          <w:bCs/>
          <w:shd w:val="clear" w:color="auto" w:fill="FFFFFF"/>
        </w:rPr>
        <w:sym w:font="Symbol" w:char="00B4"/>
      </w:r>
      <w:r w:rsidRPr="00480580">
        <w:rPr>
          <w:bCs/>
          <w:shd w:val="clear" w:color="auto" w:fill="FFFFFF"/>
        </w:rPr>
        <w:t>1</w:t>
      </w:r>
      <w:r w:rsidRPr="00480580">
        <w:rPr>
          <w:bCs/>
          <w:shd w:val="clear" w:color="auto" w:fill="FFFFFF"/>
        </w:rPr>
        <w:sym w:font="Symbol" w:char="00B4"/>
      </w:r>
      <w:r w:rsidRPr="00480580">
        <w:rPr>
          <w:bCs/>
          <w:shd w:val="clear" w:color="auto" w:fill="FFFFFF"/>
        </w:rPr>
        <w:t>240/25 mm2 – za primer izvodov iz RTP v mes</w:t>
      </w:r>
      <w:r>
        <w:rPr>
          <w:bCs/>
          <w:shd w:val="clear" w:color="auto" w:fill="FFFFFF"/>
        </w:rPr>
        <w:t>tih in ostalih izrednih zahtev.</w:t>
      </w:r>
    </w:p>
    <w:p w:rsidR="00B318BB" w:rsidRDefault="00B318BB" w:rsidP="00B318BB">
      <w:r w:rsidRPr="00EE56A7">
        <w:t xml:space="preserve">Utemeljitev uporabe </w:t>
      </w:r>
      <w:r>
        <w:t>kabla določenega presek</w:t>
      </w:r>
      <w:r w:rsidRPr="00EE56A7">
        <w:t>a vodnika</w:t>
      </w:r>
      <w:r>
        <w:t xml:space="preserve"> </w:t>
      </w:r>
      <w:r w:rsidRPr="00EE56A7">
        <w:t>mora biti navedena v projektni dokumentaciji predvidenega kablovoda.</w:t>
      </w:r>
      <w:r>
        <w:t xml:space="preserve"> </w:t>
      </w:r>
      <w:r w:rsidRPr="00EE56A7">
        <w:t>Uporabijo se lahko tudi trije enožilni zemeljski kabli z bakrenimi vodniki zgoraj navedenih presekov.</w:t>
      </w:r>
    </w:p>
    <w:p w:rsidR="00B318BB" w:rsidRPr="00D7565E" w:rsidRDefault="00B318BB" w:rsidP="00B318BB">
      <w:pPr>
        <w:pStyle w:val="Naslov2"/>
      </w:pPr>
      <w:bookmarkStart w:id="84" w:name="_Toc101519045"/>
      <w:bookmarkStart w:id="85" w:name="_Toc101789197"/>
      <w:bookmarkEnd w:id="80"/>
      <w:r>
        <w:t>Priključki tipa E – ostala gradnja – odjem na srednji napetosti</w:t>
      </w:r>
      <w:bookmarkEnd w:id="81"/>
      <w:bookmarkEnd w:id="84"/>
      <w:bookmarkEnd w:id="85"/>
    </w:p>
    <w:p w:rsidR="00B318BB" w:rsidRDefault="00B318BB" w:rsidP="00B318BB">
      <w:r w:rsidRPr="00A13FC0">
        <w:t>Izvedbe priključkov</w:t>
      </w:r>
      <w:r>
        <w:t xml:space="preserve"> so namenjene posameznim večjim</w:t>
      </w:r>
      <w:r w:rsidRPr="00A13FC0">
        <w:t xml:space="preserve"> objektom </w:t>
      </w:r>
      <w:r>
        <w:t xml:space="preserve">v katerih se izvajajo različne </w:t>
      </w:r>
      <w:r w:rsidRPr="00A13FC0">
        <w:t>dejavnosti (npr.: proizvodn</w:t>
      </w:r>
      <w:r>
        <w:t>ja, trgovski objekti, poslovni objekti,…). Objekt r</w:t>
      </w:r>
      <w:r w:rsidRPr="00A13FC0">
        <w:t>azpolaga z e</w:t>
      </w:r>
      <w:r>
        <w:t xml:space="preserve">nim prevzemno predajnim mestom in je razvrščeno </w:t>
      </w:r>
      <w:r w:rsidRPr="00A13FC0">
        <w:t>v odjemno skupino »Odjem na srednji napetosti od 1kV do 35 kV« v skladu s sistemskimi obratovalnimi navodili.</w:t>
      </w:r>
    </w:p>
    <w:p w:rsidR="00B318BB" w:rsidRPr="0029123C" w:rsidRDefault="00B318BB" w:rsidP="00B318BB">
      <w:pPr>
        <w:pStyle w:val="Naslov3"/>
      </w:pPr>
      <w:bookmarkStart w:id="86" w:name="_Toc421618465"/>
      <w:bookmarkStart w:id="87" w:name="_Toc101519046"/>
      <w:bookmarkStart w:id="88" w:name="_Toc101789198"/>
      <w:r>
        <w:lastRenderedPageBreak/>
        <w:t>Tipska izvedba E1</w:t>
      </w:r>
      <w:bookmarkEnd w:id="86"/>
      <w:bookmarkEnd w:id="87"/>
      <w:bookmarkEnd w:id="88"/>
    </w:p>
    <w:p w:rsidR="00B318BB" w:rsidRPr="00ED05D2" w:rsidRDefault="00B318BB" w:rsidP="00B318BB">
      <w:r w:rsidRPr="00A13FC0">
        <w:t xml:space="preserve">Izvedba priključka je namenjena </w:t>
      </w:r>
      <w:r>
        <w:t>vsem tistim uporabnikom sistema</w:t>
      </w:r>
      <w:r w:rsidRPr="00A13FC0">
        <w:t>, ki izpolnjujejo pogoje za uvrstitev uporabnika sistema v odjemno skupino</w:t>
      </w:r>
      <w:r>
        <w:t xml:space="preserve"> </w:t>
      </w:r>
      <w:r w:rsidRPr="00A13FC0">
        <w:t>«prikl</w:t>
      </w:r>
      <w:r>
        <w:t>jučitev na zbiralke« (≥ 8MW) razdelilne</w:t>
      </w:r>
      <w:r w:rsidRPr="00A13FC0">
        <w:t xml:space="preserve"> transformatorske postaje (RTP).</w:t>
      </w:r>
    </w:p>
    <w:p w:rsidR="00B318BB" w:rsidRDefault="00B318BB" w:rsidP="00B318BB">
      <w:pPr>
        <w:rPr>
          <w:bCs/>
        </w:rPr>
      </w:pPr>
      <w:r>
        <w:rPr>
          <w:bCs/>
        </w:rPr>
        <w:t xml:space="preserve">Priključno mesto (hkrati prevzemno-predajno in merilno mesto) se nahaja na SN zbiralkah v RTP. </w:t>
      </w:r>
      <w:r w:rsidRPr="00A13FC0">
        <w:rPr>
          <w:bCs/>
        </w:rPr>
        <w:t xml:space="preserve">Merilno mesto se izvede v skladu s Tipizacijo merilnih mest SODO in se namesti v </w:t>
      </w:r>
      <w:r>
        <w:rPr>
          <w:bCs/>
        </w:rPr>
        <w:t>RTP.</w:t>
      </w:r>
    </w:p>
    <w:p w:rsidR="00B318BB" w:rsidRPr="00A13FC0" w:rsidRDefault="00B318BB" w:rsidP="00B318BB">
      <w:pPr>
        <w:rPr>
          <w:bCs/>
        </w:rPr>
      </w:pPr>
    </w:p>
    <w:p w:rsidR="00B318BB" w:rsidRDefault="00B318BB" w:rsidP="00B318BB">
      <w:r w:rsidRPr="00A13FC0">
        <w:t xml:space="preserve">Priključek obsega SN vod od </w:t>
      </w:r>
      <w:r>
        <w:t xml:space="preserve">priključnega mesta </w:t>
      </w:r>
      <w:r w:rsidRPr="00A13FC0">
        <w:t xml:space="preserve">na SN </w:t>
      </w:r>
      <w:r>
        <w:t>zbiralkah v RTP (vključno s SN celico)</w:t>
      </w:r>
      <w:r w:rsidRPr="00A13FC0">
        <w:t xml:space="preserve"> do uporabnikove TP in sama TP.</w:t>
      </w:r>
    </w:p>
    <w:p w:rsidR="00B318BB" w:rsidRDefault="00B318BB" w:rsidP="00B318BB"/>
    <w:p w:rsidR="00B318BB" w:rsidRDefault="00B318BB" w:rsidP="00B318BB">
      <w:pPr>
        <w:jc w:val="center"/>
      </w:pPr>
      <w:r>
        <w:rPr>
          <w:noProof/>
          <w:lang w:eastAsia="sl-SI"/>
        </w:rPr>
        <mc:AlternateContent>
          <mc:Choice Requires="wpc">
            <w:drawing>
              <wp:inline distT="0" distB="0" distL="0" distR="0" wp14:anchorId="15C19C24" wp14:editId="3F8FDB55">
                <wp:extent cx="5759479" cy="2228850"/>
                <wp:effectExtent l="0" t="0" r="0" b="0"/>
                <wp:docPr id="1165" name="Platno 116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1136" name="Pravokotnik 1136"/>
                        <wps:cNvSpPr/>
                        <wps:spPr>
                          <a:xfrm>
                            <a:off x="4211489" y="551491"/>
                            <a:ext cx="475200" cy="47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37" name="Kolenski povezovalnik 287"/>
                        <wps:cNvCnPr>
                          <a:stCxn id="1162" idx="6"/>
                          <a:endCxn id="1136" idx="1"/>
                        </wps:cNvCnPr>
                        <wps:spPr>
                          <a:xfrm>
                            <a:off x="3215713" y="788523"/>
                            <a:ext cx="995776" cy="568"/>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39" name="Polje z besedilom 157"/>
                        <wps:cNvSpPr txBox="1"/>
                        <wps:spPr>
                          <a:xfrm>
                            <a:off x="3084852" y="241823"/>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49" name="Kolenski povezovalnik 287"/>
                        <wps:cNvCnPr>
                          <a:endCxn id="1161" idx="2"/>
                        </wps:cNvCnPr>
                        <wps:spPr>
                          <a:xfrm flipV="1">
                            <a:off x="734053" y="788523"/>
                            <a:ext cx="2257186" cy="2803"/>
                          </a:xfrm>
                          <a:prstGeom prst="bentConnector3">
                            <a:avLst>
                              <a:gd name="adj1" fmla="val 50000"/>
                            </a:avLst>
                          </a:prstGeom>
                          <a:ln w="9525">
                            <a:solidFill>
                              <a:schemeClr val="tx1"/>
                            </a:solidFill>
                            <a:prstDash val="dash"/>
                          </a:ln>
                        </wps:spPr>
                        <wps:style>
                          <a:lnRef idx="1">
                            <a:schemeClr val="dk1"/>
                          </a:lnRef>
                          <a:fillRef idx="0">
                            <a:schemeClr val="dk1"/>
                          </a:fillRef>
                          <a:effectRef idx="0">
                            <a:schemeClr val="dk1"/>
                          </a:effectRef>
                          <a:fontRef idx="minor">
                            <a:schemeClr val="tx1"/>
                          </a:fontRef>
                        </wps:style>
                        <wps:bodyPr/>
                      </wps:wsp>
                      <wps:wsp>
                        <wps:cNvPr id="1150" name="Raven povezovalnik 1150"/>
                        <wps:cNvCnPr/>
                        <wps:spPr>
                          <a:xfrm flipV="1">
                            <a:off x="2875465" y="25400"/>
                            <a:ext cx="0" cy="1555751"/>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151" name="Pravokotnik 1151"/>
                        <wps:cNvSpPr/>
                        <wps:spPr>
                          <a:xfrm>
                            <a:off x="475125" y="480069"/>
                            <a:ext cx="648000" cy="64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52" name="Polje z besedilom 157"/>
                        <wps:cNvSpPr txBox="1"/>
                        <wps:spPr>
                          <a:xfrm>
                            <a:off x="610778" y="255542"/>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RTP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59" name="Elipsa 1159"/>
                        <wps:cNvSpPr/>
                        <wps:spPr>
                          <a:xfrm>
                            <a:off x="2698736" y="1808159"/>
                            <a:ext cx="359410" cy="3594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E1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60" name="Pravokotnik 1160"/>
                        <wps:cNvSpPr/>
                        <wps:spPr>
                          <a:xfrm>
                            <a:off x="2953050" y="466350"/>
                            <a:ext cx="648000" cy="64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1" name="Elipsa 1161"/>
                        <wps:cNvSpPr/>
                        <wps:spPr>
                          <a:xfrm>
                            <a:off x="2991239" y="719732"/>
                            <a:ext cx="137581" cy="137581"/>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2" name="Elipsa 1162"/>
                        <wps:cNvSpPr/>
                        <wps:spPr>
                          <a:xfrm>
                            <a:off x="3078132" y="719732"/>
                            <a:ext cx="137581" cy="137581"/>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3" name="Raven povezovalnik 1163"/>
                        <wps:cNvCnPr/>
                        <wps:spPr>
                          <a:xfrm>
                            <a:off x="3276549" y="514104"/>
                            <a:ext cx="0" cy="5400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4" name="Raven povezovalnik 1164"/>
                        <wps:cNvCnPr/>
                        <wps:spPr>
                          <a:xfrm>
                            <a:off x="3215712" y="791326"/>
                            <a:ext cx="67635" cy="0"/>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44" name="Raven povezovalnik 1244"/>
                        <wps:cNvCnPr/>
                        <wps:spPr>
                          <a:xfrm>
                            <a:off x="734053" y="534039"/>
                            <a:ext cx="0" cy="539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g:wgp>
                        <wpg:cNvPr id="1247" name="Skupina 1247"/>
                        <wpg:cNvGrpSpPr/>
                        <wpg:grpSpPr>
                          <a:xfrm rot="5400000">
                            <a:off x="871208" y="807083"/>
                            <a:ext cx="185420" cy="74295"/>
                            <a:chOff x="180000" y="180000"/>
                            <a:chExt cx="185420" cy="74295"/>
                          </a:xfrm>
                          <a:noFill/>
                        </wpg:grpSpPr>
                        <wps:wsp>
                          <wps:cNvPr id="1245" name="Elipsa 1245"/>
                          <wps:cNvSpPr/>
                          <wps:spPr>
                            <a:xfrm rot="5400000">
                              <a:off x="180000" y="180000"/>
                              <a:ext cx="74295" cy="74295"/>
                            </a:xfrm>
                            <a:prstGeom prst="ellipse">
                              <a:avLst/>
                            </a:prstGeom>
                            <a:grpFill/>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46" name="Raven povezovalnik 1246"/>
                          <wps:cNvCnPr/>
                          <wps:spPr>
                            <a:xfrm>
                              <a:off x="254930" y="217465"/>
                              <a:ext cx="110490" cy="635"/>
                            </a:xfrm>
                            <a:prstGeom prst="line">
                              <a:avLst/>
                            </a:prstGeom>
                            <a:grpFill/>
                            <a:ln w="9525"/>
                          </wps:spPr>
                          <wps:style>
                            <a:lnRef idx="1">
                              <a:schemeClr val="dk1"/>
                            </a:lnRef>
                            <a:fillRef idx="0">
                              <a:schemeClr val="dk1"/>
                            </a:fillRef>
                            <a:effectRef idx="0">
                              <a:schemeClr val="dk1"/>
                            </a:effectRef>
                            <a:fontRef idx="minor">
                              <a:schemeClr val="tx1"/>
                            </a:fontRef>
                          </wps:style>
                          <wps:bodyPr/>
                        </wps:wsp>
                      </wpg:wgp>
                      <wps:wsp>
                        <wps:cNvPr id="456" name="Pravokotnik 456"/>
                        <wps:cNvSpPr/>
                        <wps:spPr>
                          <a:xfrm>
                            <a:off x="828915" y="936941"/>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r>
                                <w:rPr>
                                  <w:color w:val="000000"/>
                                  <w:sz w:val="14"/>
                                  <w:szCs w:val="14"/>
                                </w:rPr>
                                <w:t>MM</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09" name="Pravokotnik 509"/>
                        <wps:cNvSpPr/>
                        <wps:spPr>
                          <a:xfrm>
                            <a:off x="787539" y="754450"/>
                            <a:ext cx="72000" cy="72000"/>
                          </a:xfrm>
                          <a:prstGeom prst="rect">
                            <a:avLst/>
                          </a:prstGeom>
                          <a:solidFill>
                            <a:schemeClr val="tx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15C19C24" id="Platno 1165" o:spid="_x0000_s1392" editas="canvas" style="width:453.5pt;height:175.5pt;mso-position-horizontal-relative:char;mso-position-vertical-relative:line" coordsize="57594,22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">
                <v:shape id="_x0000_s1393" type="#_x0000_t75" style="position:absolute;width:57594;height:22288;visibility:visible;mso-wrap-style:square" strokeweight=".25pt">
                  <v:fill o:detectmouseclick="t"/>
                  <v:stroke joinstyle="bevel"/>
                  <v:path o:connecttype="none"/>
                </v:shape>
                <v:rect id="Pravokotnik 1136" o:spid="_x0000_s1394" style="position:absolute;left:42114;top:5514;width:4752;height:4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shape id="Kolenski povezovalnik 287" o:spid="_x0000_s1395" type="#_x0000_t34" style="position:absolute;left:32157;top:7885;width:9957;height: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" strokecolor="black [3213]">
                  <v:stroke dashstyle="1 1"/>
                </v:shape>
                <v:shape id="Polje z besedilom 157" o:spid="_x0000_s1396" type="#_x0000_t202" style="position:absolute;left:30848;top:2418;width:3928;height:2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v:textbox>
                </v:shape>
                <v:shape id="Kolenski povezovalnik 287" o:spid="_x0000_s1397" type="#_x0000_t34" style="position:absolute;left:7340;top:7885;width:22572;height:2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" strokecolor="black [3213]">
                  <v:stroke dashstyle="dash"/>
                </v:shape>
                <v:line id="Raven povezovalnik 1150" o:spid="_x0000_s1398" style="position:absolute;flip:y;visibility:visible;mso-wrap-style:square" from="28754,254" to="28754,1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" strokecolor="black [3200]" strokeweight=".5pt">
                  <v:stroke joinstyle="miter"/>
                </v:line>
                <v:rect id="Pravokotnik 1151" o:spid="_x0000_s1399" style="position:absolute;left:4751;top:4800;width:648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" filled="f" strokecolor="black [3213]" strokeweight="1pt">
                  <v:textbox>
                    <w:txbxContent>
                      <w:p w:rsidR="00B318BB" w:rsidRDefault="00B318BB" w:rsidP="00B318BB">
                        <w:pPr>
                          <w:rPr>
                            <w:b/>
                            <w:bCs/>
                            <w:color w:val="000000"/>
                            <w:sz w:val="24"/>
                          </w:rPr>
                        </w:pPr>
                      </w:p>
                    </w:txbxContent>
                  </v:textbox>
                </v:rect>
                <v:shape id="Polje z besedilom 157" o:spid="_x0000_s1400" type="#_x0000_t202" style="position:absolute;left:6107;top:2555;width:3928;height:2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RTP</w:t>
                        </w:r>
                      </w:p>
                    </w:txbxContent>
                  </v:textbox>
                </v:shape>
                <v:oval id="Elipsa 1159" o:spid="_x0000_s1401" style="position:absolute;left:26987;top:18081;width:3594;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" filled="f" strokecolor="black [3213]">
                  <v:stroke joinstyle="miter"/>
                  <v:textbox inset="0,0,0,0">
                    <w:txbxContent>
                      <w:p w:rsidR="00B318BB" w:rsidRDefault="00B318BB" w:rsidP="00B318BB">
                        <w:pPr>
                          <w:jc w:val="center"/>
                          <w:rPr>
                            <w:color w:val="000000"/>
                            <w:szCs w:val="20"/>
                          </w:rPr>
                        </w:pPr>
                        <w:r>
                          <w:rPr>
                            <w:color w:val="000000"/>
                            <w:szCs w:val="20"/>
                          </w:rPr>
                          <w:t>E1</w:t>
                        </w:r>
                      </w:p>
                    </w:txbxContent>
                  </v:textbox>
                </v:oval>
                <v:rect id="Pravokotnik 1160" o:spid="_x0000_s1402" style="position:absolute;left:29530;top:4663;width:648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" filled="f" strokecolor="black [3213]" strokeweight="1pt">
                  <v:textbox>
                    <w:txbxContent>
                      <w:p w:rsidR="00B318BB" w:rsidRDefault="00B318BB" w:rsidP="00B318BB">
                        <w:pPr>
                          <w:rPr>
                            <w:b/>
                            <w:bCs/>
                            <w:color w:val="000000"/>
                            <w:sz w:val="24"/>
                          </w:rPr>
                        </w:pPr>
                      </w:p>
                    </w:txbxContent>
                  </v:textbox>
                </v:rect>
                <v:oval id="Elipsa 1161" o:spid="_x0000_s1403" style="position:absolute;left:29912;top:7197;width:1376;height:1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" fillcolor="white [3201]" strokecolor="black [3200]">
                  <v:stroke joinstyle="miter"/>
                </v:oval>
                <v:oval id="Elipsa 1162" o:spid="_x0000_s1404" style="position:absolute;left:30781;top:7197;width:1376;height:1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" filled="f" strokecolor="black [3200]">
                  <v:stroke joinstyle="miter"/>
                </v:oval>
                <v:line id="Raven povezovalnik 1163" o:spid="_x0000_s1405" style="position:absolute;visibility:visible;mso-wrap-style:square" from="32765,5141" to="32765,10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" strokecolor="black [3213]" strokeweight="2.25pt">
                  <v:stroke joinstyle="miter"/>
                </v:line>
                <v:line id="Raven povezovalnik 1164" o:spid="_x0000_s1406" style="position:absolute;visibility:visible;mso-wrap-style:square" from="32157,7913" to="32833,79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" strokecolor="black [3200]">
                  <v:stroke joinstyle="miter"/>
                </v:line>
                <v:line id="Raven povezovalnik 1244" o:spid="_x0000_s1407" style="position:absolute;visibility:visible;mso-wrap-style:square" from="7340,5340" to="7340,10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" strokecolor="black [3213]" strokeweight="2.25pt">
                  <v:stroke joinstyle="miter"/>
                </v:line>
                <v:group id="Skupina 1247" o:spid="_x0000_s1408" style="position:absolute;left:8712;top:8070;width:1854;height:743;rotation:90" coordorigin="180000,180000" coordsize="185420,74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">
                  <v:oval id="Elipsa 1245" o:spid="_x0000_s1409" style="position:absolute;left:180000;top:180000;width:74295;height:7429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" filled="f" strokecolor="black [3200]">
                    <v:stroke joinstyle="miter"/>
                  </v:oval>
                  <v:line id="Raven povezovalnik 1246" o:spid="_x0000_s1410" style="position:absolute;visibility:visible;mso-wrap-style:square" from="254930,217465" to="365420,2181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" strokecolor="black [3200]">
                    <v:stroke joinstyle="miter"/>
                  </v:line>
                </v:group>
                <v:rect id="Pravokotnik 456" o:spid="_x0000_s1411" style="position:absolute;left:8289;top:9369;width:2698;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" fillcolor="white [3212]" strokecolor="black [3213]" strokeweight="1pt">
                  <v:textbox inset="0,0,0,0">
                    <w:txbxContent>
                      <w:p w:rsidR="00B318BB" w:rsidRDefault="00B318BB" w:rsidP="00B318BB">
                        <w:pPr>
                          <w:jc w:val="center"/>
                          <w:rPr>
                            <w:color w:val="000000"/>
                            <w:sz w:val="14"/>
                            <w:szCs w:val="14"/>
                          </w:rPr>
                        </w:pPr>
                        <w:r>
                          <w:rPr>
                            <w:color w:val="000000"/>
                            <w:sz w:val="14"/>
                            <w:szCs w:val="14"/>
                          </w:rPr>
                          <w:t>MM</w:t>
                        </w:r>
                      </w:p>
                    </w:txbxContent>
                  </v:textbox>
                </v:rect>
                <v:rect id="Pravokotnik 509" o:spid="_x0000_s1412" style="position:absolute;left:7875;top:7544;width:720;height:7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" fillcolor="black [3213]" strokecolor="black [3213]" strokeweight="1pt">
                  <v:textbox inset="0,0,0,0">
                    <w:txbxContent>
                      <w:p w:rsidR="00B318BB" w:rsidRDefault="00B318BB" w:rsidP="00B318BB">
                        <w:pPr>
                          <w:jc w:val="center"/>
                          <w:rPr>
                            <w:color w:val="000000"/>
                            <w:sz w:val="14"/>
                            <w:szCs w:val="14"/>
                          </w:rPr>
                        </w:pPr>
                      </w:p>
                    </w:txbxContent>
                  </v:textbox>
                </v:rect>
                <w10:anchorlock/>
              </v:group>
            </w:pict>
          </mc:Fallback>
        </mc:AlternateContent>
      </w:r>
    </w:p>
    <w:p w:rsidR="00B318BB" w:rsidRDefault="00B318BB" w:rsidP="00B318BB">
      <w:pPr>
        <w:pStyle w:val="Naslov3"/>
      </w:pPr>
      <w:bookmarkStart w:id="89" w:name="_Toc421618466"/>
      <w:bookmarkStart w:id="90" w:name="_Toc101519047"/>
      <w:bookmarkStart w:id="91" w:name="_Toc101789199"/>
      <w:r>
        <w:t>Tipska izvedba E2</w:t>
      </w:r>
      <w:bookmarkEnd w:id="89"/>
      <w:bookmarkEnd w:id="90"/>
      <w:bookmarkEnd w:id="91"/>
    </w:p>
    <w:p w:rsidR="00B318BB" w:rsidRDefault="00B318BB" w:rsidP="00B318BB">
      <w:r>
        <w:t>Ta i</w:t>
      </w:r>
      <w:r w:rsidRPr="00A13FC0">
        <w:t>zvedba priključka je namenjena</w:t>
      </w:r>
      <w:r>
        <w:t xml:space="preserve"> uporabnikom sistema</w:t>
      </w:r>
      <w:r w:rsidRPr="00A13FC0">
        <w:t xml:space="preserve">, ki izpolnjujejo pogoje </w:t>
      </w:r>
      <w:r>
        <w:t>"Odjem na SN" za priključne moči</w:t>
      </w:r>
      <w:r w:rsidRPr="007C09CD">
        <w:t xml:space="preserve"> </w:t>
      </w:r>
      <w:r w:rsidRPr="00F86D21">
        <w:t>nad</w:t>
      </w:r>
      <w:r>
        <w:t xml:space="preserve"> </w:t>
      </w:r>
      <w:r w:rsidRPr="007C09CD">
        <w:t>330 kW</w:t>
      </w:r>
      <w:r>
        <w:t xml:space="preserve"> (10 kV), </w:t>
      </w:r>
      <w:r w:rsidR="00F86D21">
        <w:t xml:space="preserve">nad </w:t>
      </w:r>
      <w:r w:rsidRPr="007C09CD">
        <w:t>660 kW</w:t>
      </w:r>
      <w:r>
        <w:t xml:space="preserve"> (20 kV)</w:t>
      </w:r>
      <w:r w:rsidRPr="007C09CD">
        <w:t xml:space="preserve"> in </w:t>
      </w:r>
      <w:r w:rsidR="00F86D21">
        <w:t xml:space="preserve">nad </w:t>
      </w:r>
      <w:r>
        <w:t>1150 kW (</w:t>
      </w:r>
      <w:r w:rsidRPr="007C09CD">
        <w:t>35 kV</w:t>
      </w:r>
      <w:r>
        <w:t>).</w:t>
      </w:r>
    </w:p>
    <w:p w:rsidR="00B318BB" w:rsidRDefault="00B318BB" w:rsidP="00B318BB"/>
    <w:p w:rsidR="00B318BB" w:rsidRDefault="00B318BB" w:rsidP="00B318BB">
      <w:r w:rsidRPr="00AF798F">
        <w:t xml:space="preserve">Priključno mesto </w:t>
      </w:r>
      <w:r>
        <w:t xml:space="preserve">se </w:t>
      </w:r>
      <w:r w:rsidRPr="00AF798F">
        <w:t>nahaja v SN stikaln</w:t>
      </w:r>
      <w:r>
        <w:t>em</w:t>
      </w:r>
      <w:r w:rsidRPr="00AF798F">
        <w:t xml:space="preserve"> blok</w:t>
      </w:r>
      <w:r>
        <w:t>u</w:t>
      </w:r>
      <w:r w:rsidRPr="00AF798F">
        <w:t xml:space="preserve"> TP na meji med vodno celico</w:t>
      </w:r>
      <w:r>
        <w:t xml:space="preserve"> DO in</w:t>
      </w:r>
      <w:r w:rsidRPr="00AF798F">
        <w:t xml:space="preserve"> </w:t>
      </w:r>
      <w:r w:rsidRPr="00AF798F">
        <w:rPr>
          <w:bCs/>
        </w:rPr>
        <w:t>spojno</w:t>
      </w:r>
      <w:r>
        <w:rPr>
          <w:bCs/>
        </w:rPr>
        <w:t xml:space="preserve"> ali vodno</w:t>
      </w:r>
      <w:r w:rsidRPr="00AF798F">
        <w:rPr>
          <w:bCs/>
        </w:rPr>
        <w:t xml:space="preserve"> </w:t>
      </w:r>
      <w:r w:rsidRPr="00AF798F">
        <w:t>celico</w:t>
      </w:r>
      <w:r>
        <w:t xml:space="preserve"> uporabnika</w:t>
      </w:r>
      <w:r w:rsidRPr="00AF798F">
        <w:t>.</w:t>
      </w:r>
    </w:p>
    <w:p w:rsidR="00B318BB" w:rsidRDefault="00B318BB" w:rsidP="00B318BB"/>
    <w:p w:rsidR="00B318BB" w:rsidRDefault="00B318BB" w:rsidP="00B318BB">
      <w:pPr>
        <w:rPr>
          <w:bCs/>
        </w:rPr>
      </w:pPr>
      <w:r w:rsidRPr="00AF798F">
        <w:rPr>
          <w:bCs/>
        </w:rPr>
        <w:t xml:space="preserve">Prevzemno-predajno mesto </w:t>
      </w:r>
      <w:r>
        <w:rPr>
          <w:bCs/>
        </w:rPr>
        <w:t>(</w:t>
      </w:r>
      <w:r w:rsidRPr="00AF798F">
        <w:rPr>
          <w:bCs/>
        </w:rPr>
        <w:t>hkrati tudi merilno mesto</w:t>
      </w:r>
      <w:r>
        <w:rPr>
          <w:bCs/>
        </w:rPr>
        <w:t>)</w:t>
      </w:r>
      <w:r w:rsidRPr="00AF798F">
        <w:rPr>
          <w:bCs/>
        </w:rPr>
        <w:t xml:space="preserve"> se nahaja v merilni (ali merilno</w:t>
      </w:r>
      <w:r>
        <w:rPr>
          <w:bCs/>
        </w:rPr>
        <w:t>-</w:t>
      </w:r>
      <w:r w:rsidRPr="00AF798F">
        <w:rPr>
          <w:bCs/>
        </w:rPr>
        <w:t>spojni) celici SN stikalnega bloka TP</w:t>
      </w:r>
      <w:r>
        <w:rPr>
          <w:bCs/>
        </w:rPr>
        <w:t>.</w:t>
      </w:r>
      <w:r w:rsidRPr="00E23219">
        <w:rPr>
          <w:bCs/>
        </w:rPr>
        <w:t xml:space="preserve"> </w:t>
      </w:r>
      <w:r w:rsidRPr="00AF798F">
        <w:rPr>
          <w:bCs/>
        </w:rPr>
        <w:t>Merilno mesto se izvede v skladu s Tipizacijo merilni</w:t>
      </w:r>
      <w:r>
        <w:rPr>
          <w:bCs/>
        </w:rPr>
        <w:t>h mest SODO in se namesti v TP.</w:t>
      </w:r>
    </w:p>
    <w:p w:rsidR="00B318BB" w:rsidRDefault="00B318BB" w:rsidP="00B318BB">
      <w:pPr>
        <w:rPr>
          <w:bCs/>
        </w:rPr>
      </w:pPr>
    </w:p>
    <w:p w:rsidR="00B318BB" w:rsidRDefault="00B318BB" w:rsidP="00B318BB">
      <w:r>
        <w:t>P</w:t>
      </w:r>
      <w:r w:rsidRPr="00AF798F">
        <w:t>riključ</w:t>
      </w:r>
      <w:r>
        <w:t>ek</w:t>
      </w:r>
      <w:r w:rsidRPr="00AF798F">
        <w:t xml:space="preserve"> se izv</w:t>
      </w:r>
      <w:r>
        <w:t>ede kot dvostranska vključitev TP v obstoječe SN omrežje (zankanje) preseka vodnika najmanj 150 mm</w:t>
      </w:r>
      <w:r w:rsidRPr="00E23219">
        <w:rPr>
          <w:vertAlign w:val="superscript"/>
        </w:rPr>
        <w:t>2</w:t>
      </w:r>
      <w:r w:rsidRPr="00AF798F">
        <w:t>.</w:t>
      </w:r>
    </w:p>
    <w:p w:rsidR="00B318BB" w:rsidRDefault="00B318BB" w:rsidP="00B318BB">
      <w:pPr>
        <w:rPr>
          <w:bCs/>
        </w:rPr>
      </w:pPr>
    </w:p>
    <w:p w:rsidR="00B318BB" w:rsidRDefault="00B318BB" w:rsidP="00B318BB">
      <w:r w:rsidRPr="00AF798F">
        <w:t xml:space="preserve">Priključek uporabnika obsega celotno opremo TP razen dveh vodnih celic SN bloka, ki sta del </w:t>
      </w:r>
      <w:r>
        <w:t>DO.</w:t>
      </w:r>
    </w:p>
    <w:p w:rsidR="00B318BB" w:rsidRDefault="00B318BB" w:rsidP="00B318BB"/>
    <w:p w:rsidR="00B318BB" w:rsidRDefault="00B318BB" w:rsidP="00B318BB">
      <w:r w:rsidRPr="00AF798F">
        <w:t>Stikalni aparati obeh vodnih celic</w:t>
      </w:r>
      <w:r>
        <w:t>, ki sta del DO</w:t>
      </w:r>
      <w:r w:rsidRPr="00AF798F">
        <w:t xml:space="preserve"> mora</w:t>
      </w:r>
      <w:r>
        <w:t>ta</w:t>
      </w:r>
      <w:r w:rsidRPr="00AF798F">
        <w:t xml:space="preserve"> imeti vgrajene </w:t>
      </w:r>
      <w:r>
        <w:t>blokade (npr. obešanke ali prekritja)</w:t>
      </w:r>
      <w:r w:rsidRPr="00AF798F">
        <w:t>, ki onemogočajo spremembo obratovalnega stanja SN omrež</w:t>
      </w:r>
      <w:r>
        <w:t xml:space="preserve">ja pooblaščenim </w:t>
      </w:r>
      <w:r w:rsidRPr="00AF798F">
        <w:t>osebam lastnika TP.</w:t>
      </w:r>
      <w:r>
        <w:t xml:space="preserve"> Omogočen mora biti stalen dostop do celic DO za namen posluževanja in vzdrževanja s strani upravljavca DO.</w:t>
      </w:r>
      <w:bookmarkStart w:id="92" w:name="_Toc421618467"/>
    </w:p>
    <w:p w:rsidR="00B318BB" w:rsidRDefault="00B318BB" w:rsidP="00B318BB">
      <w:pPr>
        <w:jc w:val="center"/>
      </w:pPr>
      <w:r>
        <w:rPr>
          <w:noProof/>
          <w:lang w:eastAsia="sl-SI"/>
        </w:rPr>
        <w:lastRenderedPageBreak/>
        <mc:AlternateContent>
          <mc:Choice Requires="wpc">
            <w:drawing>
              <wp:inline distT="0" distB="0" distL="0" distR="0" wp14:anchorId="0CDE25F2" wp14:editId="41627521">
                <wp:extent cx="5759479" cy="2557780"/>
                <wp:effectExtent l="0" t="0" r="0" b="0"/>
                <wp:docPr id="1182" name="Platno 1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1176" name="Elipsa 1176"/>
                        <wps:cNvSpPr/>
                        <wps:spPr>
                          <a:xfrm>
                            <a:off x="2694116" y="2139805"/>
                            <a:ext cx="359410" cy="3594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E2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68" name="Pravokotnik 1168"/>
                        <wps:cNvSpPr/>
                        <wps:spPr>
                          <a:xfrm rot="5400000">
                            <a:off x="2630844" y="1517783"/>
                            <a:ext cx="475200" cy="47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69" name="Kolenski povezovalnik 287"/>
                        <wps:cNvCnPr>
                          <a:endCxn id="1168" idx="1"/>
                        </wps:cNvCnPr>
                        <wps:spPr>
                          <a:xfrm rot="5400000">
                            <a:off x="2697476" y="1346050"/>
                            <a:ext cx="342504" cy="568"/>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70" name="Polje z besedilom 157"/>
                        <wps:cNvSpPr txBox="1"/>
                        <wps:spPr>
                          <a:xfrm>
                            <a:off x="3112156" y="802789"/>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72" name="Raven povezovalnik 1172"/>
                        <wps:cNvCnPr/>
                        <wps:spPr>
                          <a:xfrm>
                            <a:off x="696165" y="454230"/>
                            <a:ext cx="1612092"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177" name="Pravokotnik 1177"/>
                        <wps:cNvSpPr/>
                        <wps:spPr>
                          <a:xfrm rot="5400000">
                            <a:off x="2543185" y="581766"/>
                            <a:ext cx="648000" cy="648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78" name="Elipsa 1178"/>
                        <wps:cNvSpPr/>
                        <wps:spPr>
                          <a:xfrm rot="5400000">
                            <a:off x="2674252" y="883302"/>
                            <a:ext cx="137581" cy="137581"/>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79" name="Elipsa 1179"/>
                        <wps:cNvSpPr/>
                        <wps:spPr>
                          <a:xfrm rot="5400000">
                            <a:off x="2674252" y="970195"/>
                            <a:ext cx="137581" cy="137581"/>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0" name="Raven povezovalnik 1180"/>
                        <wps:cNvCnPr/>
                        <wps:spPr>
                          <a:xfrm flipH="1">
                            <a:off x="2603452" y="1168308"/>
                            <a:ext cx="51824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1" name="Raven povezovalnik 1181"/>
                        <wps:cNvCnPr>
                          <a:stCxn id="1179" idx="6"/>
                        </wps:cNvCnPr>
                        <wps:spPr>
                          <a:xfrm flipH="1">
                            <a:off x="2740241" y="1107635"/>
                            <a:ext cx="0" cy="67473"/>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185" name="Raven povezovalnik 1185"/>
                        <wps:cNvCnPr/>
                        <wps:spPr>
                          <a:xfrm>
                            <a:off x="2737645" y="672448"/>
                            <a:ext cx="0" cy="211514"/>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186" name="Raven povezovalnik 1186"/>
                        <wps:cNvCnPr/>
                        <wps:spPr>
                          <a:xfrm flipH="1">
                            <a:off x="2603535" y="672459"/>
                            <a:ext cx="51816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7" name="Elipsa 1187"/>
                        <wps:cNvSpPr/>
                        <wps:spPr>
                          <a:xfrm rot="5400000">
                            <a:off x="2701231" y="759631"/>
                            <a:ext cx="74786" cy="74780"/>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88" name="Raven povezovalnik 1188"/>
                        <wps:cNvCnPr>
                          <a:stCxn id="1187" idx="0"/>
                        </wps:cNvCnPr>
                        <wps:spPr>
                          <a:xfrm>
                            <a:off x="2776014" y="797021"/>
                            <a:ext cx="111009" cy="714"/>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189" name="Raven povezovalnik 1189"/>
                        <wps:cNvCnPr/>
                        <wps:spPr>
                          <a:xfrm>
                            <a:off x="3434079" y="454230"/>
                            <a:ext cx="1548666"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1190" name="Raven povezovalnik 1190"/>
                        <wps:cNvCnPr/>
                        <wps:spPr>
                          <a:xfrm>
                            <a:off x="2308257" y="454132"/>
                            <a:ext cx="1125822" cy="0"/>
                          </a:xfrm>
                          <a:prstGeom prst="line">
                            <a:avLst/>
                          </a:prstGeom>
                          <a:ln w="6350">
                            <a:prstDash val="lgDashDot"/>
                          </a:ln>
                        </wps:spPr>
                        <wps:style>
                          <a:lnRef idx="1">
                            <a:schemeClr val="dk1"/>
                          </a:lnRef>
                          <a:fillRef idx="0">
                            <a:schemeClr val="dk1"/>
                          </a:fillRef>
                          <a:effectRef idx="0">
                            <a:schemeClr val="dk1"/>
                          </a:effectRef>
                          <a:fontRef idx="minor">
                            <a:schemeClr val="tx1"/>
                          </a:fontRef>
                        </wps:style>
                        <wps:bodyPr/>
                      </wps:wsp>
                      <wps:wsp>
                        <wps:cNvPr id="1191" name="Kolenski povezovalnik 717"/>
                        <wps:cNvCnPr/>
                        <wps:spPr>
                          <a:xfrm>
                            <a:off x="500482" y="252090"/>
                            <a:ext cx="2174400" cy="420370"/>
                          </a:xfrm>
                          <a:prstGeom prst="bentConnector2">
                            <a:avLst/>
                          </a:prstGeom>
                          <a:ln w="254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192" name="Kolenski povezovalnik 724"/>
                        <wps:cNvCnPr/>
                        <wps:spPr>
                          <a:xfrm rot="5400000" flipH="1" flipV="1">
                            <a:off x="3937802" y="-635701"/>
                            <a:ext cx="420370" cy="2196000"/>
                          </a:xfrm>
                          <a:prstGeom prst="bentConnector2">
                            <a:avLst/>
                          </a:prstGeom>
                          <a:ln w="254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457" name="Pravokotnik 457"/>
                        <wps:cNvSpPr/>
                        <wps:spPr>
                          <a:xfrm>
                            <a:off x="2893186" y="743936"/>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r>
                                <w:rPr>
                                  <w:color w:val="000000"/>
                                  <w:sz w:val="14"/>
                                  <w:szCs w:val="14"/>
                                </w:rPr>
                                <w:t>MM</w:t>
                              </w:r>
                            </w:p>
                          </w:txbxContent>
                        </wps:txbx>
                        <wps:bodyPr rot="0" spcFirstLastPara="0" vert="horz" wrap="square" lIns="0" tIns="0" rIns="0" bIns="0" numCol="1" spcCol="0" rtlCol="0" fromWordArt="0" anchor="ctr" anchorCtr="0" forceAA="0" compatLnSpc="1">
                          <a:prstTxWarp prst="textNoShape">
                            <a:avLst/>
                          </a:prstTxWarp>
                          <a:noAutofit/>
                        </wps:bodyPr>
                      </wps:wsp>
                    </wpc:wpc>
                  </a:graphicData>
                </a:graphic>
              </wp:inline>
            </w:drawing>
          </mc:Choice>
          <mc:Fallback>
            <w:pict>
              <v:group w14:anchorId="0CDE25F2" id="Platno 1182" o:spid="_x0000_s1413" editas="canvas" style="width:453.5pt;height:201.4pt;mso-position-horizontal-relative:char;mso-position-vertical-relative:line" coordsize="57594,25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">
                <v:shape id="_x0000_s1414" type="#_x0000_t75" style="position:absolute;width:57594;height:25577;visibility:visible;mso-wrap-style:square" strokeweight=".25pt">
                  <v:fill o:detectmouseclick="t"/>
                  <v:stroke joinstyle="bevel"/>
                  <v:path o:connecttype="none"/>
                </v:shape>
                <v:oval id="Elipsa 1176" o:spid="_x0000_s1415" style="position:absolute;left:26941;top:21398;width:3594;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" filled="f" strokecolor="black [3213]">
                  <v:stroke joinstyle="miter"/>
                  <v:textbox inset="0,0,0,0">
                    <w:txbxContent>
                      <w:p w:rsidR="00B318BB" w:rsidRDefault="00B318BB" w:rsidP="00B318BB">
                        <w:pPr>
                          <w:jc w:val="center"/>
                          <w:rPr>
                            <w:color w:val="000000"/>
                            <w:szCs w:val="20"/>
                          </w:rPr>
                        </w:pPr>
                        <w:r>
                          <w:rPr>
                            <w:color w:val="000000"/>
                            <w:szCs w:val="20"/>
                          </w:rPr>
                          <w:t>E2</w:t>
                        </w:r>
                      </w:p>
                    </w:txbxContent>
                  </v:textbox>
                </v:oval>
                <v:rect id="Pravokotnik 1168" o:spid="_x0000_s1416" style="position:absolute;left:26308;top:15177;width:4752;height:47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shape id="Kolenski povezovalnik 287" o:spid="_x0000_s1417" type="#_x0000_t34" style="position:absolute;left:26974;top:13460;width:3425;height: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" strokecolor="black [3213]">
                  <v:stroke dashstyle="1 1"/>
                </v:shape>
                <v:shape id="Polje z besedilom 157" o:spid="_x0000_s1418" type="#_x0000_t202" style="position:absolute;left:31121;top:8027;width:3928;height:2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v:textbox>
                </v:shape>
                <v:line id="Raven povezovalnik 1172" o:spid="_x0000_s1419" style="position:absolute;visibility:visible;mso-wrap-style:square" from="6961,4542" to="23082,4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" strokecolor="black [3200]" strokeweight=".5pt">
                  <v:stroke joinstyle="miter"/>
                </v:line>
                <v:rect id="Pravokotnik 1177" o:spid="_x0000_s1420" style="position:absolute;left:25431;top:5817;width:6480;height:648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" filled="f" strokecolor="black [3213]" strokeweight="1pt">
                  <v:textbox>
                    <w:txbxContent>
                      <w:p w:rsidR="00B318BB" w:rsidRDefault="00B318BB" w:rsidP="00B318BB">
                        <w:pPr>
                          <w:rPr>
                            <w:b/>
                            <w:bCs/>
                            <w:color w:val="000000"/>
                            <w:sz w:val="24"/>
                          </w:rPr>
                        </w:pPr>
                      </w:p>
                    </w:txbxContent>
                  </v:textbox>
                </v:rect>
                <v:oval id="Elipsa 1178" o:spid="_x0000_s1421" style="position:absolute;left:26742;top:8833;width:1375;height:13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" fillcolor="white [3201]" strokecolor="black [3200]">
                  <v:stroke joinstyle="miter"/>
                </v:oval>
                <v:oval id="Elipsa 1179" o:spid="_x0000_s1422" style="position:absolute;left:26742;top:9701;width:1376;height:13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" filled="f" strokecolor="black [3200]">
                  <v:stroke joinstyle="miter"/>
                </v:oval>
                <v:line id="Raven povezovalnik 1180" o:spid="_x0000_s1423" style="position:absolute;flip:x;visibility:visible;mso-wrap-style:square" from="26034,11683" to="31216,11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" strokecolor="black [3213]" strokeweight="2.25pt">
                  <v:stroke joinstyle="miter"/>
                </v:line>
                <v:line id="Raven povezovalnik 1181" o:spid="_x0000_s1424" style="position:absolute;flip:x;visibility:visible;mso-wrap-style:square" from="27402,11076" to="27402,1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" strokecolor="black [3200]">
                  <v:stroke joinstyle="miter"/>
                </v:line>
                <v:line id="Raven povezovalnik 1185" o:spid="_x0000_s1425" style="position:absolute;visibility:visible;mso-wrap-style:square" from="27376,6724" to="27376,8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" strokecolor="black [3200]">
                  <v:stroke joinstyle="miter"/>
                </v:line>
                <v:line id="Raven povezovalnik 1186" o:spid="_x0000_s1426" style="position:absolute;flip:x;visibility:visible;mso-wrap-style:square" from="26035,6724" to="31216,6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" strokecolor="black [3213]" strokeweight="2.25pt">
                  <v:stroke joinstyle="miter"/>
                </v:line>
                <v:oval id="Elipsa 1187" o:spid="_x0000_s1427" style="position:absolute;left:27012;top:7596;width:748;height:74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" filled="f" strokecolor="black [3200]">
                  <v:stroke joinstyle="miter"/>
                </v:oval>
                <v:line id="Raven povezovalnik 1188" o:spid="_x0000_s1428" style="position:absolute;visibility:visible;mso-wrap-style:square" from="27760,7970" to="28870,7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" strokecolor="black [3200]">
                  <v:stroke joinstyle="miter"/>
                </v:line>
                <v:line id="Raven povezovalnik 1189" o:spid="_x0000_s1429" style="position:absolute;visibility:visible;mso-wrap-style:square" from="34340,4542" to="49827,4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" strokecolor="black [3200]" strokeweight=".5pt">
                  <v:stroke joinstyle="miter"/>
                </v:line>
                <v:line id="Raven povezovalnik 1190" o:spid="_x0000_s1430" style="position:absolute;visibility:visible;mso-wrap-style:square" from="23082,4541" to="34340,4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" strokecolor="black [3200]" strokeweight=".5pt">
                  <v:stroke dashstyle="longDashDot" joinstyle="miter"/>
                </v:line>
                <v:shape id="Kolenski povezovalnik 717" o:spid="_x0000_s1431" type="#_x0000_t33" style="position:absolute;left:5004;top:2520;width:21744;height:420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" strokecolor="black [3213]" strokeweight="2pt">
                  <v:stroke dashstyle="dash"/>
                </v:shape>
                <v:shape id="Kolenski povezovalnik 724" o:spid="_x0000_s1432" type="#_x0000_t33" style="position:absolute;left:39377;top:-6357;width:4203;height:2196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" strokecolor="black [3213]" strokeweight="2pt">
                  <v:stroke dashstyle="dash"/>
                </v:shape>
                <v:rect id="Pravokotnik 457" o:spid="_x0000_s1433" style="position:absolute;left:28931;top:7439;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" fillcolor="white [3212]" strokecolor="black [3213]" strokeweight="1pt">
                  <v:textbox inset="0,0,0,0">
                    <w:txbxContent>
                      <w:p w:rsidR="00B318BB" w:rsidRDefault="00B318BB" w:rsidP="00B318BB">
                        <w:pPr>
                          <w:jc w:val="center"/>
                          <w:rPr>
                            <w:color w:val="000000"/>
                            <w:sz w:val="14"/>
                            <w:szCs w:val="14"/>
                          </w:rPr>
                        </w:pPr>
                        <w:r>
                          <w:rPr>
                            <w:color w:val="000000"/>
                            <w:sz w:val="14"/>
                            <w:szCs w:val="14"/>
                          </w:rPr>
                          <w:t>MM</w:t>
                        </w:r>
                      </w:p>
                    </w:txbxContent>
                  </v:textbox>
                </v:rect>
                <w10:anchorlock/>
              </v:group>
            </w:pict>
          </mc:Fallback>
        </mc:AlternateContent>
      </w:r>
    </w:p>
    <w:p w:rsidR="00B318BB" w:rsidRPr="00ED00A4" w:rsidRDefault="00B318BB" w:rsidP="00B318BB">
      <w:pPr>
        <w:pStyle w:val="Naslov3"/>
      </w:pPr>
      <w:bookmarkStart w:id="93" w:name="_Toc101519048"/>
      <w:bookmarkStart w:id="94" w:name="_Toc101789200"/>
      <w:r>
        <w:t>Tipska izvedba E3</w:t>
      </w:r>
      <w:bookmarkEnd w:id="92"/>
      <w:r>
        <w:t xml:space="preserve"> </w:t>
      </w:r>
      <w:r w:rsidRPr="00A000D7">
        <w:t>–</w:t>
      </w:r>
      <w:r>
        <w:t xml:space="preserve"> radialni priklop</w:t>
      </w:r>
      <w:bookmarkEnd w:id="93"/>
      <w:bookmarkEnd w:id="94"/>
    </w:p>
    <w:p w:rsidR="00B318BB" w:rsidRDefault="00B318BB" w:rsidP="00B318BB">
      <w:pPr>
        <w:rPr>
          <w:bCs/>
        </w:rPr>
      </w:pPr>
      <w:r>
        <w:t>Ta i</w:t>
      </w:r>
      <w:r w:rsidRPr="009E5D6A">
        <w:t>zvedba priključka se izvede kot radialn</w:t>
      </w:r>
      <w:r>
        <w:t>a</w:t>
      </w:r>
      <w:r w:rsidRPr="009E5D6A">
        <w:t xml:space="preserve"> (enostranska) vključitev v obstoječe</w:t>
      </w:r>
      <w:r>
        <w:t xml:space="preserve"> SN nadzemno</w:t>
      </w:r>
      <w:r w:rsidRPr="009E5D6A">
        <w:t xml:space="preserve"> distribucijsko omrežje ali pa</w:t>
      </w:r>
      <w:r>
        <w:t xml:space="preserve"> kot radialni izvod</w:t>
      </w:r>
      <w:r w:rsidRPr="009E5D6A">
        <w:t xml:space="preserve"> </w:t>
      </w:r>
      <w:r w:rsidRPr="009E5D6A">
        <w:rPr>
          <w:bCs/>
        </w:rPr>
        <w:t xml:space="preserve">iz </w:t>
      </w:r>
      <w:r>
        <w:rPr>
          <w:bCs/>
        </w:rPr>
        <w:t>novega SN stikalnega bloka obstoječega SN podzemnega omrežja.</w:t>
      </w:r>
    </w:p>
    <w:p w:rsidR="00B318BB" w:rsidRPr="00ED05D2" w:rsidRDefault="00B318BB" w:rsidP="00B318BB">
      <w:pPr>
        <w:rPr>
          <w:bCs/>
        </w:rPr>
      </w:pPr>
    </w:p>
    <w:p w:rsidR="00B318BB" w:rsidRDefault="00B318BB" w:rsidP="00B318BB">
      <w:pPr>
        <w:rPr>
          <w:bCs/>
        </w:rPr>
      </w:pPr>
      <w:r w:rsidRPr="009E5D6A">
        <w:t>Priključno mesto se pri</w:t>
      </w:r>
      <w:r w:rsidRPr="009E5D6A">
        <w:rPr>
          <w:bCs/>
        </w:rPr>
        <w:t xml:space="preserve"> radialnem (enostranskem) napajanju TP </w:t>
      </w:r>
      <w:r w:rsidRPr="009E5D6A">
        <w:t xml:space="preserve">nahaja </w:t>
      </w:r>
      <w:r w:rsidRPr="009E5D6A">
        <w:rPr>
          <w:bCs/>
        </w:rPr>
        <w:t>na mestu, kjer se uporabnikov priključek priključi na obstoječe nadzemno</w:t>
      </w:r>
      <w:r>
        <w:rPr>
          <w:bCs/>
        </w:rPr>
        <w:t xml:space="preserve"> ali podzemno SN omrežje.</w:t>
      </w:r>
    </w:p>
    <w:p w:rsidR="00B318BB" w:rsidRDefault="00B318BB" w:rsidP="00B318BB">
      <w:pPr>
        <w:rPr>
          <w:bCs/>
        </w:rPr>
      </w:pPr>
    </w:p>
    <w:p w:rsidR="00B318BB" w:rsidRDefault="00B318BB" w:rsidP="00B318BB">
      <w:pPr>
        <w:rPr>
          <w:bCs/>
        </w:rPr>
      </w:pPr>
      <w:r w:rsidRPr="00AF798F">
        <w:rPr>
          <w:bCs/>
        </w:rPr>
        <w:t xml:space="preserve">Prevzemno-predajno mesto </w:t>
      </w:r>
      <w:r>
        <w:rPr>
          <w:bCs/>
        </w:rPr>
        <w:t>(</w:t>
      </w:r>
      <w:r w:rsidRPr="00AF798F">
        <w:rPr>
          <w:bCs/>
        </w:rPr>
        <w:t>hkrati tudi merilno mesto</w:t>
      </w:r>
      <w:r>
        <w:rPr>
          <w:bCs/>
        </w:rPr>
        <w:t>)</w:t>
      </w:r>
      <w:r w:rsidRPr="00AF798F">
        <w:rPr>
          <w:bCs/>
        </w:rPr>
        <w:t xml:space="preserve"> se nahaja v merilni celici SN stikalnega bloka TP</w:t>
      </w:r>
      <w:r>
        <w:rPr>
          <w:bCs/>
        </w:rPr>
        <w:t xml:space="preserve"> uporabnika.</w:t>
      </w:r>
      <w:r w:rsidRPr="00E23219">
        <w:rPr>
          <w:bCs/>
        </w:rPr>
        <w:t xml:space="preserve"> </w:t>
      </w:r>
      <w:r w:rsidRPr="00AF798F">
        <w:rPr>
          <w:bCs/>
        </w:rPr>
        <w:t>Merilno mesto se izvede v skladu s Tipizacijo merilnih mest SODO</w:t>
      </w:r>
      <w:r>
        <w:rPr>
          <w:bCs/>
        </w:rPr>
        <w:t>.</w:t>
      </w:r>
    </w:p>
    <w:p w:rsidR="00B318BB" w:rsidRDefault="00B318BB" w:rsidP="00B318BB">
      <w:pPr>
        <w:rPr>
          <w:bCs/>
        </w:rPr>
      </w:pPr>
    </w:p>
    <w:p w:rsidR="00B318BB" w:rsidRDefault="00B318BB" w:rsidP="00B318BB">
      <w:r w:rsidRPr="00A13FC0">
        <w:t xml:space="preserve">Priključek </w:t>
      </w:r>
      <w:r>
        <w:t xml:space="preserve">v primeru priklopa na nadzemno SN omrežje </w:t>
      </w:r>
      <w:r w:rsidRPr="00A13FC0">
        <w:t>obsega</w:t>
      </w:r>
      <w:r>
        <w:t xml:space="preserve"> ločilno stikalo vključno s</w:t>
      </w:r>
      <w:r w:rsidRPr="00A13FC0">
        <w:t xml:space="preserve"> SN vod</w:t>
      </w:r>
      <w:r>
        <w:t>om</w:t>
      </w:r>
      <w:r w:rsidRPr="00A13FC0">
        <w:t xml:space="preserve"> do uporabnikove TP</w:t>
      </w:r>
      <w:r>
        <w:t>.</w:t>
      </w:r>
    </w:p>
    <w:p w:rsidR="00B318BB" w:rsidRPr="00ED05D2" w:rsidRDefault="00B318BB" w:rsidP="00B318BB"/>
    <w:p w:rsidR="00B318BB" w:rsidRDefault="00B318BB" w:rsidP="00B318BB">
      <w:r w:rsidRPr="00A13FC0">
        <w:t xml:space="preserve">Priključek </w:t>
      </w:r>
      <w:r>
        <w:t xml:space="preserve">v primeru priklopa na podzemno SN omrežje </w:t>
      </w:r>
      <w:r w:rsidRPr="00A13FC0">
        <w:t>obsega</w:t>
      </w:r>
      <w:r>
        <w:t xml:space="preserve"> vodno celico v SN bloku vključno s</w:t>
      </w:r>
      <w:r w:rsidRPr="00A13FC0">
        <w:t xml:space="preserve"> SN vod</w:t>
      </w:r>
      <w:r>
        <w:t>om</w:t>
      </w:r>
      <w:r w:rsidRPr="00A13FC0">
        <w:t xml:space="preserve"> do uporabnikove TP</w:t>
      </w:r>
      <w:r>
        <w:t>.</w:t>
      </w:r>
    </w:p>
    <w:p w:rsidR="00B318BB" w:rsidRDefault="00B318BB" w:rsidP="00B318BB"/>
    <w:p w:rsidR="00B318BB" w:rsidRDefault="00B318BB" w:rsidP="00B318BB">
      <w:pPr>
        <w:rPr>
          <w:bCs/>
        </w:rPr>
      </w:pPr>
      <w:r w:rsidRPr="009E5D6A">
        <w:rPr>
          <w:bCs/>
        </w:rPr>
        <w:t>Merilno mesto se izvede v skladu s Tipizacijo merilnih mest SODO in se namesti v TP</w:t>
      </w:r>
      <w:r>
        <w:rPr>
          <w:bCs/>
        </w:rPr>
        <w:t>.</w:t>
      </w:r>
    </w:p>
    <w:p w:rsidR="00B318BB" w:rsidRDefault="00B318BB" w:rsidP="00B318BB">
      <w:pPr>
        <w:rPr>
          <w:bCs/>
        </w:rPr>
      </w:pPr>
    </w:p>
    <w:p w:rsidR="00B318BB" w:rsidRPr="006667E0" w:rsidRDefault="00B318BB" w:rsidP="00B318BB">
      <w:pPr>
        <w:jc w:val="center"/>
        <w:rPr>
          <w:bCs/>
        </w:rPr>
      </w:pPr>
      <w:r>
        <w:rPr>
          <w:noProof/>
          <w:lang w:eastAsia="sl-SI"/>
        </w:rPr>
        <w:lastRenderedPageBreak/>
        <mc:AlternateContent>
          <mc:Choice Requires="wpc">
            <w:drawing>
              <wp:inline distT="0" distB="0" distL="0" distR="0" wp14:anchorId="79344003" wp14:editId="6488A8CD">
                <wp:extent cx="5760720" cy="3500120"/>
                <wp:effectExtent l="0" t="0" r="0" b="0"/>
                <wp:docPr id="1212" name="Platno 12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3175">
                          <a:noFill/>
                          <a:prstDash val="solid"/>
                          <a:bevel/>
                        </a:ln>
                      </wpc:whole>
                      <wps:wsp>
                        <wps:cNvPr id="522" name="Pravokotnik 1198"/>
                        <wps:cNvSpPr/>
                        <wps:spPr>
                          <a:xfrm rot="5400000">
                            <a:off x="3987557" y="1512316"/>
                            <a:ext cx="648000" cy="648000"/>
                          </a:xfrm>
                          <a:custGeom>
                            <a:avLst/>
                            <a:gdLst>
                              <a:gd name="connsiteX0" fmla="*/ 0 w 648000"/>
                              <a:gd name="connsiteY0" fmla="*/ 0 h 648000"/>
                              <a:gd name="connsiteX1" fmla="*/ 648000 w 648000"/>
                              <a:gd name="connsiteY1" fmla="*/ 0 h 648000"/>
                              <a:gd name="connsiteX2" fmla="*/ 648000 w 648000"/>
                              <a:gd name="connsiteY2" fmla="*/ 648000 h 648000"/>
                              <a:gd name="connsiteX3" fmla="*/ 0 w 648000"/>
                              <a:gd name="connsiteY3" fmla="*/ 648000 h 648000"/>
                              <a:gd name="connsiteX4" fmla="*/ 0 w 648000"/>
                              <a:gd name="connsiteY4" fmla="*/ 0 h 648000"/>
                              <a:gd name="connsiteX0" fmla="*/ 0 w 648000"/>
                              <a:gd name="connsiteY0" fmla="*/ 0 h 648000"/>
                              <a:gd name="connsiteX1" fmla="*/ 648000 w 648000"/>
                              <a:gd name="connsiteY1" fmla="*/ 0 h 648000"/>
                              <a:gd name="connsiteX2" fmla="*/ 648000 w 648000"/>
                              <a:gd name="connsiteY2" fmla="*/ 648000 h 648000"/>
                              <a:gd name="connsiteX3" fmla="*/ 0 w 648000"/>
                              <a:gd name="connsiteY3" fmla="*/ 648000 h 648000"/>
                              <a:gd name="connsiteX4" fmla="*/ 5756 w 648000"/>
                              <a:gd name="connsiteY4" fmla="*/ 301271 h 648000"/>
                              <a:gd name="connsiteX5" fmla="*/ 0 w 648000"/>
                              <a:gd name="connsiteY5" fmla="*/ 0 h 648000"/>
                              <a:gd name="connsiteX0" fmla="*/ 5756 w 648000"/>
                              <a:gd name="connsiteY0" fmla="*/ 301271 h 648000"/>
                              <a:gd name="connsiteX1" fmla="*/ 0 w 648000"/>
                              <a:gd name="connsiteY1" fmla="*/ 0 h 648000"/>
                              <a:gd name="connsiteX2" fmla="*/ 648000 w 648000"/>
                              <a:gd name="connsiteY2" fmla="*/ 0 h 648000"/>
                              <a:gd name="connsiteX3" fmla="*/ 648000 w 648000"/>
                              <a:gd name="connsiteY3" fmla="*/ 648000 h 648000"/>
                              <a:gd name="connsiteX4" fmla="*/ 0 w 648000"/>
                              <a:gd name="connsiteY4" fmla="*/ 648000 h 648000"/>
                              <a:gd name="connsiteX5" fmla="*/ 97196 w 648000"/>
                              <a:gd name="connsiteY5" fmla="*/ 392711 h 648000"/>
                              <a:gd name="connsiteX0" fmla="*/ 5756 w 648000"/>
                              <a:gd name="connsiteY0" fmla="*/ 301271 h 648000"/>
                              <a:gd name="connsiteX1" fmla="*/ 0 w 648000"/>
                              <a:gd name="connsiteY1" fmla="*/ 0 h 648000"/>
                              <a:gd name="connsiteX2" fmla="*/ 648000 w 648000"/>
                              <a:gd name="connsiteY2" fmla="*/ 0 h 648000"/>
                              <a:gd name="connsiteX3" fmla="*/ 648000 w 648000"/>
                              <a:gd name="connsiteY3" fmla="*/ 648000 h 648000"/>
                              <a:gd name="connsiteX4" fmla="*/ 0 w 648000"/>
                              <a:gd name="connsiteY4" fmla="*/ 648000 h 648000"/>
                              <a:gd name="connsiteX0" fmla="*/ 0 w 648000"/>
                              <a:gd name="connsiteY0" fmla="*/ 0 h 648000"/>
                              <a:gd name="connsiteX1" fmla="*/ 648000 w 648000"/>
                              <a:gd name="connsiteY1" fmla="*/ 0 h 648000"/>
                              <a:gd name="connsiteX2" fmla="*/ 648000 w 648000"/>
                              <a:gd name="connsiteY2" fmla="*/ 648000 h 648000"/>
                              <a:gd name="connsiteX3" fmla="*/ 0 w 648000"/>
                              <a:gd name="connsiteY3" fmla="*/ 648000 h 648000"/>
                            </a:gdLst>
                            <a:ahLst/>
                            <a:cxnLst>
                              <a:cxn ang="0">
                                <a:pos x="connsiteX0" y="connsiteY0"/>
                              </a:cxn>
                              <a:cxn ang="0">
                                <a:pos x="connsiteX1" y="connsiteY1"/>
                              </a:cxn>
                              <a:cxn ang="0">
                                <a:pos x="connsiteX2" y="connsiteY2"/>
                              </a:cxn>
                              <a:cxn ang="0">
                                <a:pos x="connsiteX3" y="connsiteY3"/>
                              </a:cxn>
                            </a:cxnLst>
                            <a:rect l="l" t="t" r="r" b="b"/>
                            <a:pathLst>
                              <a:path w="648000" h="648000">
                                <a:moveTo>
                                  <a:pt x="0" y="0"/>
                                </a:moveTo>
                                <a:lnTo>
                                  <a:pt x="648000" y="0"/>
                                </a:lnTo>
                                <a:lnTo>
                                  <a:pt x="648000" y="648000"/>
                                </a:lnTo>
                                <a:lnTo>
                                  <a:pt x="0" y="64800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23" name="Raven povezovalnik 523"/>
                        <wps:cNvCnPr>
                          <a:endCxn id="522" idx="0"/>
                        </wps:cNvCnPr>
                        <wps:spPr>
                          <a:xfrm>
                            <a:off x="4331394" y="1512013"/>
                            <a:ext cx="304134" cy="137"/>
                          </a:xfrm>
                          <a:prstGeom prst="line">
                            <a:avLst/>
                          </a:prstGeom>
                          <a:ln w="1270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wps:wsp>
                        <wps:cNvPr id="1194" name="Pravokotnik 1194"/>
                        <wps:cNvSpPr/>
                        <wps:spPr>
                          <a:xfrm>
                            <a:off x="1149135" y="2448332"/>
                            <a:ext cx="475200" cy="47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5" name="Kolenski povezovalnik 287"/>
                        <wps:cNvCnPr/>
                        <wps:spPr>
                          <a:xfrm rot="5400000">
                            <a:off x="1215767" y="2276599"/>
                            <a:ext cx="342504" cy="568"/>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196" name="Polje z besedilom 157"/>
                        <wps:cNvSpPr txBox="1"/>
                        <wps:spPr>
                          <a:xfrm>
                            <a:off x="1630447" y="1733338"/>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198" name="Pravokotnik 1198"/>
                        <wps:cNvSpPr/>
                        <wps:spPr>
                          <a:xfrm rot="5400000">
                            <a:off x="1061476" y="1512315"/>
                            <a:ext cx="648000" cy="648000"/>
                          </a:xfrm>
                          <a:custGeom>
                            <a:avLst/>
                            <a:gdLst>
                              <a:gd name="connsiteX0" fmla="*/ 0 w 648000"/>
                              <a:gd name="connsiteY0" fmla="*/ 0 h 648000"/>
                              <a:gd name="connsiteX1" fmla="*/ 648000 w 648000"/>
                              <a:gd name="connsiteY1" fmla="*/ 0 h 648000"/>
                              <a:gd name="connsiteX2" fmla="*/ 648000 w 648000"/>
                              <a:gd name="connsiteY2" fmla="*/ 648000 h 648000"/>
                              <a:gd name="connsiteX3" fmla="*/ 0 w 648000"/>
                              <a:gd name="connsiteY3" fmla="*/ 648000 h 648000"/>
                              <a:gd name="connsiteX4" fmla="*/ 0 w 648000"/>
                              <a:gd name="connsiteY4" fmla="*/ 0 h 648000"/>
                              <a:gd name="connsiteX0" fmla="*/ 0 w 648000"/>
                              <a:gd name="connsiteY0" fmla="*/ 0 h 648000"/>
                              <a:gd name="connsiteX1" fmla="*/ 648000 w 648000"/>
                              <a:gd name="connsiteY1" fmla="*/ 0 h 648000"/>
                              <a:gd name="connsiteX2" fmla="*/ 648000 w 648000"/>
                              <a:gd name="connsiteY2" fmla="*/ 648000 h 648000"/>
                              <a:gd name="connsiteX3" fmla="*/ 0 w 648000"/>
                              <a:gd name="connsiteY3" fmla="*/ 648000 h 648000"/>
                              <a:gd name="connsiteX4" fmla="*/ 5756 w 648000"/>
                              <a:gd name="connsiteY4" fmla="*/ 301271 h 648000"/>
                              <a:gd name="connsiteX5" fmla="*/ 0 w 648000"/>
                              <a:gd name="connsiteY5" fmla="*/ 0 h 648000"/>
                              <a:gd name="connsiteX0" fmla="*/ 5756 w 648000"/>
                              <a:gd name="connsiteY0" fmla="*/ 301271 h 648000"/>
                              <a:gd name="connsiteX1" fmla="*/ 0 w 648000"/>
                              <a:gd name="connsiteY1" fmla="*/ 0 h 648000"/>
                              <a:gd name="connsiteX2" fmla="*/ 648000 w 648000"/>
                              <a:gd name="connsiteY2" fmla="*/ 0 h 648000"/>
                              <a:gd name="connsiteX3" fmla="*/ 648000 w 648000"/>
                              <a:gd name="connsiteY3" fmla="*/ 648000 h 648000"/>
                              <a:gd name="connsiteX4" fmla="*/ 0 w 648000"/>
                              <a:gd name="connsiteY4" fmla="*/ 648000 h 648000"/>
                              <a:gd name="connsiteX5" fmla="*/ 97196 w 648000"/>
                              <a:gd name="connsiteY5" fmla="*/ 392711 h 648000"/>
                              <a:gd name="connsiteX0" fmla="*/ 5756 w 648000"/>
                              <a:gd name="connsiteY0" fmla="*/ 301271 h 648000"/>
                              <a:gd name="connsiteX1" fmla="*/ 0 w 648000"/>
                              <a:gd name="connsiteY1" fmla="*/ 0 h 648000"/>
                              <a:gd name="connsiteX2" fmla="*/ 648000 w 648000"/>
                              <a:gd name="connsiteY2" fmla="*/ 0 h 648000"/>
                              <a:gd name="connsiteX3" fmla="*/ 648000 w 648000"/>
                              <a:gd name="connsiteY3" fmla="*/ 648000 h 648000"/>
                              <a:gd name="connsiteX4" fmla="*/ 0 w 648000"/>
                              <a:gd name="connsiteY4" fmla="*/ 648000 h 648000"/>
                              <a:gd name="connsiteX0" fmla="*/ 0 w 648000"/>
                              <a:gd name="connsiteY0" fmla="*/ 0 h 648000"/>
                              <a:gd name="connsiteX1" fmla="*/ 648000 w 648000"/>
                              <a:gd name="connsiteY1" fmla="*/ 0 h 648000"/>
                              <a:gd name="connsiteX2" fmla="*/ 648000 w 648000"/>
                              <a:gd name="connsiteY2" fmla="*/ 648000 h 648000"/>
                              <a:gd name="connsiteX3" fmla="*/ 0 w 648000"/>
                              <a:gd name="connsiteY3" fmla="*/ 648000 h 648000"/>
                            </a:gdLst>
                            <a:ahLst/>
                            <a:cxnLst>
                              <a:cxn ang="0">
                                <a:pos x="connsiteX0" y="connsiteY0"/>
                              </a:cxn>
                              <a:cxn ang="0">
                                <a:pos x="connsiteX1" y="connsiteY1"/>
                              </a:cxn>
                              <a:cxn ang="0">
                                <a:pos x="connsiteX2" y="connsiteY2"/>
                              </a:cxn>
                              <a:cxn ang="0">
                                <a:pos x="connsiteX3" y="connsiteY3"/>
                              </a:cxn>
                            </a:cxnLst>
                            <a:rect l="l" t="t" r="r" b="b"/>
                            <a:pathLst>
                              <a:path w="648000" h="648000">
                                <a:moveTo>
                                  <a:pt x="0" y="0"/>
                                </a:moveTo>
                                <a:lnTo>
                                  <a:pt x="648000" y="0"/>
                                </a:lnTo>
                                <a:lnTo>
                                  <a:pt x="648000" y="648000"/>
                                </a:lnTo>
                                <a:lnTo>
                                  <a:pt x="0" y="648000"/>
                                </a:ln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rPr>
                                  <w:b/>
                                  <w:bCs/>
                                  <w:color w:val="000000"/>
                                  <w:sz w:val="2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99" name="Elipsa 1199"/>
                        <wps:cNvSpPr/>
                        <wps:spPr>
                          <a:xfrm rot="5400000">
                            <a:off x="1181477" y="1813851"/>
                            <a:ext cx="137581" cy="137581"/>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0" name="Elipsa 1200"/>
                        <wps:cNvSpPr/>
                        <wps:spPr>
                          <a:xfrm rot="5400000">
                            <a:off x="1181477" y="1900744"/>
                            <a:ext cx="137581" cy="137581"/>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1" name="Raven povezovalnik 1201"/>
                        <wps:cNvCnPr/>
                        <wps:spPr>
                          <a:xfrm flipH="1">
                            <a:off x="1121743" y="2098857"/>
                            <a:ext cx="51824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2" name="Raven povezovalnik 1202"/>
                        <wps:cNvCnPr/>
                        <wps:spPr>
                          <a:xfrm flipH="1">
                            <a:off x="1247466" y="2038184"/>
                            <a:ext cx="0" cy="67473"/>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04" name="Raven povezovalnik 1204"/>
                        <wps:cNvCnPr/>
                        <wps:spPr>
                          <a:xfrm>
                            <a:off x="1244870" y="1632157"/>
                            <a:ext cx="0" cy="182368"/>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06" name="Elipsa 1206"/>
                        <wps:cNvSpPr/>
                        <wps:spPr>
                          <a:xfrm rot="5400000">
                            <a:off x="1208456" y="1671222"/>
                            <a:ext cx="74786" cy="74780"/>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07" name="Raven povezovalnik 1207"/>
                        <wps:cNvCnPr>
                          <a:stCxn id="1206" idx="0"/>
                        </wps:cNvCnPr>
                        <wps:spPr>
                          <a:xfrm>
                            <a:off x="1283233" y="1708308"/>
                            <a:ext cx="122081" cy="701"/>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14" name="Raven povezovalnik 1214"/>
                        <wps:cNvCnPr/>
                        <wps:spPr>
                          <a:xfrm>
                            <a:off x="365604" y="290633"/>
                            <a:ext cx="846560"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1215" name="Elipsa 1215"/>
                        <wps:cNvSpPr/>
                        <wps:spPr>
                          <a:xfrm>
                            <a:off x="1212799" y="255124"/>
                            <a:ext cx="71755" cy="71120"/>
                          </a:xfrm>
                          <a:prstGeom prst="ellipse">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16" name="Raven povezovalnik 1216"/>
                        <wps:cNvCnPr/>
                        <wps:spPr>
                          <a:xfrm>
                            <a:off x="1284554" y="290582"/>
                            <a:ext cx="1128925" cy="0"/>
                          </a:xfrm>
                          <a:prstGeom prst="line">
                            <a:avLst/>
                          </a:prstGeom>
                          <a:ln w="25400"/>
                        </wps:spPr>
                        <wps:style>
                          <a:lnRef idx="1">
                            <a:schemeClr val="dk1"/>
                          </a:lnRef>
                          <a:fillRef idx="0">
                            <a:schemeClr val="dk1"/>
                          </a:fillRef>
                          <a:effectRef idx="0">
                            <a:schemeClr val="dk1"/>
                          </a:effectRef>
                          <a:fontRef idx="minor">
                            <a:schemeClr val="tx1"/>
                          </a:fontRef>
                        </wps:style>
                        <wps:bodyPr/>
                      </wps:wsp>
                      <wps:wsp>
                        <wps:cNvPr id="1217" name="Raven povezovalnik 1217"/>
                        <wps:cNvCnPr/>
                        <wps:spPr>
                          <a:xfrm>
                            <a:off x="1246454" y="326879"/>
                            <a:ext cx="0" cy="179705"/>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18" name="Raven povezovalnik 1218"/>
                        <wps:cNvCnPr/>
                        <wps:spPr>
                          <a:xfrm>
                            <a:off x="1246454" y="507219"/>
                            <a:ext cx="355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19" name="Raven povezovalnik 1219"/>
                        <wps:cNvCnPr/>
                        <wps:spPr>
                          <a:xfrm flipH="1">
                            <a:off x="1212799" y="507219"/>
                            <a:ext cx="336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0" name="Raven povezovalnik 1220"/>
                        <wps:cNvCnPr/>
                        <wps:spPr>
                          <a:xfrm flipV="1">
                            <a:off x="1244870" y="726801"/>
                            <a:ext cx="314" cy="905068"/>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21" name="Raven povezovalnik 1221"/>
                        <wps:cNvCnPr/>
                        <wps:spPr>
                          <a:xfrm flipV="1">
                            <a:off x="1245184" y="507219"/>
                            <a:ext cx="123825" cy="2190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2" name="Elipsa 1222"/>
                        <wps:cNvSpPr/>
                        <wps:spPr>
                          <a:xfrm>
                            <a:off x="2705726" y="3070354"/>
                            <a:ext cx="359410" cy="35941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Cs w:val="20"/>
                                </w:rPr>
                              </w:pPr>
                              <w:r>
                                <w:rPr>
                                  <w:color w:val="000000"/>
                                  <w:szCs w:val="20"/>
                                </w:rPr>
                                <w:t>E3</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23" name="Pravokotnik 1223"/>
                        <wps:cNvSpPr/>
                        <wps:spPr>
                          <a:xfrm>
                            <a:off x="4075215" y="2448332"/>
                            <a:ext cx="475200" cy="4752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Pr="00D33FD5" w:rsidRDefault="00B318BB" w:rsidP="00B318BB">
                              <w:pPr>
                                <w:jc w:val="center"/>
                                <w:rPr>
                                  <w:b/>
                                  <w:bCs/>
                                  <w:color w:val="000000" w:themeColor="text1"/>
                                  <w:sz w:val="24"/>
                                  <w:szCs w:val="28"/>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24" name="Kolenski povezovalnik 287"/>
                        <wps:cNvCnPr/>
                        <wps:spPr>
                          <a:xfrm rot="5400000">
                            <a:off x="4141847" y="2276599"/>
                            <a:ext cx="342504" cy="568"/>
                          </a:xfrm>
                          <a:prstGeom prst="bentConnector3">
                            <a:avLst>
                              <a:gd name="adj1" fmla="val 50000"/>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wps:wsp>
                        <wps:cNvPr id="1225" name="Polje z besedilom 157"/>
                        <wps:cNvSpPr txBox="1"/>
                        <wps:spPr>
                          <a:xfrm>
                            <a:off x="4556527" y="1733338"/>
                            <a:ext cx="392777" cy="21433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28" name="Elipsa 1228"/>
                        <wps:cNvSpPr/>
                        <wps:spPr>
                          <a:xfrm rot="5400000">
                            <a:off x="4107557" y="1813851"/>
                            <a:ext cx="137581" cy="137581"/>
                          </a:xfrm>
                          <a:prstGeom prst="ellipse">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 name="Elipsa 1229"/>
                        <wps:cNvSpPr/>
                        <wps:spPr>
                          <a:xfrm rot="5400000">
                            <a:off x="4107557" y="1900744"/>
                            <a:ext cx="137581" cy="137581"/>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30" name="Raven povezovalnik 1230"/>
                        <wps:cNvCnPr/>
                        <wps:spPr>
                          <a:xfrm flipH="1">
                            <a:off x="4047823" y="2098857"/>
                            <a:ext cx="518243"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1" name="Raven povezovalnik 1231"/>
                        <wps:cNvCnPr/>
                        <wps:spPr>
                          <a:xfrm flipH="1">
                            <a:off x="4173546" y="2038184"/>
                            <a:ext cx="0" cy="67473"/>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33" name="Raven povezovalnik 1233"/>
                        <wps:cNvCnPr/>
                        <wps:spPr>
                          <a:xfrm>
                            <a:off x="4170950" y="1632157"/>
                            <a:ext cx="0" cy="182368"/>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34" name="Elipsa 1234"/>
                        <wps:cNvSpPr/>
                        <wps:spPr>
                          <a:xfrm rot="5400000">
                            <a:off x="4134536" y="1671222"/>
                            <a:ext cx="74786" cy="74780"/>
                          </a:xfrm>
                          <a:prstGeom prst="ellipse">
                            <a:avLst/>
                          </a:prstGeom>
                          <a:noFill/>
                          <a:ln w="9525"/>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35" name="Raven povezovalnik 1235"/>
                        <wps:cNvCnPr>
                          <a:stCxn id="1234" idx="0"/>
                        </wps:cNvCnPr>
                        <wps:spPr>
                          <a:xfrm>
                            <a:off x="4209313" y="1708308"/>
                            <a:ext cx="122081" cy="701"/>
                          </a:xfrm>
                          <a:prstGeom prst="line">
                            <a:avLst/>
                          </a:prstGeom>
                          <a:ln w="9525"/>
                        </wps:spPr>
                        <wps:style>
                          <a:lnRef idx="1">
                            <a:schemeClr val="dk1"/>
                          </a:lnRef>
                          <a:fillRef idx="0">
                            <a:schemeClr val="dk1"/>
                          </a:fillRef>
                          <a:effectRef idx="0">
                            <a:schemeClr val="dk1"/>
                          </a:effectRef>
                          <a:fontRef idx="minor">
                            <a:schemeClr val="tx1"/>
                          </a:fontRef>
                        </wps:style>
                        <wps:bodyPr/>
                      </wps:wsp>
                      <wps:wsp>
                        <wps:cNvPr id="1242" name="Raven povezovalnik 1242"/>
                        <wps:cNvCnPr>
                          <a:endCxn id="1268" idx="2"/>
                        </wps:cNvCnPr>
                        <wps:spPr>
                          <a:xfrm flipH="1" flipV="1">
                            <a:off x="4168312" y="341385"/>
                            <a:ext cx="2638" cy="1289908"/>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48" name="Polje z besedilom 157"/>
                        <wps:cNvSpPr txBox="1"/>
                        <wps:spPr>
                          <a:xfrm>
                            <a:off x="3765966" y="76638"/>
                            <a:ext cx="784449" cy="213995"/>
                          </a:xfrm>
                          <a:prstGeom prst="rect">
                            <a:avLst/>
                          </a:prstGeom>
                          <a:noFill/>
                          <a:ln w="3175">
                            <a:noFill/>
                          </a:ln>
                        </wps:spPr>
                        <wps:txbx>
                          <w:txbxContent>
                            <w:p w:rsidR="00B318BB" w:rsidRDefault="00B318BB" w:rsidP="00B318BB">
                              <w:pPr>
                                <w:spacing w:line="252" w:lineRule="auto"/>
                                <w:jc w:val="center"/>
                                <w:rPr>
                                  <w:rFonts w:ascii="Calibri" w:hAnsi="Calibri"/>
                                  <w:sz w:val="18"/>
                                  <w:szCs w:val="18"/>
                                </w:rPr>
                              </w:pPr>
                              <w:r>
                                <w:rPr>
                                  <w:rFonts w:ascii="Calibri" w:hAnsi="Calibri"/>
                                  <w:sz w:val="18"/>
                                  <w:szCs w:val="18"/>
                                </w:rPr>
                                <w:t>SN BLOK</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66" name="Raven povezovalnik 1266"/>
                        <wps:cNvCnPr/>
                        <wps:spPr>
                          <a:xfrm>
                            <a:off x="3287985" y="290582"/>
                            <a:ext cx="2051574" cy="0"/>
                          </a:xfrm>
                          <a:prstGeom prst="line">
                            <a:avLst/>
                          </a:prstGeom>
                          <a:ln w="2540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268" name="Pravokotnik 1268"/>
                        <wps:cNvSpPr/>
                        <wps:spPr>
                          <a:xfrm>
                            <a:off x="4033374" y="233495"/>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8" name="Pravokotnik 458"/>
                        <wps:cNvSpPr/>
                        <wps:spPr>
                          <a:xfrm>
                            <a:off x="1405314" y="1655328"/>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r>
                                <w:rPr>
                                  <w:color w:val="000000"/>
                                  <w:sz w:val="14"/>
                                  <w:szCs w:val="14"/>
                                </w:rPr>
                                <w:t>MM</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60" name="Pravokotnik 460"/>
                        <wps:cNvSpPr/>
                        <wps:spPr>
                          <a:xfrm>
                            <a:off x="4331394" y="1655328"/>
                            <a:ext cx="269875" cy="107950"/>
                          </a:xfrm>
                          <a:prstGeom prst="rect">
                            <a:avLst/>
                          </a:prstGeom>
                          <a:solidFill>
                            <a:schemeClr val="bg1"/>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txbx>
                          <w:txbxContent>
                            <w:p w:rsidR="00B318BB" w:rsidRDefault="00B318BB" w:rsidP="00B318BB">
                              <w:pPr>
                                <w:jc w:val="center"/>
                                <w:rPr>
                                  <w:color w:val="000000"/>
                                  <w:sz w:val="14"/>
                                  <w:szCs w:val="14"/>
                                </w:rPr>
                              </w:pPr>
                              <w:r>
                                <w:rPr>
                                  <w:color w:val="000000"/>
                                  <w:sz w:val="14"/>
                                  <w:szCs w:val="14"/>
                                </w:rPr>
                                <w:t>MM</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10" name="Raven povezovalnik 510"/>
                        <wps:cNvCnPr/>
                        <wps:spPr>
                          <a:xfrm>
                            <a:off x="1544707" y="1410317"/>
                            <a:ext cx="62357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516" name="Raven povezovalnik 516"/>
                        <wps:cNvCnPr/>
                        <wps:spPr>
                          <a:xfrm>
                            <a:off x="473462" y="1410317"/>
                            <a:ext cx="377825"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517" name="Raven povezovalnik 517"/>
                        <wps:cNvCnPr/>
                        <wps:spPr>
                          <a:xfrm>
                            <a:off x="853192" y="1410952"/>
                            <a:ext cx="691515"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s:wsp>
                        <wps:cNvPr id="518" name="Raven povezovalnik 518"/>
                        <wps:cNvCnPr/>
                        <wps:spPr>
                          <a:xfrm>
                            <a:off x="4454884" y="1410317"/>
                            <a:ext cx="623570"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519" name="Raven povezovalnik 519"/>
                        <wps:cNvCnPr/>
                        <wps:spPr>
                          <a:xfrm>
                            <a:off x="3383639" y="1410317"/>
                            <a:ext cx="377825" cy="0"/>
                          </a:xfrm>
                          <a:prstGeom prst="line">
                            <a:avLst/>
                          </a:prstGeom>
                          <a:ln w="6350">
                            <a:prstDash val="solid"/>
                          </a:ln>
                        </wps:spPr>
                        <wps:style>
                          <a:lnRef idx="1">
                            <a:schemeClr val="dk1"/>
                          </a:lnRef>
                          <a:fillRef idx="0">
                            <a:schemeClr val="dk1"/>
                          </a:fillRef>
                          <a:effectRef idx="0">
                            <a:schemeClr val="dk1"/>
                          </a:effectRef>
                          <a:fontRef idx="minor">
                            <a:schemeClr val="tx1"/>
                          </a:fontRef>
                        </wps:style>
                        <wps:bodyPr/>
                      </wps:wsp>
                      <wps:wsp>
                        <wps:cNvPr id="520" name="Raven povezovalnik 520"/>
                        <wps:cNvCnPr/>
                        <wps:spPr>
                          <a:xfrm>
                            <a:off x="3763369" y="1410952"/>
                            <a:ext cx="691515" cy="0"/>
                          </a:xfrm>
                          <a:prstGeom prst="line">
                            <a:avLst/>
                          </a:prstGeom>
                          <a:ln w="6350">
                            <a:solidFill>
                              <a:schemeClr val="tx1"/>
                            </a:solidFill>
                            <a:prstDash val="lgDashDot"/>
                          </a:ln>
                        </wps:spPr>
                        <wps:style>
                          <a:lnRef idx="1">
                            <a:schemeClr val="dk1"/>
                          </a:lnRef>
                          <a:fillRef idx="0">
                            <a:schemeClr val="dk1"/>
                          </a:fillRef>
                          <a:effectRef idx="0">
                            <a:schemeClr val="dk1"/>
                          </a:effectRef>
                          <a:fontRef idx="minor">
                            <a:schemeClr val="tx1"/>
                          </a:fontRef>
                        </wps:style>
                        <wps:bodyPr/>
                      </wps:wsp>
                      <wps:wsp>
                        <wps:cNvPr id="521" name="Raven povezovalnik 521"/>
                        <wps:cNvCnPr>
                          <a:endCxn id="1198" idx="0"/>
                        </wps:cNvCnPr>
                        <wps:spPr>
                          <a:xfrm>
                            <a:off x="1387303" y="1512012"/>
                            <a:ext cx="322144" cy="137"/>
                          </a:xfrm>
                          <a:prstGeom prst="line">
                            <a:avLst/>
                          </a:prstGeom>
                          <a:ln w="1270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wps:wsp>
                        <wps:cNvPr id="524" name="Raven povezovalnik 524"/>
                        <wps:cNvCnPr/>
                        <wps:spPr>
                          <a:xfrm>
                            <a:off x="3987586" y="1511876"/>
                            <a:ext cx="343808" cy="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525" name="Raven povezovalnik 525"/>
                        <wps:cNvCnPr/>
                        <wps:spPr>
                          <a:xfrm>
                            <a:off x="1061505" y="1511876"/>
                            <a:ext cx="343808" cy="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79344003" id="Platno 1212" o:spid="_x0000_s1434" editas="canvas" style="width:453.6pt;height:275.6pt;mso-position-horizontal-relative:char;mso-position-vertical-relative:line" coordsize="57607,35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">
                <v:shape id="_x0000_s1435" type="#_x0000_t75" style="position:absolute;width:57607;height:35001;visibility:visible;mso-wrap-style:square" strokeweight=".25pt">
                  <v:fill o:detectmouseclick="t"/>
                  <v:stroke joinstyle="bevel"/>
                  <v:path o:connecttype="none"/>
                </v:shape>
                <v:shape id="Pravokotnik 1198" o:spid="_x0000_s1436" style="position:absolute;left:39875;top:15123;width:6480;height:6480;rotation:90;visibility:visible;mso-wrap-style:square;v-text-anchor:middle" coordsize="648000,64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" adj="-11796480,,5400" path="m,l648000,r,648000l,648000e" filled="f" strokecolor="black [3213]" strokeweight="1pt">
                  <v:stroke joinstyle="miter"/>
                  <v:formulas/>
                  <v:path arrowok="t" o:connecttype="custom" o:connectlocs="0,0;648000,0;648000,648000;0,648000" o:connectangles="0,0,0,0" textboxrect="0,0,648000,648000"/>
                  <v:textbox>
                    <w:txbxContent>
                      <w:p w:rsidR="00B318BB" w:rsidRDefault="00B318BB" w:rsidP="00B318BB">
                        <w:pPr>
                          <w:rPr>
                            <w:b/>
                            <w:bCs/>
                            <w:color w:val="000000"/>
                            <w:sz w:val="24"/>
                          </w:rPr>
                        </w:pPr>
                      </w:p>
                    </w:txbxContent>
                  </v:textbox>
                </v:shape>
                <v:line id="Raven povezovalnik 523" o:spid="_x0000_s1437" style="position:absolute;visibility:visible;mso-wrap-style:square" from="43313,15120" to="46355,1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" strokecolor="black [3213]" strokeweight="1pt">
                  <v:stroke dashstyle="dashDot" joinstyle="miter"/>
                </v:line>
                <v:rect id="Pravokotnik 1194" o:spid="_x0000_s1438" style="position:absolute;left:11491;top:24483;width:4752;height:4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shape id="Kolenski povezovalnik 287" o:spid="_x0000_s1439" type="#_x0000_t34" style="position:absolute;left:12157;top:22766;width:3425;height: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" strokecolor="black [3213]">
                  <v:stroke dashstyle="1 1"/>
                </v:shape>
                <v:shape id="Polje z besedilom 157" o:spid="_x0000_s1440" type="#_x0000_t202" style="position:absolute;left:16304;top:17333;width:3928;height:2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v:textbox>
                </v:shape>
                <v:shape id="Pravokotnik 1198" o:spid="_x0000_s1441" style="position:absolute;left:10614;top:15123;width:6480;height:6480;rotation:90;visibility:visible;mso-wrap-style:square;v-text-anchor:middle" coordsize="648000,648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" adj="-11796480,,5400" path="m,l648000,r,648000l,648000e" filled="f" strokecolor="black [3213]" strokeweight="1pt">
                  <v:stroke joinstyle="miter"/>
                  <v:formulas/>
                  <v:path arrowok="t" o:connecttype="custom" o:connectlocs="0,0;648000,0;648000,648000;0,648000" o:connectangles="0,0,0,0" textboxrect="0,0,648000,648000"/>
                  <v:textbox>
                    <w:txbxContent>
                      <w:p w:rsidR="00B318BB" w:rsidRDefault="00B318BB" w:rsidP="00B318BB">
                        <w:pPr>
                          <w:rPr>
                            <w:b/>
                            <w:bCs/>
                            <w:color w:val="000000"/>
                            <w:sz w:val="24"/>
                          </w:rPr>
                        </w:pPr>
                      </w:p>
                    </w:txbxContent>
                  </v:textbox>
                </v:shape>
                <v:oval id="Elipsa 1199" o:spid="_x0000_s1442" style="position:absolute;left:11814;top:18138;width:1376;height:13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" fillcolor="white [3201]" strokecolor="black [3200]">
                  <v:stroke joinstyle="miter"/>
                </v:oval>
                <v:oval id="Elipsa 1200" o:spid="_x0000_s1443" style="position:absolute;left:11814;top:19007;width:1376;height:13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" filled="f" strokecolor="black [3200]">
                  <v:stroke joinstyle="miter"/>
                </v:oval>
                <v:line id="Raven povezovalnik 1201" o:spid="_x0000_s1444" style="position:absolute;flip:x;visibility:visible;mso-wrap-style:square" from="11217,20988" to="16399,20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" strokecolor="black [3213]" strokeweight="2.25pt">
                  <v:stroke joinstyle="miter"/>
                </v:line>
                <v:line id="Raven povezovalnik 1202" o:spid="_x0000_s1445" style="position:absolute;flip:x;visibility:visible;mso-wrap-style:square" from="12474,20381" to="12474,2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" strokecolor="black [3200]">
                  <v:stroke joinstyle="miter"/>
                </v:line>
                <v:line id="Raven povezovalnik 1204" o:spid="_x0000_s1446" style="position:absolute;visibility:visible;mso-wrap-style:square" from="12448,16321" to="12448,18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" strokecolor="black [3200]">
                  <v:stroke joinstyle="miter"/>
                </v:line>
                <v:oval id="Elipsa 1206" o:spid="_x0000_s1447" style="position:absolute;left:12084;top:16712;width:748;height:74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" filled="f" strokecolor="black [3200]">
                  <v:stroke joinstyle="miter"/>
                </v:oval>
                <v:line id="Raven povezovalnik 1207" o:spid="_x0000_s1448" style="position:absolute;visibility:visible;mso-wrap-style:square" from="12832,17083" to="14053,17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" strokecolor="black [3200]">
                  <v:stroke joinstyle="miter"/>
                </v:line>
                <v:line id="Raven povezovalnik 1214" o:spid="_x0000_s1449" style="position:absolute;visibility:visible;mso-wrap-style:square" from="3656,2906" to="12121,2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" strokecolor="black [3200]" strokeweight="2pt">
                  <v:stroke joinstyle="miter"/>
                </v:line>
                <v:oval id="Elipsa 1215" o:spid="_x0000_s1450" style="position:absolute;left:12127;top:2551;width:718;height: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" filled="f" strokecolor="black [3213]" strokeweight=".5pt">
                  <v:stroke joinstyle="miter"/>
                </v:oval>
                <v:line id="Raven povezovalnik 1216" o:spid="_x0000_s1451" style="position:absolute;visibility:visible;mso-wrap-style:square" from="12845,2905" to="24134,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" strokecolor="black [3200]" strokeweight="2pt">
                  <v:stroke joinstyle="miter"/>
                </v:line>
                <v:line id="Raven povezovalnik 1217" o:spid="_x0000_s1452" style="position:absolute;visibility:visible;mso-wrap-style:square" from="12464,3268" to="12464,5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" strokecolor="black [3213]">
                  <v:stroke dashstyle="dash" joinstyle="miter"/>
                </v:line>
                <v:line id="Raven povezovalnik 1218" o:spid="_x0000_s1453" style="position:absolute;visibility:visible;mso-wrap-style:square" from="12464,5072" to="12820,5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" strokecolor="black [3213]" strokeweight=".5pt">
                  <v:stroke joinstyle="miter"/>
                </v:line>
                <v:line id="Raven povezovalnik 1219" o:spid="_x0000_s1454" style="position:absolute;flip:x;visibility:visible;mso-wrap-style:square" from="12127,5072" to="12464,5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" strokecolor="black [3213]" strokeweight=".5pt">
                  <v:stroke joinstyle="miter"/>
                </v:line>
                <v:line id="Raven povezovalnik 1220" o:spid="_x0000_s1455" style="position:absolute;flip:y;visibility:visible;mso-wrap-style:square" from="12448,7268" to="12451,16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" strokecolor="black [3213]">
                  <v:stroke dashstyle="dash" joinstyle="miter"/>
                </v:line>
                <v:line id="Raven povezovalnik 1221" o:spid="_x0000_s1456" style="position:absolute;flip:y;visibility:visible;mso-wrap-style:square" from="12451,5072" to="13690,7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" strokecolor="black [3213]" strokeweight=".5pt">
                  <v:stroke joinstyle="miter"/>
                </v:line>
                <v:oval id="Elipsa 1222" o:spid="_x0000_s1457" style="position:absolute;left:27057;top:30703;width:3594;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" filled="f" strokecolor="black [3213]">
                  <v:stroke joinstyle="miter"/>
                  <v:textbox inset="0,0,0,0">
                    <w:txbxContent>
                      <w:p w:rsidR="00B318BB" w:rsidRDefault="00B318BB" w:rsidP="00B318BB">
                        <w:pPr>
                          <w:jc w:val="center"/>
                          <w:rPr>
                            <w:color w:val="000000"/>
                            <w:szCs w:val="20"/>
                          </w:rPr>
                        </w:pPr>
                        <w:r>
                          <w:rPr>
                            <w:color w:val="000000"/>
                            <w:szCs w:val="20"/>
                          </w:rPr>
                          <w:t>E3</w:t>
                        </w:r>
                      </w:p>
                    </w:txbxContent>
                  </v:textbox>
                </v:oval>
                <v:rect id="Pravokotnik 1223" o:spid="_x0000_s1458" style="position:absolute;left:40752;top:24483;width:4752;height:4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" fillcolor="white [3212]" strokecolor="black [3213]" strokeweight="1pt">
                  <v:textbox>
                    <w:txbxContent>
                      <w:p w:rsidR="00B318BB" w:rsidRPr="00D33FD5" w:rsidRDefault="00B318BB" w:rsidP="00B318BB">
                        <w:pPr>
                          <w:jc w:val="center"/>
                          <w:rPr>
                            <w:b/>
                            <w:bCs/>
                            <w:color w:val="000000" w:themeColor="text1"/>
                            <w:sz w:val="24"/>
                            <w:szCs w:val="28"/>
                          </w:rPr>
                        </w:pPr>
                      </w:p>
                    </w:txbxContent>
                  </v:textbox>
                </v:rect>
                <v:shape id="Kolenski povezovalnik 287" o:spid="_x0000_s1459" type="#_x0000_t34" style="position:absolute;left:41418;top:22766;width:3425;height: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" strokecolor="black [3213]">
                  <v:stroke dashstyle="1 1"/>
                </v:shape>
                <v:shape id="Polje z besedilom 157" o:spid="_x0000_s1460" type="#_x0000_t202" style="position:absolute;left:45565;top:17333;width:3928;height:2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TP</w:t>
                        </w:r>
                      </w:p>
                    </w:txbxContent>
                  </v:textbox>
                </v:shape>
                <v:oval id="Elipsa 1228" o:spid="_x0000_s1461" style="position:absolute;left:41075;top:18138;width:1376;height:13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" fillcolor="white [3201]" strokecolor="black [3200]">
                  <v:stroke joinstyle="miter"/>
                </v:oval>
                <v:oval id="Elipsa 1229" o:spid="_x0000_s1462" style="position:absolute;left:41075;top:19007;width:1376;height:137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" filled="f" strokecolor="black [3200]">
                  <v:stroke joinstyle="miter"/>
                </v:oval>
                <v:line id="Raven povezovalnik 1230" o:spid="_x0000_s1463" style="position:absolute;flip:x;visibility:visible;mso-wrap-style:square" from="40478,20988" to="45660,209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" strokecolor="black [3213]" strokeweight="2.25pt">
                  <v:stroke joinstyle="miter"/>
                </v:line>
                <v:line id="Raven povezovalnik 1231" o:spid="_x0000_s1464" style="position:absolute;flip:x;visibility:visible;mso-wrap-style:square" from="41735,20381" to="41735,21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" strokecolor="black [3200]">
                  <v:stroke joinstyle="miter"/>
                </v:line>
                <v:line id="Raven povezovalnik 1233" o:spid="_x0000_s1465" style="position:absolute;visibility:visible;mso-wrap-style:square" from="41709,16321" to="41709,18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" strokecolor="black [3200]">
                  <v:stroke joinstyle="miter"/>
                </v:line>
                <v:oval id="Elipsa 1234" o:spid="_x0000_s1466" style="position:absolute;left:41345;top:16712;width:748;height:74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" filled="f" strokecolor="black [3200]">
                  <v:stroke joinstyle="miter"/>
                </v:oval>
                <v:line id="Raven povezovalnik 1235" o:spid="_x0000_s1467" style="position:absolute;visibility:visible;mso-wrap-style:square" from="42093,17083" to="43313,17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" strokecolor="black [3200]">
                  <v:stroke joinstyle="miter"/>
                </v:line>
                <v:line id="Raven povezovalnik 1242" o:spid="_x0000_s1468" style="position:absolute;flip:x y;visibility:visible;mso-wrap-style:square" from="41683,3413" to="41709,16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" strokecolor="black [3213]">
                  <v:stroke dashstyle="dash" joinstyle="miter"/>
                </v:line>
                <v:shape id="Polje z besedilom 157" o:spid="_x0000_s1469" type="#_x0000_t202" style="position:absolute;left:37659;top:766;width:7845;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" filled="f" stroked="f" strokeweight=".25pt">
                  <v:textbox inset="0,0,0,0">
                    <w:txbxContent>
                      <w:p w:rsidR="00B318BB" w:rsidRDefault="00B318BB" w:rsidP="00B318BB">
                        <w:pPr>
                          <w:spacing w:line="252" w:lineRule="auto"/>
                          <w:jc w:val="center"/>
                          <w:rPr>
                            <w:rFonts w:ascii="Calibri" w:hAnsi="Calibri"/>
                            <w:sz w:val="18"/>
                            <w:szCs w:val="18"/>
                          </w:rPr>
                        </w:pPr>
                        <w:r>
                          <w:rPr>
                            <w:rFonts w:ascii="Calibri" w:hAnsi="Calibri"/>
                            <w:sz w:val="18"/>
                            <w:szCs w:val="18"/>
                          </w:rPr>
                          <w:t>SN BLOK</w:t>
                        </w:r>
                      </w:p>
                    </w:txbxContent>
                  </v:textbox>
                </v:shape>
                <v:line id="Raven povezovalnik 1266" o:spid="_x0000_s1470" style="position:absolute;visibility:visible;mso-wrap-style:square" from="32879,2905" to="53395,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" strokecolor="black [3213]" strokeweight="2pt">
                  <v:stroke dashstyle="dash" joinstyle="miter"/>
                </v:line>
                <v:rect id="Pravokotnik 1268" o:spid="_x0000_s1471" style="position:absolute;left:40333;top:2334;width:2699;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" fillcolor="white [3212]" strokecolor="black [3213]" strokeweight="1pt"/>
                <v:rect id="Pravokotnik 458" o:spid="_x0000_s1472" style="position:absolute;left:14053;top:16553;width:2698;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" fillcolor="white [3212]" strokecolor="black [3213]" strokeweight="1pt">
                  <v:textbox inset="0,0,0,0">
                    <w:txbxContent>
                      <w:p w:rsidR="00B318BB" w:rsidRDefault="00B318BB" w:rsidP="00B318BB">
                        <w:pPr>
                          <w:jc w:val="center"/>
                          <w:rPr>
                            <w:color w:val="000000"/>
                            <w:sz w:val="14"/>
                            <w:szCs w:val="14"/>
                          </w:rPr>
                        </w:pPr>
                        <w:r>
                          <w:rPr>
                            <w:color w:val="000000"/>
                            <w:sz w:val="14"/>
                            <w:szCs w:val="14"/>
                          </w:rPr>
                          <w:t>MM</w:t>
                        </w:r>
                      </w:p>
                    </w:txbxContent>
                  </v:textbox>
                </v:rect>
                <v:rect id="Pravokotnik 460" o:spid="_x0000_s1473" style="position:absolute;left:43313;top:16553;width:2699;height:1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" fillcolor="white [3212]" strokecolor="black [3213]" strokeweight="1pt">
                  <v:textbox inset="0,0,0,0">
                    <w:txbxContent>
                      <w:p w:rsidR="00B318BB" w:rsidRDefault="00B318BB" w:rsidP="00B318BB">
                        <w:pPr>
                          <w:jc w:val="center"/>
                          <w:rPr>
                            <w:color w:val="000000"/>
                            <w:sz w:val="14"/>
                            <w:szCs w:val="14"/>
                          </w:rPr>
                        </w:pPr>
                        <w:r>
                          <w:rPr>
                            <w:color w:val="000000"/>
                            <w:sz w:val="14"/>
                            <w:szCs w:val="14"/>
                          </w:rPr>
                          <w:t>MM</w:t>
                        </w:r>
                      </w:p>
                    </w:txbxContent>
                  </v:textbox>
                </v:rect>
                <v:line id="Raven povezovalnik 510" o:spid="_x0000_s1474" style="position:absolute;visibility:visible;mso-wrap-style:square" from="15447,14103" to="21682,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" strokecolor="black [3200]" strokeweight=".5pt">
                  <v:stroke joinstyle="miter"/>
                </v:line>
                <v:line id="Raven povezovalnik 516" o:spid="_x0000_s1475" style="position:absolute;visibility:visible;mso-wrap-style:square" from="4734,14103" to="8512,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" strokecolor="black [3200]" strokeweight=".5pt">
                  <v:stroke joinstyle="miter"/>
                </v:line>
                <v:line id="Raven povezovalnik 517" o:spid="_x0000_s1476" style="position:absolute;visibility:visible;mso-wrap-style:square" from="8531,14109" to="15447,14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" strokecolor="black [3213]" strokeweight=".5pt">
                  <v:stroke dashstyle="longDashDot" joinstyle="miter"/>
                </v:line>
                <v:line id="Raven povezovalnik 518" o:spid="_x0000_s1477" style="position:absolute;visibility:visible;mso-wrap-style:square" from="44548,14103" to="50784,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" strokecolor="black [3200]" strokeweight=".5pt">
                  <v:stroke joinstyle="miter"/>
                </v:line>
                <v:line id="Raven povezovalnik 519" o:spid="_x0000_s1478" style="position:absolute;visibility:visible;mso-wrap-style:square" from="33836,14103" to="37614,14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" strokecolor="black [3200]" strokeweight=".5pt">
                  <v:stroke joinstyle="miter"/>
                </v:line>
                <v:line id="Raven povezovalnik 520" o:spid="_x0000_s1479" style="position:absolute;visibility:visible;mso-wrap-style:square" from="37633,14109" to="44548,14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" strokecolor="black [3213]" strokeweight=".5pt">
                  <v:stroke dashstyle="longDashDot" joinstyle="miter"/>
                </v:line>
                <v:line id="Raven povezovalnik 521" o:spid="_x0000_s1480" style="position:absolute;visibility:visible;mso-wrap-style:square" from="13873,15120" to="17094,1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" strokecolor="black [3213]" strokeweight="1pt">
                  <v:stroke dashstyle="dashDot" joinstyle="miter"/>
                </v:line>
                <v:line id="Raven povezovalnik 524" o:spid="_x0000_s1481" style="position:absolute;visibility:visible;mso-wrap-style:square" from="39875,15118" to="43313,15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" strokecolor="black [3213]" strokeweight="1pt">
                  <v:stroke joinstyle="miter"/>
                </v:line>
                <v:line id="Raven povezovalnik 525" o:spid="_x0000_s1482" style="position:absolute;visibility:visible;mso-wrap-style:square" from="10615,15118" to="14053,15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" strokecolor="black [3213]" strokeweight="1pt">
                  <v:stroke joinstyle="miter"/>
                </v:line>
                <w10:anchorlock/>
              </v:group>
            </w:pict>
          </mc:Fallback>
        </mc:AlternateContent>
      </w:r>
      <w:bookmarkStart w:id="95" w:name="_Toc421618468"/>
    </w:p>
    <w:p w:rsidR="00B318BB" w:rsidRDefault="00B318BB" w:rsidP="00B318BB">
      <w:pPr>
        <w:pStyle w:val="Naslov1"/>
      </w:pPr>
      <w:bookmarkStart w:id="96" w:name="_Toc421618470"/>
      <w:bookmarkStart w:id="97" w:name="_Toc101519049"/>
      <w:bookmarkStart w:id="98" w:name="_Toc101789201"/>
      <w:bookmarkEnd w:id="95"/>
      <w:r>
        <w:t>PROIZVODNI OBJEKTI ELEKTRIČNE ENERGIJE</w:t>
      </w:r>
      <w:bookmarkEnd w:id="96"/>
      <w:bookmarkEnd w:id="97"/>
      <w:bookmarkEnd w:id="98"/>
    </w:p>
    <w:p w:rsidR="00B318BB" w:rsidRPr="00D95F1D" w:rsidRDefault="00B318BB" w:rsidP="00B318BB">
      <w:r w:rsidRPr="00D95F1D">
        <w:t>Priključevanje in oprema merilnega mesta naprave za proizvodnjo električne energije, ki se vključujejo v javno elektrodistribucijsko omrežje, se izvede v skladu z veljavnimi sistemskimi obratovalnimi navodili in tipizacijo merilnih mest SODO.</w:t>
      </w:r>
    </w:p>
    <w:p w:rsidR="00B318BB" w:rsidRPr="00D95F1D" w:rsidRDefault="00B318BB" w:rsidP="00B318BB"/>
    <w:p w:rsidR="00B318BB" w:rsidRPr="00D95F1D" w:rsidRDefault="00B318BB" w:rsidP="00B318BB">
      <w:r w:rsidRPr="00D95F1D">
        <w:t>Mesto priključitve je lahko na nizkonapetostnem ali srednje napetostnem omrežju.</w:t>
      </w:r>
    </w:p>
    <w:p w:rsidR="00B318BB" w:rsidRPr="00D95F1D" w:rsidRDefault="00B318BB" w:rsidP="00B318BB"/>
    <w:p w:rsidR="00B318BB" w:rsidRPr="00D95F1D" w:rsidRDefault="00B318BB" w:rsidP="00B318BB">
      <w:r w:rsidRPr="00D95F1D">
        <w:t>Priključek je lahko izvedbe A1, A2, D1, D2, D3, E1, E2 ali E3 in je opredeljen v soglasju za priključitev.</w:t>
      </w:r>
    </w:p>
    <w:p w:rsidR="00B318BB" w:rsidRDefault="00B318BB" w:rsidP="00B318BB">
      <w:pPr>
        <w:pStyle w:val="Naslov1"/>
      </w:pPr>
      <w:bookmarkStart w:id="99" w:name="_Toc421618471"/>
      <w:bookmarkStart w:id="100" w:name="_Toc101519050"/>
      <w:bookmarkStart w:id="101" w:name="_Toc101789202"/>
      <w:r>
        <w:t>PRENAPETOSTNA ZAŠČITA PRIKLJUČKOV</w:t>
      </w:r>
      <w:bookmarkEnd w:id="99"/>
      <w:bookmarkEnd w:id="100"/>
      <w:bookmarkEnd w:id="101"/>
    </w:p>
    <w:p w:rsidR="00B318BB" w:rsidRDefault="00B318BB" w:rsidP="00B318BB">
      <w:pPr>
        <w:pStyle w:val="Naslov2"/>
      </w:pPr>
      <w:bookmarkStart w:id="102" w:name="_Toc421618472"/>
      <w:bookmarkStart w:id="103" w:name="_Toc101519051"/>
      <w:bookmarkStart w:id="104" w:name="_Toc101789203"/>
      <w:r>
        <w:t>NN priključki</w:t>
      </w:r>
      <w:bookmarkEnd w:id="102"/>
      <w:bookmarkEnd w:id="103"/>
      <w:bookmarkEnd w:id="104"/>
    </w:p>
    <w:p w:rsidR="00B318BB" w:rsidRDefault="00B318BB" w:rsidP="00B318BB">
      <w:r w:rsidRPr="00E40EC8">
        <w:t>Prenapetos</w:t>
      </w:r>
      <w:r>
        <w:t>tni odvodniki morajo ustrezati SIST EN standardom in Tipizaciji SODO T-10 NN omrežni prenapetostni odvodniki.</w:t>
      </w:r>
    </w:p>
    <w:p w:rsidR="00B318BB" w:rsidRDefault="00B318BB" w:rsidP="00B318BB">
      <w:pPr>
        <w:pStyle w:val="Naslov2"/>
      </w:pPr>
      <w:bookmarkStart w:id="105" w:name="_Toc421618473"/>
      <w:bookmarkStart w:id="106" w:name="_Toc101519052"/>
      <w:bookmarkStart w:id="107" w:name="_Toc101789204"/>
      <w:r>
        <w:t>SN priključki</w:t>
      </w:r>
      <w:bookmarkEnd w:id="105"/>
      <w:bookmarkEnd w:id="106"/>
      <w:bookmarkEnd w:id="107"/>
    </w:p>
    <w:p w:rsidR="00B318BB" w:rsidRDefault="00B318BB" w:rsidP="00B318BB">
      <w:r>
        <w:t>SN prenapetostni odvodniki</w:t>
      </w:r>
      <w:r w:rsidRPr="00E40EC8">
        <w:t>, ki ustrezajo SIST EN 60099-4, se namestijo v začetni in končni točki kabelskega SN priključka, če je ta izveden kot odcep od SN nadzemnega omrežja.</w:t>
      </w:r>
    </w:p>
    <w:p w:rsidR="00B318BB" w:rsidRPr="00E40EC8" w:rsidRDefault="00B318BB" w:rsidP="00B318BB"/>
    <w:p w:rsidR="00B318BB" w:rsidRDefault="00B318BB" w:rsidP="00B318BB">
      <w:r w:rsidRPr="00E40EC8">
        <w:t xml:space="preserve">Uporabijo se kovinsko oksidni odvodniki prenapetosti </w:t>
      </w:r>
      <w:r>
        <w:t>razreda DH</w:t>
      </w:r>
      <w:r w:rsidRPr="00E40EC8">
        <w:t xml:space="preserve"> ob upoštevanju parametrov obratovanja SN omrežja. Prenapetostni odvodnik mora biti priključen in ozemljen po najkrajši poti. Ozemljitvena upornost</w:t>
      </w:r>
      <w:r>
        <w:t xml:space="preserve"> ozemljila</w:t>
      </w:r>
      <w:r w:rsidRPr="00E40EC8">
        <w:t xml:space="preserve"> naj ne presega 5 </w:t>
      </w:r>
      <w:r w:rsidRPr="00E40EC8">
        <w:sym w:font="Symbol" w:char="F057"/>
      </w:r>
      <w:r w:rsidRPr="00E40EC8">
        <w:t xml:space="preserve"> oz. 10 </w:t>
      </w:r>
      <w:r w:rsidRPr="00E40EC8">
        <w:sym w:font="Symbol" w:char="F057"/>
      </w:r>
      <w:r w:rsidRPr="00E40EC8">
        <w:t xml:space="preserve"> v primeru visoke specifične upornosti tal. Vsak komplet PO mora imeti svojo ozemljitev, ki je del skupnega ozemljitvenega sestava.</w:t>
      </w:r>
    </w:p>
    <w:p w:rsidR="00B318BB" w:rsidRDefault="00B318BB" w:rsidP="00B318BB">
      <w:pPr>
        <w:pStyle w:val="Naslov1"/>
      </w:pPr>
      <w:bookmarkStart w:id="108" w:name="_Toc421618474"/>
      <w:bookmarkStart w:id="109" w:name="_Toc101519053"/>
      <w:bookmarkStart w:id="110" w:name="_Toc101789205"/>
      <w:r>
        <w:t>NN PRIKLJUČNE OMARICE</w:t>
      </w:r>
      <w:bookmarkEnd w:id="108"/>
      <w:bookmarkEnd w:id="109"/>
      <w:bookmarkEnd w:id="110"/>
    </w:p>
    <w:p w:rsidR="00B318BB" w:rsidRDefault="00B318BB" w:rsidP="00B318BB">
      <w:r w:rsidRPr="00582B0B">
        <w:t xml:space="preserve">Priključno merilna omarica je namenjena za montažo merilne opreme za obračun porabljene ali proizvedene električne energije pri uporabnikih sistema. Omarice se uporabljajo kot priključno merilne in v redkih primerih </w:t>
      </w:r>
      <w:r>
        <w:t xml:space="preserve">tudi </w:t>
      </w:r>
      <w:r w:rsidRPr="00582B0B">
        <w:t>kot razdelilne</w:t>
      </w:r>
      <w:r>
        <w:t xml:space="preserve"> (npr. PRMO)</w:t>
      </w:r>
      <w:r w:rsidRPr="00582B0B">
        <w:t>.</w:t>
      </w:r>
    </w:p>
    <w:p w:rsidR="00B318BB" w:rsidRDefault="00B318BB" w:rsidP="00B318BB"/>
    <w:p w:rsidR="00B318BB" w:rsidRPr="00582B0B" w:rsidRDefault="00B318BB" w:rsidP="00B318BB">
      <w:r w:rsidRPr="00582B0B">
        <w:lastRenderedPageBreak/>
        <w:t>Vse omarice se lahko vgradijo v elektroenergetsko omrežje le, če svojo kakovost in varno uporabo izkazujejo z atesti v skladu z uporabljenimi standardi in tehničnimi predpisi.</w:t>
      </w:r>
    </w:p>
    <w:p w:rsidR="00B318BB" w:rsidRDefault="00B318BB" w:rsidP="00B318BB">
      <w:pPr>
        <w:spacing w:after="120"/>
      </w:pPr>
    </w:p>
    <w:p w:rsidR="00B318BB" w:rsidRPr="00582B0B" w:rsidRDefault="00B318BB" w:rsidP="00B318BB">
      <w:pPr>
        <w:spacing w:after="200"/>
      </w:pPr>
      <w:r w:rsidRPr="00582B0B">
        <w:t xml:space="preserve">Priključne omarice </w:t>
      </w:r>
      <w:r>
        <w:t>delimo glede na</w:t>
      </w:r>
      <w:r w:rsidRPr="00582B0B">
        <w:t>:</w:t>
      </w:r>
    </w:p>
    <w:p w:rsidR="00B318BB" w:rsidRDefault="00B318BB" w:rsidP="00B318BB">
      <w:pPr>
        <w:numPr>
          <w:ilvl w:val="0"/>
          <w:numId w:val="12"/>
        </w:numPr>
      </w:pPr>
      <w:r>
        <w:t>vrsto materiala konstrukcije:</w:t>
      </w:r>
    </w:p>
    <w:p w:rsidR="00B318BB" w:rsidRDefault="00B318BB" w:rsidP="00B318BB">
      <w:pPr>
        <w:pStyle w:val="Odstavekseznama"/>
        <w:numPr>
          <w:ilvl w:val="2"/>
          <w:numId w:val="21"/>
        </w:numPr>
      </w:pPr>
      <w:r>
        <w:t>iz umetnih materialov,</w:t>
      </w:r>
    </w:p>
    <w:p w:rsidR="00B318BB" w:rsidRPr="00582B0B" w:rsidRDefault="00B318BB" w:rsidP="00B318BB">
      <w:pPr>
        <w:pStyle w:val="Odstavekseznama"/>
        <w:numPr>
          <w:ilvl w:val="2"/>
          <w:numId w:val="21"/>
        </w:numPr>
      </w:pPr>
      <w:r w:rsidRPr="00582B0B">
        <w:t>kovinske</w:t>
      </w:r>
      <w:r>
        <w:t>,</w:t>
      </w:r>
    </w:p>
    <w:p w:rsidR="00B318BB" w:rsidRDefault="00B318BB" w:rsidP="00B318BB">
      <w:pPr>
        <w:numPr>
          <w:ilvl w:val="0"/>
          <w:numId w:val="12"/>
        </w:numPr>
      </w:pPr>
      <w:r>
        <w:t>način vgradnje:</w:t>
      </w:r>
    </w:p>
    <w:p w:rsidR="00B318BB" w:rsidRDefault="00B318BB" w:rsidP="00B318BB">
      <w:pPr>
        <w:pStyle w:val="Odstavekseznama"/>
        <w:numPr>
          <w:ilvl w:val="2"/>
          <w:numId w:val="21"/>
        </w:numPr>
      </w:pPr>
      <w:r>
        <w:t>p</w:t>
      </w:r>
      <w:r w:rsidRPr="00582B0B">
        <w:t>rostostoječe</w:t>
      </w:r>
      <w:r>
        <w:t>,</w:t>
      </w:r>
    </w:p>
    <w:p w:rsidR="00B318BB" w:rsidRPr="00582B0B" w:rsidRDefault="00B318BB" w:rsidP="00B318BB">
      <w:pPr>
        <w:pStyle w:val="Odstavekseznama"/>
        <w:numPr>
          <w:ilvl w:val="2"/>
          <w:numId w:val="21"/>
        </w:numPr>
      </w:pPr>
      <w:r w:rsidRPr="00582B0B">
        <w:t>za vgradnjo</w:t>
      </w:r>
      <w:r>
        <w:t>,</w:t>
      </w:r>
    </w:p>
    <w:p w:rsidR="00B318BB" w:rsidRPr="00656841" w:rsidRDefault="00B318BB" w:rsidP="00B318BB">
      <w:pPr>
        <w:numPr>
          <w:ilvl w:val="0"/>
          <w:numId w:val="12"/>
        </w:numPr>
      </w:pPr>
      <w:r>
        <w:t>lokacijo vgradnje:</w:t>
      </w:r>
    </w:p>
    <w:p w:rsidR="00B318BB" w:rsidRPr="00656841" w:rsidRDefault="00B318BB" w:rsidP="00B318BB">
      <w:pPr>
        <w:pStyle w:val="Odstavekseznama"/>
        <w:numPr>
          <w:ilvl w:val="2"/>
          <w:numId w:val="21"/>
        </w:numPr>
      </w:pPr>
      <w:r>
        <w:t>z</w:t>
      </w:r>
      <w:r w:rsidRPr="00582B0B">
        <w:t xml:space="preserve">a zunanjo montažo, </w:t>
      </w:r>
    </w:p>
    <w:p w:rsidR="00B318BB" w:rsidRPr="00145B7A" w:rsidRDefault="00B318BB" w:rsidP="00B318BB">
      <w:pPr>
        <w:pStyle w:val="Odstavekseznama"/>
        <w:numPr>
          <w:ilvl w:val="2"/>
          <w:numId w:val="21"/>
        </w:numPr>
      </w:pPr>
      <w:r w:rsidRPr="00582B0B">
        <w:t>za notranjo montažo.</w:t>
      </w:r>
    </w:p>
    <w:p w:rsidR="00B318BB" w:rsidRDefault="00B318BB" w:rsidP="00B318BB">
      <w:pPr>
        <w:pStyle w:val="Naslov2"/>
      </w:pPr>
      <w:bookmarkStart w:id="111" w:name="_Toc421618475"/>
      <w:bookmarkStart w:id="112" w:name="_Toc101519054"/>
      <w:bookmarkStart w:id="113" w:name="_Toc101789206"/>
      <w:r>
        <w:t>Opis konstrukcije in tehnične karakteristike</w:t>
      </w:r>
      <w:bookmarkEnd w:id="111"/>
      <w:bookmarkEnd w:id="112"/>
      <w:bookmarkEnd w:id="113"/>
    </w:p>
    <w:p w:rsidR="00B318BB" w:rsidRDefault="00B318BB" w:rsidP="00B318BB">
      <w:pPr>
        <w:pStyle w:val="Naslov3"/>
      </w:pPr>
      <w:bookmarkStart w:id="114" w:name="_Toc101519055"/>
      <w:bookmarkStart w:id="115" w:name="_Toc101789207"/>
      <w:r>
        <w:t>Omarice iz umetnih materialov</w:t>
      </w:r>
      <w:bookmarkEnd w:id="114"/>
      <w:bookmarkEnd w:id="115"/>
    </w:p>
    <w:p w:rsidR="00B318BB" w:rsidRDefault="00B318BB" w:rsidP="00B318BB">
      <w:r>
        <w:t>Omarice iz umetnih materialov so lahko izdelane iz polikarbonata ali armiranega poliestra, ki zagotavljajo trdnost, togost, žilavost in so odporni na staranje. Material mora biti negorljiv ali slabo gorljiv (</w:t>
      </w:r>
      <w:proofErr w:type="spellStart"/>
      <w:r>
        <w:t>samougasljiv</w:t>
      </w:r>
      <w:proofErr w:type="spellEnd"/>
      <w:r>
        <w:t>), razreda gorljivosti HB40 po SIST EN 60695-11-10, odporen na UV sevanje in vremenske vplive. Odporen mora biti na vlago in korozijo (sol).</w:t>
      </w:r>
    </w:p>
    <w:p w:rsidR="00B318BB" w:rsidRDefault="00B318BB" w:rsidP="00B318BB"/>
    <w:p w:rsidR="00B318BB" w:rsidRDefault="00B318BB" w:rsidP="00B318BB">
      <w:r>
        <w:t>Omarica mora skupaj z opremo izpolnjevati pogoje zaščitnega razreda II po SIST IEC 60364-4-41.</w:t>
      </w:r>
    </w:p>
    <w:p w:rsidR="00B318BB" w:rsidRDefault="00B318BB" w:rsidP="00B318BB"/>
    <w:p w:rsidR="00B318BB" w:rsidRDefault="00B318BB" w:rsidP="00B318BB">
      <w:r w:rsidRPr="00883A81">
        <w:t>Celotno ohišje omarice mora zagotavljati udarno žilavost in upogibno trdnost pri temperaturi okolice do -20 °C z minimalno stopnjo IK10 po SIST EN 62262.</w:t>
      </w:r>
    </w:p>
    <w:p w:rsidR="00B318BB" w:rsidRDefault="00B318BB" w:rsidP="00B318BB"/>
    <w:p w:rsidR="00B318BB" w:rsidRDefault="00B318BB" w:rsidP="00B318BB">
      <w:r w:rsidRPr="00883A81">
        <w:t>Zunanja površina omarice in vrat mora biti gladka, UV odporna in časovno obstojna ter odporna prot</w:t>
      </w:r>
      <w:r>
        <w:t>i</w:t>
      </w:r>
      <w:r w:rsidRPr="00883A81">
        <w:t xml:space="preserve"> temperaturam od -25 °C do +60 °C. Zaradi vremenskih vplivov in staranja se ne sme luščiti vrhnji sloj omaric ter iz površine ne smejo izstopati ali postajati vidna steklena vlakna. Na ohišju omaric ne sme biti neobdelanih ostrih robov (npr. na robovih strehic ali izrezih za števčna okenca). </w:t>
      </w:r>
      <w:r>
        <w:t>B</w:t>
      </w:r>
      <w:r w:rsidRPr="00883A81">
        <w:t>arva omaric je primarno</w:t>
      </w:r>
      <w:r>
        <w:t xml:space="preserve"> v svetlosivih </w:t>
      </w:r>
      <w:r w:rsidRPr="00883A81">
        <w:t>RAL 70</w:t>
      </w:r>
      <w:r>
        <w:t xml:space="preserve">xx odtenkih (npr. </w:t>
      </w:r>
      <w:r w:rsidRPr="00883A81">
        <w:t>RAL 7035</w:t>
      </w:r>
      <w:r>
        <w:t>)</w:t>
      </w:r>
      <w:r w:rsidRPr="00883A81">
        <w:t>.</w:t>
      </w:r>
    </w:p>
    <w:p w:rsidR="00B318BB" w:rsidRDefault="00B318BB" w:rsidP="00B318BB"/>
    <w:p w:rsidR="00B318BB" w:rsidRDefault="00B318BB" w:rsidP="00B318BB">
      <w:r w:rsidRPr="00883A81">
        <w:t xml:space="preserve">Stopnja zaščite omarice pred dostopom zunanjih trdih teles in vode ter dostopom do nevarnih delov mora biti </w:t>
      </w:r>
      <w:r>
        <w:t xml:space="preserve">najmanj </w:t>
      </w:r>
      <w:r w:rsidRPr="00883A81">
        <w:t>IP43</w:t>
      </w:r>
      <w:r>
        <w:t xml:space="preserve"> ob prometnih poteh</w:t>
      </w:r>
      <w:r w:rsidRPr="00883A81">
        <w:t xml:space="preserve"> IP 44</w:t>
      </w:r>
      <w:r>
        <w:t xml:space="preserve"> po SIST EN 60529.</w:t>
      </w:r>
    </w:p>
    <w:p w:rsidR="00B318BB" w:rsidRDefault="00B318BB" w:rsidP="00B318BB"/>
    <w:p w:rsidR="00B318BB" w:rsidRDefault="00B318BB" w:rsidP="00B318BB">
      <w:r w:rsidRPr="00883A81">
        <w:t>Zahtevan</w:t>
      </w:r>
      <w:r>
        <w:t>i</w:t>
      </w:r>
      <w:r w:rsidRPr="00883A81">
        <w:t xml:space="preserve"> stopn</w:t>
      </w:r>
      <w:r>
        <w:t xml:space="preserve">ji </w:t>
      </w:r>
      <w:r w:rsidRPr="00883A81">
        <w:t>mora</w:t>
      </w:r>
      <w:r>
        <w:t>ta</w:t>
      </w:r>
      <w:r w:rsidRPr="00883A81">
        <w:t xml:space="preserve"> biti dosežen</w:t>
      </w:r>
      <w:r>
        <w:t>i</w:t>
      </w:r>
      <w:r w:rsidRPr="00883A81">
        <w:t xml:space="preserve"> </w:t>
      </w:r>
      <w:r>
        <w:t xml:space="preserve">brez </w:t>
      </w:r>
      <w:r w:rsidRPr="00883A81">
        <w:t>tesnil na okvirj</w:t>
      </w:r>
      <w:r>
        <w:t>ih</w:t>
      </w:r>
      <w:r w:rsidRPr="00883A81">
        <w:t xml:space="preserve"> vrat omarice ali vrat</w:t>
      </w:r>
      <w:r>
        <w:t>ih.</w:t>
      </w:r>
    </w:p>
    <w:p w:rsidR="00B318BB" w:rsidRDefault="00B318BB" w:rsidP="00B318BB"/>
    <w:p w:rsidR="00B318BB" w:rsidRDefault="00B318BB" w:rsidP="00B318BB">
      <w:r>
        <w:t xml:space="preserve">V primeru uporabe omaric z višjo stopnjo IP morajo imeti omarice zračnike, ki omogočajo kroženje zraka, </w:t>
      </w:r>
      <w:r w:rsidRPr="00AE0960">
        <w:t>pri čemer mora IP zaščita omarice ostati nespremenjena</w:t>
      </w:r>
      <w:r>
        <w:t>.</w:t>
      </w:r>
    </w:p>
    <w:p w:rsidR="00B318BB" w:rsidRDefault="00B318BB" w:rsidP="00B318BB"/>
    <w:p w:rsidR="00B318BB" w:rsidRDefault="00B318BB" w:rsidP="00B318BB">
      <w:r>
        <w:t>Mehanizem za zapiranje vrat mora zagotavljati tritočkovni zapah. Mehanizem zapaha</w:t>
      </w:r>
      <w:r w:rsidRPr="0082656E">
        <w:t xml:space="preserve"> </w:t>
      </w:r>
      <w:r>
        <w:t xml:space="preserve">mora </w:t>
      </w:r>
      <w:r w:rsidRPr="0082656E">
        <w:t>omogočati</w:t>
      </w:r>
      <w:r>
        <w:t xml:space="preserve"> vstavljanje cilindričnega vložka distribucijskega operaterja ali pogodbenega izvajalca, </w:t>
      </w:r>
      <w:r w:rsidRPr="00AE0960">
        <w:t>pri čemer mora IP zaščita omarice ostati nespremenjena.</w:t>
      </w:r>
    </w:p>
    <w:p w:rsidR="00B318BB" w:rsidRDefault="00B318BB" w:rsidP="00B318BB"/>
    <w:p w:rsidR="00B318BB" w:rsidRDefault="00B318BB" w:rsidP="00B318BB">
      <w:r>
        <w:t>Vrata se morajo odpirati v levo ali desno stran. Tečaji vrat naj bodo take izvedbe, da</w:t>
      </w:r>
      <w:r w:rsidRPr="00FC47ED">
        <w:t xml:space="preserve"> jih v zaprtem stanju ni možno sneti</w:t>
      </w:r>
      <w:r>
        <w:t>.</w:t>
      </w:r>
    </w:p>
    <w:p w:rsidR="00B318BB" w:rsidRDefault="00B318BB" w:rsidP="00B318BB"/>
    <w:p w:rsidR="00B318BB" w:rsidRDefault="00B318BB" w:rsidP="00B318BB">
      <w:r>
        <w:t>Na vratih pod okenci mora biti prostor za namestitev tipke za vklop tarifnega odklopnika števca.</w:t>
      </w:r>
    </w:p>
    <w:p w:rsidR="00B318BB" w:rsidRDefault="00B318BB" w:rsidP="00B318BB"/>
    <w:p w:rsidR="00B318BB" w:rsidRDefault="00B318BB" w:rsidP="00B318BB">
      <w:r>
        <w:t>Vsi deli pod napetostjo morajo biti zaščiteni pred električnim udarom v skladu z veljavnimi predpisi. Kovinski deli, ki normalno niso pod napetostjo, morajo imeti vijak za priključitev zaščitnega vodnika.</w:t>
      </w:r>
    </w:p>
    <w:p w:rsidR="00B318BB" w:rsidRDefault="00B318BB" w:rsidP="00B318BB"/>
    <w:p w:rsidR="00B318BB" w:rsidRDefault="00B318BB" w:rsidP="00B318BB">
      <w:r>
        <w:t>Ohišje prostostoječih ali vgradnih omaric je lahko sestavljeno iz dveh delov ali enodelno, vendar mora biti izvedena mehanska ločitev med priključnim in merilnim delom omarice.</w:t>
      </w:r>
    </w:p>
    <w:p w:rsidR="00B318BB" w:rsidRDefault="00B318BB" w:rsidP="00B318BB"/>
    <w:p w:rsidR="00B318BB" w:rsidRDefault="00B318BB" w:rsidP="00B318BB">
      <w:r>
        <w:t xml:space="preserve">Merilni del omarice mora omogočati vidno kontrolo števca in krmilne naprave pri zaprtih vratih. Vrata morajo dopuščati možnost za vgradnjo okna iz prozornega polikarbonata ali podobno obstojnega materiala, dimenzij najmanj </w:t>
      </w:r>
      <w:r w:rsidRPr="0082656E">
        <w:t>1</w:t>
      </w:r>
      <w:r>
        <w:t>7</w:t>
      </w:r>
      <w:r w:rsidRPr="0082656E">
        <w:t>0</w:t>
      </w:r>
      <w:r>
        <w:t xml:space="preserve"> × 120</w:t>
      </w:r>
      <w:r w:rsidRPr="0082656E">
        <w:t xml:space="preserve"> mm</w:t>
      </w:r>
      <w:r>
        <w:t xml:space="preserve"> (V×Š) in debeline 1,5 mm,</w:t>
      </w:r>
      <w:r w:rsidRPr="0082656E">
        <w:t xml:space="preserve"> pri čemer mora IP zaščita</w:t>
      </w:r>
      <w:r>
        <w:t xml:space="preserve"> omarice</w:t>
      </w:r>
      <w:r w:rsidRPr="0082656E">
        <w:t xml:space="preserve"> ostati nespremenjena.</w:t>
      </w:r>
    </w:p>
    <w:p w:rsidR="00B318BB" w:rsidRDefault="00B318BB" w:rsidP="00B318BB"/>
    <w:p w:rsidR="00B318BB" w:rsidRDefault="00B318BB" w:rsidP="00B318BB">
      <w:r w:rsidRPr="00645012">
        <w:t>Sprednja stran omare mora imeti znak proizvajalca, podatke o letu proizvodnje in znak za nevarnost električnega udara z navedbo uporabljenih zaščitnih ukrepov pred previsoko napetostjo dotika.</w:t>
      </w:r>
    </w:p>
    <w:p w:rsidR="00B318BB" w:rsidRDefault="00B318BB" w:rsidP="00B318BB"/>
    <w:p w:rsidR="00B318BB" w:rsidRDefault="00B318BB" w:rsidP="00B318BB">
      <w:pPr>
        <w:spacing w:after="200"/>
      </w:pPr>
      <w:r w:rsidRPr="00645012">
        <w:t xml:space="preserve">Oznake na notranji strani omaric morajo imeti najmanj naslednje </w:t>
      </w:r>
      <w:r>
        <w:t>podatke:</w:t>
      </w:r>
    </w:p>
    <w:p w:rsidR="00B318BB" w:rsidRPr="009A08E4" w:rsidRDefault="00B318BB" w:rsidP="00B318BB">
      <w:pPr>
        <w:pStyle w:val="Odstavekseznama"/>
        <w:numPr>
          <w:ilvl w:val="0"/>
          <w:numId w:val="36"/>
        </w:numPr>
        <w:rPr>
          <w:bCs/>
          <w:shd w:val="clear" w:color="auto" w:fill="FFFFFF"/>
        </w:rPr>
      </w:pPr>
      <w:r>
        <w:rPr>
          <w:bCs/>
          <w:shd w:val="clear" w:color="auto" w:fill="FFFFFF"/>
        </w:rPr>
        <w:t>tip,</w:t>
      </w:r>
    </w:p>
    <w:p w:rsidR="00B318BB" w:rsidRPr="009A08E4" w:rsidRDefault="00B318BB" w:rsidP="00B318BB">
      <w:pPr>
        <w:pStyle w:val="Odstavekseznama"/>
        <w:numPr>
          <w:ilvl w:val="0"/>
          <w:numId w:val="36"/>
        </w:numPr>
        <w:rPr>
          <w:bCs/>
          <w:shd w:val="clear" w:color="auto" w:fill="FFFFFF"/>
        </w:rPr>
      </w:pPr>
      <w:r>
        <w:rPr>
          <w:bCs/>
          <w:shd w:val="clear" w:color="auto" w:fill="FFFFFF"/>
        </w:rPr>
        <w:t>standard,</w:t>
      </w:r>
    </w:p>
    <w:p w:rsidR="00B318BB" w:rsidRPr="009A08E4" w:rsidRDefault="00B318BB" w:rsidP="00B318BB">
      <w:pPr>
        <w:pStyle w:val="Odstavekseznama"/>
        <w:numPr>
          <w:ilvl w:val="0"/>
          <w:numId w:val="36"/>
        </w:numPr>
        <w:rPr>
          <w:bCs/>
          <w:shd w:val="clear" w:color="auto" w:fill="FFFFFF"/>
        </w:rPr>
      </w:pPr>
      <w:r>
        <w:rPr>
          <w:bCs/>
          <w:shd w:val="clear" w:color="auto" w:fill="FFFFFF"/>
        </w:rPr>
        <w:t>stopnjo zaščite IP,</w:t>
      </w:r>
    </w:p>
    <w:p w:rsidR="00B318BB" w:rsidRPr="009A08E4" w:rsidRDefault="00B318BB" w:rsidP="00B318BB">
      <w:pPr>
        <w:pStyle w:val="Odstavekseznama"/>
        <w:numPr>
          <w:ilvl w:val="0"/>
          <w:numId w:val="36"/>
        </w:numPr>
        <w:rPr>
          <w:bCs/>
          <w:shd w:val="clear" w:color="auto" w:fill="FFFFFF"/>
        </w:rPr>
      </w:pPr>
      <w:r w:rsidRPr="009A08E4">
        <w:rPr>
          <w:bCs/>
          <w:shd w:val="clear" w:color="auto" w:fill="FFFFFF"/>
        </w:rPr>
        <w:t>znak z</w:t>
      </w:r>
      <w:r>
        <w:rPr>
          <w:bCs/>
          <w:shd w:val="clear" w:color="auto" w:fill="FFFFFF"/>
        </w:rPr>
        <w:t>a dvojno oz. ojačeno izolacijo,</w:t>
      </w:r>
    </w:p>
    <w:p w:rsidR="00B318BB" w:rsidRDefault="00B318BB" w:rsidP="00B318BB">
      <w:pPr>
        <w:pStyle w:val="Odstavekseznama"/>
        <w:numPr>
          <w:ilvl w:val="0"/>
          <w:numId w:val="36"/>
        </w:numPr>
        <w:rPr>
          <w:bCs/>
          <w:shd w:val="clear" w:color="auto" w:fill="FFFFFF"/>
        </w:rPr>
      </w:pPr>
      <w:r w:rsidRPr="009A08E4">
        <w:rPr>
          <w:bCs/>
          <w:shd w:val="clear" w:color="auto" w:fill="FFFFFF"/>
        </w:rPr>
        <w:t>CE znak in</w:t>
      </w:r>
    </w:p>
    <w:p w:rsidR="00B318BB" w:rsidRPr="009A08E4" w:rsidRDefault="00B318BB" w:rsidP="00B318BB">
      <w:pPr>
        <w:pStyle w:val="Odstavekseznama"/>
        <w:numPr>
          <w:ilvl w:val="0"/>
          <w:numId w:val="36"/>
        </w:numPr>
        <w:rPr>
          <w:bCs/>
          <w:shd w:val="clear" w:color="auto" w:fill="FFFFFF"/>
        </w:rPr>
      </w:pPr>
      <w:r w:rsidRPr="00645012">
        <w:t>naziv ali drugo nedvoumno oznako proizvajalca</w:t>
      </w:r>
      <w:r>
        <w:t>.</w:t>
      </w:r>
    </w:p>
    <w:p w:rsidR="00B318BB" w:rsidRDefault="00B318BB" w:rsidP="00B318BB">
      <w:r>
        <w:t xml:space="preserve">Oznake </w:t>
      </w:r>
      <w:r w:rsidRPr="00645012">
        <w:t>morajo biti kvalitetno izvedene, trajne in termično odporne.</w:t>
      </w:r>
    </w:p>
    <w:p w:rsidR="00B318BB" w:rsidRDefault="00B318BB" w:rsidP="00B318BB"/>
    <w:p w:rsidR="00B318BB" w:rsidRDefault="00B318BB" w:rsidP="00B318BB">
      <w:r w:rsidRPr="003F526E">
        <w:t xml:space="preserve">Na notranji strani vrat omaric mora biti nameščen žep za hrambo dokumentacije, ki mora omogočati vložitev le-te </w:t>
      </w:r>
      <w:r>
        <w:t xml:space="preserve">v </w:t>
      </w:r>
      <w:r w:rsidRPr="003F526E">
        <w:t>velikosti najmanj A4 pokončno brez prepogibanja. Žep mora biti najmanj širine 230 mm, višine 210 mm in globine 30 mm, ter mora biti nameščen na vrata omaric brez mehanskih poškodb le-teh (</w:t>
      </w:r>
      <w:r>
        <w:t xml:space="preserve">npr. </w:t>
      </w:r>
      <w:r w:rsidRPr="003F526E">
        <w:t>br</w:t>
      </w:r>
      <w:r>
        <w:t>ez vrtanja ali uporabe vijakov,</w:t>
      </w:r>
      <w:r w:rsidRPr="003F526E">
        <w:t>…).</w:t>
      </w:r>
    </w:p>
    <w:p w:rsidR="00B318BB" w:rsidRDefault="00B318BB" w:rsidP="00B318BB"/>
    <w:p w:rsidR="00B318BB" w:rsidRDefault="00B318BB" w:rsidP="00B318BB">
      <w:r>
        <w:t>Omarice, ki so namenjene več kot enemu merilnemu mestu, morajo imeti vgrajeno enako število okenc kot je univerzalnih števčnih plošč ali predvidenih mest za namestitev števcev.</w:t>
      </w:r>
    </w:p>
    <w:p w:rsidR="00B318BB" w:rsidRDefault="00B318BB" w:rsidP="00B318BB"/>
    <w:p w:rsidR="00B318BB" w:rsidRDefault="00B318BB" w:rsidP="00B318BB">
      <w:r>
        <w:t>Na dnu omarice za vgradnjo mora biti odprtina v priključnem delu taka, da omogoča montažo dveh cevi Φ 110mm.</w:t>
      </w:r>
    </w:p>
    <w:p w:rsidR="00B318BB" w:rsidRDefault="00B318BB" w:rsidP="00B318BB"/>
    <w:p w:rsidR="00B318BB" w:rsidRDefault="00B318BB" w:rsidP="00B318BB">
      <w:r>
        <w:t>Prostor za ožičenje za montažno ali števčno ploščo mora biti najmanj 3 cm.</w:t>
      </w:r>
    </w:p>
    <w:p w:rsidR="00B318BB" w:rsidRDefault="00B318BB" w:rsidP="00B318BB"/>
    <w:p w:rsidR="00B318BB" w:rsidRDefault="00B318BB" w:rsidP="00B318BB">
      <w:r w:rsidRPr="00F12838">
        <w:t xml:space="preserve">Merilna oprema v merilni omarici mora biti nameščena tako, da je omogočena hitra in varna menjava posameznih elementov. Merilna omarica za direktno priključitev mora biti izvedena tako, da je priključno zaščitni del omarice ločen </w:t>
      </w:r>
      <w:r>
        <w:t>z</w:t>
      </w:r>
      <w:r w:rsidRPr="00F12838">
        <w:t xml:space="preserve"> mehansko pregrado od merilnega dela omarice.</w:t>
      </w:r>
      <w:r>
        <w:t xml:space="preserve"> Pregrada mora omogočati prehod celotnega ožičenja med priključnim in merilnim delom (npr. reža širine 1 cm v celotni širini pregrade oz. ustrezno število izvrtin najmanj Φ32 mm).</w:t>
      </w:r>
    </w:p>
    <w:p w:rsidR="00B318BB" w:rsidRDefault="00B318BB" w:rsidP="00B318BB"/>
    <w:p w:rsidR="00B318BB" w:rsidRDefault="00B318BB" w:rsidP="00B318BB">
      <w:r>
        <w:t>V omarici ali delu omarice, ki je predviden za merilni del, se lahko vgradi samo števec s komunikacijsko opremo.</w:t>
      </w:r>
    </w:p>
    <w:p w:rsidR="00B318BB" w:rsidRDefault="00B318BB" w:rsidP="00B318BB"/>
    <w:p w:rsidR="00B318BB" w:rsidRDefault="00B318BB" w:rsidP="00B318BB">
      <w:r>
        <w:t>Priključni del vsebuje elemente za priključitev vodov in varovalne ter krmilne elemente.</w:t>
      </w:r>
    </w:p>
    <w:p w:rsidR="00B318BB" w:rsidRDefault="00B318BB" w:rsidP="00B318BB"/>
    <w:p w:rsidR="00B318BB" w:rsidRDefault="00B318BB" w:rsidP="00B318BB">
      <w:r>
        <w:t>Distribucijski priključni vod lahko vstopi in izstopi samo v priključnem delu.</w:t>
      </w:r>
    </w:p>
    <w:p w:rsidR="00B318BB" w:rsidRDefault="00B318BB" w:rsidP="00B318BB"/>
    <w:p w:rsidR="00B318BB" w:rsidRDefault="00B318BB" w:rsidP="00B318BB">
      <w:r>
        <w:t xml:space="preserve">Merilne omarice morajo biti takih dimenzij, da je vanje možno namestiti vso potrebno merilno opremo, vključno s priključkom na omrežje, kot je predpisano v Soglasju za priključitev (glej poglavji </w:t>
      </w:r>
      <w:r>
        <w:fldChar w:fldCharType="begin"/>
      </w:r>
      <w:r>
        <w:instrText xml:space="preserve"> REF _Ref99626299 \r \h </w:instrText>
      </w:r>
      <w:r>
        <w:fldChar w:fldCharType="separate"/>
      </w:r>
      <w:r>
        <w:t>7.2</w:t>
      </w:r>
      <w:r>
        <w:fldChar w:fldCharType="end"/>
      </w:r>
      <w:r>
        <w:t xml:space="preserve"> in </w:t>
      </w:r>
      <w:r>
        <w:fldChar w:fldCharType="begin"/>
      </w:r>
      <w:r>
        <w:instrText xml:space="preserve"> REF _Ref99626306 \r \h </w:instrText>
      </w:r>
      <w:r>
        <w:fldChar w:fldCharType="separate"/>
      </w:r>
      <w:r>
        <w:t>7.3</w:t>
      </w:r>
      <w:r>
        <w:fldChar w:fldCharType="end"/>
      </w:r>
      <w:r>
        <w:t>).</w:t>
      </w:r>
    </w:p>
    <w:p w:rsidR="00B318BB" w:rsidRDefault="00B318BB" w:rsidP="00B318BB">
      <w:pPr>
        <w:pStyle w:val="Naslov3"/>
      </w:pPr>
      <w:bookmarkStart w:id="116" w:name="_Toc421618477"/>
      <w:bookmarkStart w:id="117" w:name="_Toc101519056"/>
      <w:bookmarkStart w:id="118" w:name="_Toc101789208"/>
      <w:r w:rsidRPr="00746C46">
        <w:t>Kovinske</w:t>
      </w:r>
      <w:r>
        <w:t xml:space="preserve"> omarice</w:t>
      </w:r>
      <w:bookmarkEnd w:id="116"/>
      <w:bookmarkEnd w:id="117"/>
      <w:bookmarkEnd w:id="118"/>
    </w:p>
    <w:p w:rsidR="00B318BB" w:rsidRDefault="00B318BB" w:rsidP="00B318BB">
      <w:r>
        <w:t xml:space="preserve">Kovinske omarice se izjemoma uporabljajo na lokacijah, kjer uporaba merilnih omaric iz umetne mase ni možna iz prostorskih, mehanskih ali </w:t>
      </w:r>
      <w:proofErr w:type="spellStart"/>
      <w:r>
        <w:t>okoljskih</w:t>
      </w:r>
      <w:proofErr w:type="spellEnd"/>
      <w:r>
        <w:t xml:space="preserve"> razlogov.</w:t>
      </w:r>
    </w:p>
    <w:p w:rsidR="00B318BB" w:rsidRDefault="00B318BB" w:rsidP="00B318BB">
      <w:r>
        <w:lastRenderedPageBreak/>
        <w:t>Priključno merilne omarice v kovinski izvedbi je dovoljeno uporabiti samo v NN omrežjih, ki izpolnjujejo pogoje obratovanja v sistemu TN.</w:t>
      </w:r>
    </w:p>
    <w:p w:rsidR="00B318BB" w:rsidRDefault="00B318BB" w:rsidP="00B318BB"/>
    <w:p w:rsidR="00B318BB" w:rsidRDefault="00B318BB" w:rsidP="00B318BB">
      <w:r>
        <w:t>Izdelane so iz nerjavne pločevine upoštevajoč izpostavljenost lokacije (npr. morska obala), minimalne debeline 1 mm.</w:t>
      </w:r>
    </w:p>
    <w:p w:rsidR="00B318BB" w:rsidRPr="00FA7959" w:rsidRDefault="00B318BB" w:rsidP="00B318BB"/>
    <w:p w:rsidR="00B318BB" w:rsidRDefault="00B318BB" w:rsidP="00B318BB">
      <w:r>
        <w:t>Stopnja zaščite omarice pred dostopom zunanjih trdih teles in vode ter dostopom do nevarnih delov mora biti najmanj IP43 ob prometnih poteh IP 44 po SIST EN 60529.</w:t>
      </w:r>
    </w:p>
    <w:p w:rsidR="00B318BB" w:rsidRDefault="00B318BB" w:rsidP="00B318BB"/>
    <w:p w:rsidR="00B318BB" w:rsidRDefault="00B318BB" w:rsidP="00B318BB">
      <w:r>
        <w:t>Zahtevani stopnji morata biti doseženi brez tesnil na okvirjih vrat omarice ali vratih.</w:t>
      </w:r>
    </w:p>
    <w:p w:rsidR="00B318BB" w:rsidRDefault="00B318BB" w:rsidP="00B318BB">
      <w:pPr>
        <w:rPr>
          <w:highlight w:val="yellow"/>
        </w:rPr>
      </w:pPr>
    </w:p>
    <w:p w:rsidR="00B318BB" w:rsidRDefault="00B318BB" w:rsidP="00B318BB">
      <w:r w:rsidRPr="00685BD7">
        <w:t>Omarica mora zagotavljati stopnjo zaščite pred mehanskimi udarci IK10 po standardu SIST EN 62262.</w:t>
      </w:r>
    </w:p>
    <w:p w:rsidR="00B318BB" w:rsidRPr="00FA7959" w:rsidRDefault="00B318BB" w:rsidP="00B318BB"/>
    <w:p w:rsidR="00B318BB" w:rsidRDefault="00B318BB" w:rsidP="00B318BB">
      <w:r>
        <w:t>Noben del omarice ne sme biti iz galvansko cinkane pločevine.</w:t>
      </w:r>
    </w:p>
    <w:p w:rsidR="00B318BB" w:rsidRDefault="00B318BB" w:rsidP="00B318BB"/>
    <w:p w:rsidR="00B318BB" w:rsidRDefault="00B318BB" w:rsidP="00B318BB">
      <w:r>
        <w:t>Vsi deli pod napetostjo morajo biti zaščiteni pred električnim udarom v skladu z veljavnimi predpisi. Kovinski deli, ki normalno niso pod napetostjo, morajo imeti vijak za priključitev zaščitnega vodnika.</w:t>
      </w:r>
    </w:p>
    <w:p w:rsidR="00B318BB" w:rsidRDefault="00B318BB" w:rsidP="00B318BB"/>
    <w:p w:rsidR="00B318BB" w:rsidRDefault="00B318BB" w:rsidP="00B318BB">
      <w:r>
        <w:t xml:space="preserve">Kovinska omarica mora biti izdelana in vgrajena tako, da v večji meri preprečuje nastajanje kondenzata oziroma le-ta ne sme kvarno vplivati na vgrajeno opremo. Preprečiti je potrebno vdor vlage iz tal (izvesti </w:t>
      </w:r>
      <w:proofErr w:type="spellStart"/>
      <w:r>
        <w:t>paronepropustno</w:t>
      </w:r>
      <w:proofErr w:type="spellEnd"/>
      <w:r>
        <w:t xml:space="preserve"> zaporo). Priporočljivo je tudi, da se streha omarice z notranje strani izvede s proti </w:t>
      </w:r>
      <w:proofErr w:type="spellStart"/>
      <w:r>
        <w:t>kondenzatnim</w:t>
      </w:r>
      <w:proofErr w:type="spellEnd"/>
      <w:r>
        <w:t xml:space="preserve"> premazom.</w:t>
      </w:r>
    </w:p>
    <w:p w:rsidR="00B318BB" w:rsidRDefault="00B318BB" w:rsidP="00B318BB"/>
    <w:p w:rsidR="00B318BB" w:rsidRDefault="00B318BB" w:rsidP="00B318BB">
      <w:r>
        <w:t>Vse ostale konstrukcijske zahteve so enake zahtevam za priključno merilne omarice v izolirani izvedbi.</w:t>
      </w:r>
    </w:p>
    <w:p w:rsidR="00B318BB" w:rsidRDefault="00B318BB" w:rsidP="00B318BB">
      <w:pPr>
        <w:pStyle w:val="Naslov2"/>
      </w:pPr>
      <w:bookmarkStart w:id="119" w:name="_Toc421618478"/>
      <w:bookmarkStart w:id="120" w:name="_Ref99626299"/>
      <w:bookmarkStart w:id="121" w:name="_Toc101519057"/>
      <w:bookmarkStart w:id="122" w:name="_Toc101789209"/>
      <w:r>
        <w:t>Minimalne svetle (notranje) dimenzije priključnih omaric za vgradnjo</w:t>
      </w:r>
      <w:bookmarkEnd w:id="119"/>
      <w:bookmarkEnd w:id="120"/>
      <w:bookmarkEnd w:id="121"/>
      <w:bookmarkEnd w:id="122"/>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 xml:space="preserve">1-2 merilni mesti: </w:t>
      </w:r>
      <w:r>
        <w:rPr>
          <w:bCs/>
          <w:shd w:val="clear" w:color="auto" w:fill="FFFFFF"/>
        </w:rPr>
        <w:tab/>
      </w:r>
      <w:r w:rsidRPr="00D11FC5">
        <w:rPr>
          <w:bCs/>
          <w:shd w:val="clear" w:color="auto" w:fill="FFFFFF"/>
        </w:rPr>
        <w:t>440 × 890 × 170 mm</w:t>
      </w:r>
      <w:r>
        <w:rPr>
          <w:bCs/>
          <w:shd w:val="clear" w:color="auto" w:fill="FFFFFF"/>
        </w:rPr>
        <w:t xml:space="preserve"> (Š×V×G)</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 xml:space="preserve">3 merilna mesta: </w:t>
      </w:r>
      <w:r w:rsidRPr="00D11FC5">
        <w:rPr>
          <w:bCs/>
          <w:shd w:val="clear" w:color="auto" w:fill="FFFFFF"/>
        </w:rPr>
        <w:tab/>
        <w:t>650 × 890 × 170 mm</w:t>
      </w:r>
      <w:r>
        <w:rPr>
          <w:bCs/>
          <w:shd w:val="clear" w:color="auto" w:fill="FFFFFF"/>
        </w:rPr>
        <w:t xml:space="preserve"> (Š×V×G)</w:t>
      </w:r>
    </w:p>
    <w:p w:rsidR="00B318BB" w:rsidRDefault="00B318BB" w:rsidP="00B318BB">
      <w:pPr>
        <w:pStyle w:val="Naslov2"/>
      </w:pPr>
      <w:bookmarkStart w:id="123" w:name="_Toc421618479"/>
      <w:bookmarkStart w:id="124" w:name="_Ref99626306"/>
      <w:bookmarkStart w:id="125" w:name="_Toc101519058"/>
      <w:bookmarkStart w:id="126" w:name="_Toc101789210"/>
      <w:r>
        <w:t>Minimalne zunanje dimenzije priključnih prostostoječih omaric, nad temeljnim delom</w:t>
      </w:r>
      <w:bookmarkEnd w:id="123"/>
      <w:bookmarkEnd w:id="124"/>
      <w:bookmarkEnd w:id="125"/>
      <w:bookmarkEnd w:id="126"/>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 xml:space="preserve">1 merilno mesto: </w:t>
      </w:r>
      <w:r w:rsidRPr="00D11FC5">
        <w:rPr>
          <w:bCs/>
          <w:shd w:val="clear" w:color="auto" w:fill="FFFFFF"/>
        </w:rPr>
        <w:tab/>
        <w:t>430 × 890 × 210 mm</w:t>
      </w:r>
      <w:r>
        <w:rPr>
          <w:bCs/>
          <w:shd w:val="clear" w:color="auto" w:fill="FFFFFF"/>
        </w:rPr>
        <w:t xml:space="preserve"> (Š×V×G)</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 xml:space="preserve">2 merilni mesti: </w:t>
      </w:r>
      <w:r w:rsidRPr="00D11FC5">
        <w:rPr>
          <w:bCs/>
          <w:shd w:val="clear" w:color="auto" w:fill="FFFFFF"/>
        </w:rPr>
        <w:tab/>
        <w:t>520 × 890 × 210 mm</w:t>
      </w:r>
      <w:r>
        <w:rPr>
          <w:bCs/>
          <w:shd w:val="clear" w:color="auto" w:fill="FFFFFF"/>
        </w:rPr>
        <w:t xml:space="preserve"> (Š×V×G)</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 xml:space="preserve">3 merilna mesta: </w:t>
      </w:r>
      <w:r w:rsidRPr="00D11FC5">
        <w:rPr>
          <w:bCs/>
          <w:shd w:val="clear" w:color="auto" w:fill="FFFFFF"/>
        </w:rPr>
        <w:tab/>
        <w:t>750 × 890 × 210 mm</w:t>
      </w:r>
      <w:r>
        <w:rPr>
          <w:bCs/>
          <w:shd w:val="clear" w:color="auto" w:fill="FFFFFF"/>
        </w:rPr>
        <w:t xml:space="preserve"> (Š×V×G)</w:t>
      </w:r>
    </w:p>
    <w:p w:rsidR="00B318BB" w:rsidRDefault="00B318BB" w:rsidP="00B318BB">
      <w:r>
        <w:t>Merilne omarice morajo biti opremljene z vezalnim načrtom v obstojni obliki.</w:t>
      </w:r>
    </w:p>
    <w:p w:rsidR="00B318BB" w:rsidRDefault="00B318BB" w:rsidP="00B318BB"/>
    <w:p w:rsidR="00B318BB" w:rsidRDefault="00B318BB" w:rsidP="00B318BB">
      <w:r>
        <w:t xml:space="preserve">V merilni omarici za </w:t>
      </w:r>
      <w:proofErr w:type="spellStart"/>
      <w:r>
        <w:t>polindirektno</w:t>
      </w:r>
      <w:proofErr w:type="spellEnd"/>
      <w:r>
        <w:t xml:space="preserve"> ali indirektno merjenje morajo biti števci električne energije ter oprema za komunikacijo ločene od ostale opreme. Menjava omenjene opreme mora biti možna tudi, ko so uporabnikove naprave pod napetostjo.</w:t>
      </w:r>
    </w:p>
    <w:p w:rsidR="00B318BB" w:rsidRDefault="00B318BB" w:rsidP="00B318BB"/>
    <w:p w:rsidR="00B318BB" w:rsidRDefault="00B318BB" w:rsidP="00B318BB">
      <w:r>
        <w:t>Ohišje omaric s svojo konstrukcijo, sestavnimi deli in obliko ne sme življenjsko ogrožati ostalih uporabnikov prostora in živali.</w:t>
      </w:r>
    </w:p>
    <w:p w:rsidR="00B318BB" w:rsidRDefault="00B318BB" w:rsidP="00B318BB">
      <w:pPr>
        <w:pStyle w:val="Naslov2"/>
      </w:pPr>
      <w:bookmarkStart w:id="127" w:name="_Toc421618480"/>
      <w:bookmarkStart w:id="128" w:name="_Toc101519059"/>
      <w:bookmarkStart w:id="129" w:name="_Toc101789211"/>
      <w:r>
        <w:t xml:space="preserve">Uporaba in </w:t>
      </w:r>
      <w:r w:rsidRPr="00746C46">
        <w:t>lokacija</w:t>
      </w:r>
      <w:r>
        <w:t xml:space="preserve"> omaric</w:t>
      </w:r>
      <w:bookmarkEnd w:id="127"/>
      <w:bookmarkEnd w:id="128"/>
      <w:bookmarkEnd w:id="129"/>
    </w:p>
    <w:p w:rsidR="00B318BB" w:rsidRDefault="00B318BB" w:rsidP="00B318BB">
      <w:r>
        <w:t xml:space="preserve">Zagotovljena mora biti </w:t>
      </w:r>
      <w:r w:rsidRPr="00216F3E">
        <w:t>stalna dostopnost do omarice</w:t>
      </w:r>
      <w:r>
        <w:t xml:space="preserve"> tako, da je omogočena galvanska ločitev opreme omarice od omrežja v primerih napetostnih preskusov na kabelskem omrežju ali primerih odpravljanja okvare na kablovodu.</w:t>
      </w:r>
    </w:p>
    <w:p w:rsidR="00B318BB" w:rsidRDefault="00B318BB" w:rsidP="00B318BB"/>
    <w:p w:rsidR="00B318BB" w:rsidRDefault="00B318BB" w:rsidP="00B318BB">
      <w:r>
        <w:t xml:space="preserve">PMO se mora postaviti na stalno </w:t>
      </w:r>
      <w:r w:rsidRPr="00216F3E">
        <w:t xml:space="preserve">dostopno </w:t>
      </w:r>
      <w:r w:rsidR="007E7DB1">
        <w:t>mesto</w:t>
      </w:r>
      <w:r>
        <w:t xml:space="preserve"> (npr. prostostoječa na parcelni meji, kot sestavni del zidane ograje ali izjemoma kot vgradna) in obrnjena tako, da je prozorno okence obrnjeno na stran dostopanja.</w:t>
      </w:r>
    </w:p>
    <w:p w:rsidR="00B318BB" w:rsidRDefault="00B318BB" w:rsidP="00B318BB">
      <w:r>
        <w:t>Spodnji rob mora biti pri prostostoječi omarici</w:t>
      </w:r>
      <w:r w:rsidRPr="00FF7CFF">
        <w:t xml:space="preserve"> </w:t>
      </w:r>
      <w:r>
        <w:t xml:space="preserve">najmanj 400 mm, pri omarici ob prometni površini se priporoča 600 mm, pri vgradni omarici na steni objekta pa najmanj 1000 mm nad nivojem tal. Števec električne energije </w:t>
      </w:r>
      <w:r>
        <w:lastRenderedPageBreak/>
        <w:t>mora biti v omarici nameščen na ergonomski višini, da je možno izvajati dela brez uporabe lestve. Ohišje omarice mora omogočiti vizualno kontrolo in odčitavanje števca električne energije pri zaprtih vratih.</w:t>
      </w:r>
    </w:p>
    <w:p w:rsidR="00B318BB" w:rsidRDefault="00B318BB" w:rsidP="00B318BB"/>
    <w:p w:rsidR="00B318BB" w:rsidRDefault="00B318BB" w:rsidP="00B318BB">
      <w:r>
        <w:t>Notranje priključne omarice se vgrajujejo praviloma le v primerih večstanovanjskih ali poslovnih stavb v notranjih stalno dostopnih mestih – hodnikih ali za to predvidenih prostorih.</w:t>
      </w:r>
    </w:p>
    <w:p w:rsidR="00B318BB" w:rsidRPr="0042311F" w:rsidRDefault="00B318BB" w:rsidP="00B318BB">
      <w:pPr>
        <w:pStyle w:val="Naslov3"/>
      </w:pPr>
      <w:bookmarkStart w:id="130" w:name="_Toc421618481"/>
      <w:bookmarkStart w:id="131" w:name="_Toc101519060"/>
      <w:bookmarkStart w:id="132" w:name="_Toc101789212"/>
      <w:r w:rsidRPr="0042311F">
        <w:t>Namestitev priključno merilnih omaric in števcev električne energije na merilnih mestih, kjer se moč ne meri</w:t>
      </w:r>
      <w:bookmarkEnd w:id="130"/>
      <w:bookmarkEnd w:id="131"/>
      <w:bookmarkEnd w:id="132"/>
    </w:p>
    <w:p w:rsidR="00B318BB" w:rsidRDefault="00B318BB" w:rsidP="00B318BB">
      <w:r w:rsidRPr="003D754F">
        <w:t>Nizkonapetostna priključno merilna omarica ne sme biti izpostavljena mehanskim poškodbam, vlagi, prahu, tresljajem, kemijskim vplivom, požaru in eksplozivnim plinom. V primeru, da se škodljivim vplivom ni možno izogniti, je potrebno ravnati v skladu s tehničnimi predpisi, ki veljajo za bolj obremenjena okolja.</w:t>
      </w:r>
    </w:p>
    <w:p w:rsidR="00B318BB" w:rsidRPr="003D754F" w:rsidRDefault="00B318BB" w:rsidP="00B318BB"/>
    <w:p w:rsidR="00B318BB" w:rsidRDefault="00B318BB" w:rsidP="00B318BB">
      <w:r w:rsidRPr="003D754F">
        <w:t>Vsako merilno mesto mora imeti svojo kratkostično varovalko in obračunski element</w:t>
      </w:r>
      <w:r>
        <w:t xml:space="preserve"> (npr. tarifni odklopnik v števcu)</w:t>
      </w:r>
      <w:r w:rsidRPr="003D754F">
        <w:t>. V primeru, ko je kot obračunski element uporabljen števec z odklopnikom, je v vrata omarice potrebno namestiti tipko, ki uporabniku omogoča ponovno vzpostavitev normalnega napajanja po izklopu zaradi delovanja odklopnika.</w:t>
      </w:r>
    </w:p>
    <w:p w:rsidR="00B318BB" w:rsidRPr="003D754F" w:rsidRDefault="00B318BB" w:rsidP="00B318BB"/>
    <w:p w:rsidR="00B318BB" w:rsidRPr="0042311F" w:rsidRDefault="00B318BB" w:rsidP="00B318BB">
      <w:r w:rsidRPr="003D754F">
        <w:t>Kratkostične varovalke in/ali obračunski elementi morajo biti nameščeni v merilni omarici, ki mora biti opremljena s ključavnico distribucijskega operaterja.</w:t>
      </w:r>
    </w:p>
    <w:p w:rsidR="00B318BB" w:rsidRPr="00F55ED1" w:rsidRDefault="00B318BB" w:rsidP="00B318BB">
      <w:pPr>
        <w:pStyle w:val="Naslov3"/>
      </w:pPr>
      <w:bookmarkStart w:id="133" w:name="_Toc421618482"/>
      <w:bookmarkStart w:id="134" w:name="_Toc101519061"/>
      <w:bookmarkStart w:id="135" w:name="_Toc101789213"/>
      <w:r w:rsidRPr="00F55ED1">
        <w:t>Namestitev priključno merilnih omaric in števcev električne energije na merilnih mestih uporabnikov, kjer se moč meri</w:t>
      </w:r>
      <w:bookmarkEnd w:id="133"/>
      <w:bookmarkEnd w:id="134"/>
      <w:bookmarkEnd w:id="135"/>
    </w:p>
    <w:p w:rsidR="00B318BB" w:rsidRDefault="00B318BB" w:rsidP="00B318BB">
      <w:r w:rsidRPr="003D754F">
        <w:t>Na merilnih mestih na nizki napetosti</w:t>
      </w:r>
      <w:r>
        <w:t>,</w:t>
      </w:r>
      <w:r w:rsidRPr="003D754F">
        <w:t xml:space="preserve"> kjer se moč meri, morajo biti v priključno merilni omarici nameščene ustrezne merilne naprave, ki omogočajo merjenje in registracijo delovne in jalove energije ter konične obremenitve.</w:t>
      </w:r>
    </w:p>
    <w:p w:rsidR="00B318BB" w:rsidRPr="003D754F" w:rsidRDefault="00B318BB" w:rsidP="00B318BB"/>
    <w:p w:rsidR="00B318BB" w:rsidRDefault="00B318BB" w:rsidP="00B318BB">
      <w:r w:rsidRPr="003D754F">
        <w:t xml:space="preserve">Na merilnih mestih na nizki napetosti, kjer se energija meri preko </w:t>
      </w:r>
      <w:proofErr w:type="spellStart"/>
      <w:r w:rsidRPr="003D754F">
        <w:t>polindirektno</w:t>
      </w:r>
      <w:proofErr w:type="spellEnd"/>
      <w:r w:rsidRPr="003D754F">
        <w:t xml:space="preserve"> priključenega števca električne energije, morajo biti v </w:t>
      </w:r>
      <w:r>
        <w:t>PMO</w:t>
      </w:r>
      <w:r w:rsidRPr="003D754F">
        <w:t xml:space="preserve"> poleg ustreznih merilnih naprav, ki omogočajo merjenje in registracijo delovne in jalove energije ter konične obremenitve še ustrezni tokovni transformatorji in merilna </w:t>
      </w:r>
      <w:proofErr w:type="spellStart"/>
      <w:r w:rsidRPr="003D754F">
        <w:t>spončna</w:t>
      </w:r>
      <w:proofErr w:type="spellEnd"/>
      <w:r w:rsidRPr="003D754F">
        <w:t xml:space="preserve"> letev v skladu s Tipizacijo merilnih mest.</w:t>
      </w:r>
    </w:p>
    <w:p w:rsidR="00B318BB" w:rsidRPr="003D754F" w:rsidRDefault="00B318BB" w:rsidP="00B318BB"/>
    <w:p w:rsidR="00B318BB" w:rsidRDefault="00B318BB" w:rsidP="00B318BB">
      <w:r w:rsidRPr="003D754F">
        <w:t>Merilne omarice morajo biti nameščene tako, da so ločene od ostalih naprav pod napetostjo, da je možen neoviran dostop in je možno varno delo ob menjavi in kontroli merilnih naprav.</w:t>
      </w:r>
    </w:p>
    <w:p w:rsidR="00B318BB" w:rsidRPr="003D754F" w:rsidRDefault="00B318BB" w:rsidP="00B318BB"/>
    <w:p w:rsidR="00B318BB" w:rsidRPr="003D754F" w:rsidRDefault="00B318BB" w:rsidP="00B318BB">
      <w:r w:rsidRPr="003D754F">
        <w:t xml:space="preserve">Spodnji rob omarice, v kateri so nameščeni nizkonapetostni merilni tokovni transformatorji, </w:t>
      </w:r>
      <w:r>
        <w:t xml:space="preserve">ne </w:t>
      </w:r>
      <w:r w:rsidRPr="003D754F">
        <w:t xml:space="preserve">sme biti </w:t>
      </w:r>
      <w:r>
        <w:t>manj kot</w:t>
      </w:r>
      <w:r w:rsidRPr="003D754F">
        <w:t xml:space="preserve"> </w:t>
      </w:r>
      <w:r>
        <w:t>4</w:t>
      </w:r>
      <w:r w:rsidRPr="003D754F">
        <w:t>00</w:t>
      </w:r>
      <w:r>
        <w:t xml:space="preserve"> </w:t>
      </w:r>
      <w:r w:rsidRPr="003D754F">
        <w:t>mm nad nivojem tal, zgornji rob pa največ 2000 mm nad nivojem tal. Števci električne energije morajo biti v omarici nameščeni na taki višini, da je možno izvajati dela na njih brez sklanjanja in brez uporabe lestve ali podobnih pripomočkov.</w:t>
      </w:r>
    </w:p>
    <w:p w:rsidR="00B318BB" w:rsidRPr="00D95F1D" w:rsidRDefault="00B318BB" w:rsidP="00B318BB">
      <w:pPr>
        <w:pStyle w:val="Naslov3"/>
      </w:pPr>
      <w:bookmarkStart w:id="136" w:name="_Toc421618483"/>
      <w:bookmarkStart w:id="137" w:name="_Toc101519062"/>
      <w:bookmarkStart w:id="138" w:name="_Toc101789214"/>
      <w:r w:rsidRPr="00D95F1D">
        <w:t>Namestitev priključno merilnih omaric za skupine merilnih mest</w:t>
      </w:r>
      <w:bookmarkEnd w:id="136"/>
      <w:bookmarkEnd w:id="137"/>
      <w:bookmarkEnd w:id="138"/>
    </w:p>
    <w:p w:rsidR="00B318BB" w:rsidRDefault="00B318BB" w:rsidP="00B318BB">
      <w:r w:rsidRPr="003D754F">
        <w:t xml:space="preserve">Skupine merilnih mest so tam, kjer je na eni lokaciji več merilnih mest. Pri tem ni pomembno ali so </w:t>
      </w:r>
      <w:r>
        <w:t>merilna mesta v lasti različnih</w:t>
      </w:r>
      <w:r w:rsidRPr="003D754F">
        <w:t xml:space="preserve"> ali ene same pravne oziroma fizične osebe in tudi ni pomemben način merjenja, ki je uporabljen na posameznem merilnem mestu. Praviloma so takšna združevanja merilnih mest del projekta električnih inštalacij stavbe.</w:t>
      </w:r>
    </w:p>
    <w:p w:rsidR="00B318BB" w:rsidRPr="003D754F" w:rsidRDefault="00B318BB" w:rsidP="00B318BB"/>
    <w:p w:rsidR="00B318BB" w:rsidRPr="003D754F" w:rsidRDefault="00B318BB" w:rsidP="00B318BB">
      <w:pPr>
        <w:spacing w:after="120"/>
      </w:pPr>
      <w:r w:rsidRPr="003D754F">
        <w:t>Skupine merilnih mest so tam, kjer je:</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 xml:space="preserve">več merilnih mest v isti merilni omarici ali več omaricah, ki so nameščene druga zraven druge, </w:t>
      </w:r>
      <w:r>
        <w:rPr>
          <w:bCs/>
          <w:shd w:val="clear" w:color="auto" w:fill="FFFFFF"/>
        </w:rPr>
        <w:t>vendar samo horizontalno,</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več merilnih mest v istem prostoru ali istem nadstropju,</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več merilnih mest v isti zgr</w:t>
      </w:r>
      <w:r>
        <w:rPr>
          <w:bCs/>
          <w:shd w:val="clear" w:color="auto" w:fill="FFFFFF"/>
        </w:rPr>
        <w:t>adbi ali</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več merilnih mest na isti gradbeni lokaciji.</w:t>
      </w:r>
    </w:p>
    <w:p w:rsidR="00B318BB" w:rsidRPr="003D754F" w:rsidRDefault="00B318BB" w:rsidP="00B318BB">
      <w:pPr>
        <w:spacing w:after="120"/>
      </w:pPr>
      <w:r w:rsidRPr="003D754F">
        <w:lastRenderedPageBreak/>
        <w:t xml:space="preserve">Na skupine merilnih mest je potrebno vgraditi elemente merilne opreme ki jih distribucijski operater </w:t>
      </w:r>
      <w:r>
        <w:t>predpiše v fazi načrtovanja ter</w:t>
      </w:r>
      <w:r w:rsidRPr="003D754F">
        <w:t xml:space="preserve"> pri izvedbi upoštevati dodatne tehnične pogoje opredeljene v SZP. Elementi in pogoji so različni glede na priključno moč posameznih merilnih mest, ki jih v osnovi delimo v dve skupini:</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skupine merilnih mest, ki jih sestavljajo samo merilna mesta uporabnikov omrežja brez merjene moči,</w:t>
      </w:r>
    </w:p>
    <w:p w:rsidR="00B318BB" w:rsidRPr="00D11FC5" w:rsidRDefault="00B318BB" w:rsidP="00B318BB">
      <w:pPr>
        <w:pStyle w:val="Odstavekseznama"/>
        <w:numPr>
          <w:ilvl w:val="0"/>
          <w:numId w:val="36"/>
        </w:numPr>
        <w:rPr>
          <w:bCs/>
          <w:shd w:val="clear" w:color="auto" w:fill="FFFFFF"/>
        </w:rPr>
      </w:pPr>
      <w:r w:rsidRPr="00D11FC5">
        <w:rPr>
          <w:bCs/>
          <w:shd w:val="clear" w:color="auto" w:fill="FFFFFF"/>
        </w:rPr>
        <w:t>skupine merilnih mest, kjer je najmanj eno merilno mesto uporabnika omrežja z merjeno močjo.</w:t>
      </w:r>
    </w:p>
    <w:p w:rsidR="00B318BB" w:rsidRDefault="00B318BB" w:rsidP="00B318BB">
      <w:r w:rsidRPr="003D754F">
        <w:t>V večstanovanjskih in poslovnih zgradbah morajo biti merilne omarice s števci električne energije nameščene v posameznih etažah čim bolj centralizirano zunaj stanovanja ali poslovnega prostora (hodnik, stopnišče). Točno mesto postavitve ali vgraditve predpiše distribucijski operater v soglasju za priključitev.</w:t>
      </w:r>
    </w:p>
    <w:p w:rsidR="00B318BB" w:rsidRPr="003D754F" w:rsidRDefault="00B318BB" w:rsidP="00B318BB"/>
    <w:p w:rsidR="00B318BB" w:rsidRPr="003D754F" w:rsidRDefault="00B318BB" w:rsidP="00B318BB">
      <w:r w:rsidRPr="003D754F">
        <w:t>V merilni omarici v večstanovanjskih in poslovnih zgradbah je lahko nameščenih več števcev električne energije</w:t>
      </w:r>
      <w:r>
        <w:t xml:space="preserve">, </w:t>
      </w:r>
      <w:r w:rsidRPr="003D754F">
        <w:t>vendar mora</w:t>
      </w:r>
      <w:r>
        <w:t>jo</w:t>
      </w:r>
      <w:r w:rsidRPr="003D754F">
        <w:t xml:space="preserve"> biti enoumno označen</w:t>
      </w:r>
      <w:r>
        <w:t>i</w:t>
      </w:r>
      <w:r w:rsidRPr="003D754F">
        <w:t>, kateri elementi pripadajo kateremu uporabniku sistema. Sestavni elementi morajo biti nameščeni tako, da je omogočena nemotena zamenjava vsakega števca posebej.</w:t>
      </w:r>
    </w:p>
    <w:p w:rsidR="00B318BB" w:rsidRPr="00D95F1D" w:rsidRDefault="00B318BB" w:rsidP="00B318BB">
      <w:pPr>
        <w:pStyle w:val="Naslov3"/>
      </w:pPr>
      <w:bookmarkStart w:id="139" w:name="_Toc421618484"/>
      <w:bookmarkStart w:id="140" w:name="_Toc101519063"/>
      <w:bookmarkStart w:id="141" w:name="_Toc101789215"/>
      <w:r w:rsidRPr="00D95F1D">
        <w:t>Namestitev priključno merilnih omaric za skupino merilnih mest, ki je sestavljena samo iz merilnih mest uporabnikov sistema, pri katerih se moč ne meri</w:t>
      </w:r>
      <w:bookmarkEnd w:id="139"/>
      <w:bookmarkEnd w:id="140"/>
      <w:bookmarkEnd w:id="141"/>
    </w:p>
    <w:p w:rsidR="00B318BB" w:rsidRPr="003D754F" w:rsidRDefault="00B318BB" w:rsidP="00B318BB">
      <w:pPr>
        <w:spacing w:after="120"/>
      </w:pPr>
      <w:r w:rsidRPr="003D754F">
        <w:t>Poleg pogojev, ki veljajo za posamezno merilno mesto, je potrebno pri načrtovanju in izvedbi upoštevati še naslednje:</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v prostoru skupne rabe je potrebno vgraditi ustrezno število vrstnih sponk, na katere je potrebno povezati komunikacijske vmesnike iz vseh števcev in sponke enoumno označiti (to ne velja za števce</w:t>
      </w:r>
      <w:r>
        <w:rPr>
          <w:bCs/>
          <w:shd w:val="clear" w:color="auto" w:fill="FFFFFF"/>
        </w:rPr>
        <w:t xml:space="preserve"> z PLC, 2G ali 3G komunikacijo),</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na ustreznem mestu v prostoru skupne rabe je potrebno zagotoviti prostor za namestitev komunikacijske naprave za potrebe daljinskega prenosa merilnih podatkov v merilni cen</w:t>
      </w:r>
      <w:r>
        <w:rPr>
          <w:bCs/>
          <w:shd w:val="clear" w:color="auto" w:fill="FFFFFF"/>
        </w:rPr>
        <w:t>ter distribucijskega operaterja,</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električna instalacija v zgradbi mora omogočati enostavno namestitev telefonske linije na predvideno mesto vgradnje komunikacijske naprave (to ne velja za števce z PLC, 2G ali 3G komunikacijo).</w:t>
      </w:r>
    </w:p>
    <w:p w:rsidR="00B318BB" w:rsidRPr="00D95F1D" w:rsidRDefault="00B318BB" w:rsidP="00B318BB">
      <w:pPr>
        <w:pStyle w:val="Naslov3"/>
      </w:pPr>
      <w:bookmarkStart w:id="142" w:name="_Toc421618485"/>
      <w:bookmarkStart w:id="143" w:name="_Toc101519064"/>
      <w:bookmarkStart w:id="144" w:name="_Toc101789216"/>
      <w:r w:rsidRPr="00D95F1D">
        <w:t>Namestitev priključno merilnih omaric za skupino merilnih mest, kjer je najmanj eno merilno mesto uporabnika sistema, pri katerem se moč meri</w:t>
      </w:r>
      <w:bookmarkEnd w:id="142"/>
      <w:bookmarkEnd w:id="143"/>
      <w:bookmarkEnd w:id="144"/>
    </w:p>
    <w:p w:rsidR="00B318BB" w:rsidRPr="003D754F" w:rsidRDefault="00B318BB" w:rsidP="00B318BB">
      <w:pPr>
        <w:spacing w:after="120"/>
      </w:pPr>
      <w:r w:rsidRPr="003D754F">
        <w:t>Poleg pogojev, ki veljajo za posamezno merilno mesto, je potrebno pri načrtovanju in izvedbi upoštevati še naslednje:</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vgraditi je potrebno eno ali več ustreznih naprav, ki omogočajo daljinski prenos vseh izmerjenih vrednosti na posameznih merilnih mestih</w:t>
      </w:r>
      <w:r>
        <w:rPr>
          <w:bCs/>
          <w:shd w:val="clear" w:color="auto" w:fill="FFFFFF"/>
        </w:rPr>
        <w:t xml:space="preserve"> do distribucijskega operaterja,</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na skupino merilnih mest je potrebno pripeljati telefonsko linijo, razen v primerih, ko je za prenos izmerjenih vrednosti v skladu z dogovorom med uporabnikom in distribucijskim operaterjem uporabljena druga komunikaci</w:t>
      </w:r>
      <w:r>
        <w:rPr>
          <w:bCs/>
          <w:shd w:val="clear" w:color="auto" w:fill="FFFFFF"/>
        </w:rPr>
        <w:t>jska pot (npr.: PLC, 2G ali 3G),</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v primeru, da so posamezna merilna mesta razdeljena v dve ali več skupin na različnih lokacijah, ki so med seboj oddaljene več kot 100 m, je potrebno na vsaki od lokacij namestiti napravo za daljinski prenos, naprave pa med seboj p</w:t>
      </w:r>
      <w:r>
        <w:rPr>
          <w:bCs/>
          <w:shd w:val="clear" w:color="auto" w:fill="FFFFFF"/>
        </w:rPr>
        <w:t>ovezati s serijsko komunikacijo,</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za povezavo med komunikacijsko napravo za daljinski prenos in števci na merilnih mestih je potrebno u</w:t>
      </w:r>
      <w:r>
        <w:rPr>
          <w:bCs/>
          <w:shd w:val="clear" w:color="auto" w:fill="FFFFFF"/>
        </w:rPr>
        <w:t>porabiti serijsko komunikacijo,</w:t>
      </w:r>
    </w:p>
    <w:p w:rsidR="00B318BB" w:rsidRPr="007E5158" w:rsidRDefault="00B318BB" w:rsidP="00B318BB">
      <w:pPr>
        <w:pStyle w:val="Odstavekseznama"/>
        <w:numPr>
          <w:ilvl w:val="0"/>
          <w:numId w:val="36"/>
        </w:numPr>
        <w:rPr>
          <w:bCs/>
          <w:shd w:val="clear" w:color="auto" w:fill="FFFFFF"/>
        </w:rPr>
      </w:pPr>
      <w:r w:rsidRPr="007E5158">
        <w:rPr>
          <w:bCs/>
          <w:shd w:val="clear" w:color="auto" w:fill="FFFFFF"/>
        </w:rPr>
        <w:t>komunikacijsko napravo ali več komunikacijskih naprav za daljinski prenos izmerjenih vrednosti je potrebno izbrati tako, da omogočajo zanesljiv prenos izmerjenih vrednosti iz vseh merilnih mest, ki tvorijo skupino merilnih mest do distribucijskega operaterja, kar pomeni, da mora biti na voljo zadostno število serijskih vhodov glede na dejanske potrebe skupine merilnih mest.</w:t>
      </w:r>
    </w:p>
    <w:p w:rsidR="00B318BB" w:rsidRDefault="00B318BB" w:rsidP="00B318BB">
      <w:pPr>
        <w:pStyle w:val="Naslov2"/>
      </w:pPr>
      <w:bookmarkStart w:id="145" w:name="_Toc421618486"/>
      <w:bookmarkStart w:id="146" w:name="_Toc101519065"/>
      <w:bookmarkStart w:id="147" w:name="_Toc101789217"/>
      <w:r>
        <w:t xml:space="preserve">Vplivi na </w:t>
      </w:r>
      <w:r w:rsidRPr="00746C46">
        <w:t>okol</w:t>
      </w:r>
      <w:r>
        <w:t>je</w:t>
      </w:r>
      <w:bookmarkEnd w:id="145"/>
      <w:bookmarkEnd w:id="146"/>
      <w:bookmarkEnd w:id="147"/>
    </w:p>
    <w:p w:rsidR="00B318BB" w:rsidRDefault="00B318BB" w:rsidP="00B318BB">
      <w:r>
        <w:t>Vsa uporabljena oprema in naprave morajo biti opremljene z znakom CE in biti skladne z EGS direktivami za uporabo znotraj določenih napetostnih mej in dajanje opreme na trg.</w:t>
      </w:r>
    </w:p>
    <w:p w:rsidR="00B318BB" w:rsidRDefault="00B318BB" w:rsidP="00B318BB">
      <w:pPr>
        <w:pStyle w:val="Naslov3"/>
      </w:pPr>
      <w:bookmarkStart w:id="148" w:name="_Toc421618487"/>
      <w:bookmarkStart w:id="149" w:name="_Toc101519066"/>
      <w:bookmarkStart w:id="150" w:name="_Toc101789218"/>
      <w:r w:rsidRPr="00746C46">
        <w:lastRenderedPageBreak/>
        <w:t>Odpadki</w:t>
      </w:r>
      <w:bookmarkEnd w:id="148"/>
      <w:bookmarkEnd w:id="149"/>
      <w:bookmarkEnd w:id="150"/>
    </w:p>
    <w:p w:rsidR="00B318BB" w:rsidRDefault="00B318BB" w:rsidP="00B318BB">
      <w:r>
        <w:t>Dotrajana priključno merilna omarica ali njen sestavni del ne predstavljajo nevarnih odpadkov, kljub temu pa mora biti njihova razgradnja v skladu z veljavno zakonodajo, kar pomeni zbiranje, prevoz, predelava in odstranjevanje odpadkov, vključno z nadzorom nad takimi postopki.</w:t>
      </w:r>
    </w:p>
    <w:p w:rsidR="00B318BB" w:rsidRDefault="00B318BB" w:rsidP="00B318BB">
      <w:pPr>
        <w:pStyle w:val="Naslov2"/>
      </w:pPr>
      <w:bookmarkStart w:id="151" w:name="_Toc421618488"/>
      <w:bookmarkStart w:id="152" w:name="_Toc101519067"/>
      <w:bookmarkStart w:id="153" w:name="_Toc101789219"/>
      <w:r w:rsidRPr="00746C46">
        <w:t>Vzdrževanje</w:t>
      </w:r>
      <w:bookmarkEnd w:id="151"/>
      <w:bookmarkEnd w:id="152"/>
      <w:bookmarkEnd w:id="153"/>
    </w:p>
    <w:p w:rsidR="00B318BB" w:rsidRDefault="00B318BB" w:rsidP="00B318BB">
      <w:r>
        <w:t xml:space="preserve">Vzdrževanje priključno merilnih omaric in merilnih mest se izvaja </w:t>
      </w:r>
      <w:r w:rsidRPr="006D697E">
        <w:t>skladno z Navodili za vzdrževanje distribucijskega elektroenergetskega omrežja (SODO)</w:t>
      </w:r>
      <w:r>
        <w:t>.</w:t>
      </w:r>
    </w:p>
    <w:p w:rsidR="008C48D2" w:rsidRDefault="008C48D2"/>
    <w:sectPr w:rsidR="008C48D2" w:rsidSect="007E5158">
      <w:pgSz w:w="11906" w:h="16838"/>
      <w:pgMar w:top="1134" w:right="1134" w:bottom="1134" w:left="1134" w:header="709" w:footer="4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FDF" w:rsidRDefault="00756FDF">
      <w:r>
        <w:separator/>
      </w:r>
    </w:p>
  </w:endnote>
  <w:endnote w:type="continuationSeparator" w:id="0">
    <w:p w:rsidR="00756FDF" w:rsidRDefault="00756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Cn BT">
    <w:altName w:val="Calibri"/>
    <w:panose1 w:val="020B0506020202030204"/>
    <w:charset w:val="00"/>
    <w:family w:val="swiss"/>
    <w:pitch w:val="variable"/>
    <w:sig w:usb0="800000AF" w:usb1="1000204A" w:usb2="00000000" w:usb3="00000000" w:csb0="0000001B"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Helvetica CE 55 Roman">
    <w:altName w:val="Times New Roman"/>
    <w:charset w:val="EE"/>
    <w:family w:val="auto"/>
    <w:pitch w:val="variable"/>
    <w:sig w:usb0="00000001" w:usb1="00000000" w:usb2="00000000" w:usb3="00000000" w:csb0="00000003" w:csb1="00000000"/>
  </w:font>
  <w:font w:name="BankGothic Md BT">
    <w:altName w:val="Copperplate Gothic Bold"/>
    <w:panose1 w:val="020B0807020203060204"/>
    <w:charset w:val="00"/>
    <w:family w:val="swiss"/>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7864028"/>
      <w:docPartObj>
        <w:docPartGallery w:val="Page Numbers (Bottom of Page)"/>
        <w:docPartUnique/>
      </w:docPartObj>
    </w:sdtPr>
    <w:sdtEndPr/>
    <w:sdtContent>
      <w:p w:rsidR="00B874D8" w:rsidRDefault="00B318BB">
        <w:pPr>
          <w:pStyle w:val="Noga"/>
          <w:jc w:val="center"/>
        </w:pPr>
        <w:r>
          <w:fldChar w:fldCharType="begin"/>
        </w:r>
        <w:r>
          <w:instrText>PAGE   \* MERGEFORMAT</w:instrText>
        </w:r>
        <w:r>
          <w:fldChar w:fldCharType="separate"/>
        </w:r>
        <w:r w:rsidR="00192AE1">
          <w:rPr>
            <w:noProof/>
          </w:rPr>
          <w:t>19</w:t>
        </w:r>
        <w:r>
          <w:fldChar w:fldCharType="end"/>
        </w:r>
      </w:p>
    </w:sdtContent>
  </w:sdt>
  <w:p w:rsidR="00B874D8" w:rsidRDefault="00756FD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FDF" w:rsidRDefault="00756FDF">
      <w:r>
        <w:separator/>
      </w:r>
    </w:p>
  </w:footnote>
  <w:footnote w:type="continuationSeparator" w:id="0">
    <w:p w:rsidR="00756FDF" w:rsidRDefault="00756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4D8" w:rsidRDefault="00B318BB">
    <w:pPr>
      <w:pStyle w:val="Glava"/>
    </w:pPr>
    <w:r>
      <w:tab/>
    </w:r>
    <w:r>
      <w:tab/>
      <w:t>Priloga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Naslov1"/>
      <w:lvlText w:val="%1"/>
      <w:lvlJc w:val="left"/>
      <w:pPr>
        <w:tabs>
          <w:tab w:val="num" w:pos="432"/>
        </w:tabs>
        <w:ind w:left="432" w:hanging="432"/>
      </w:pPr>
    </w:lvl>
    <w:lvl w:ilvl="1">
      <w:start w:val="1"/>
      <w:numFmt w:val="decimal"/>
      <w:pStyle w:val="Naslov2"/>
      <w:lvlText w:val="%1.%2"/>
      <w:lvlJc w:val="left"/>
      <w:pPr>
        <w:tabs>
          <w:tab w:val="num" w:pos="576"/>
        </w:tabs>
        <w:ind w:left="576" w:hanging="576"/>
      </w:pPr>
    </w:lvl>
    <w:lvl w:ilvl="2">
      <w:start w:val="1"/>
      <w:numFmt w:val="decimal"/>
      <w:pStyle w:val="Naslov3"/>
      <w:lvlText w:val="%1.%2.%3"/>
      <w:lvlJc w:val="left"/>
      <w:pPr>
        <w:tabs>
          <w:tab w:val="num" w:pos="720"/>
        </w:tabs>
        <w:ind w:left="720" w:hanging="720"/>
      </w:p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 w15:restartNumberingAfterBreak="0">
    <w:nsid w:val="0000000C"/>
    <w:multiLevelType w:val="singleLevel"/>
    <w:tmpl w:val="0000000C"/>
    <w:name w:val="WW8Num12"/>
    <w:lvl w:ilvl="0">
      <w:start w:val="1"/>
      <w:numFmt w:val="decimal"/>
      <w:pStyle w:val="len1"/>
      <w:lvlText w:val="%1."/>
      <w:lvlJc w:val="left"/>
      <w:pPr>
        <w:tabs>
          <w:tab w:val="num" w:pos="5040"/>
        </w:tabs>
        <w:ind w:left="5040" w:hanging="360"/>
      </w:pPr>
      <w:rPr>
        <w:b/>
      </w:rPr>
    </w:lvl>
  </w:abstractNum>
  <w:abstractNum w:abstractNumId="2" w15:restartNumberingAfterBreak="0">
    <w:nsid w:val="00000015"/>
    <w:multiLevelType w:val="singleLevel"/>
    <w:tmpl w:val="00000015"/>
    <w:name w:val="WW8Num22"/>
    <w:lvl w:ilvl="0">
      <w:start w:val="1"/>
      <w:numFmt w:val="decimal"/>
      <w:pStyle w:val="len-podpoglavje"/>
      <w:lvlText w:val="%1."/>
      <w:lvlJc w:val="left"/>
      <w:pPr>
        <w:tabs>
          <w:tab w:val="num" w:pos="360"/>
        </w:tabs>
        <w:ind w:left="360" w:hanging="360"/>
      </w:pPr>
      <w:rPr>
        <w:b/>
      </w:rPr>
    </w:lvl>
  </w:abstractNum>
  <w:abstractNum w:abstractNumId="3" w15:restartNumberingAfterBreak="0">
    <w:nsid w:val="02F64ABA"/>
    <w:multiLevelType w:val="hybridMultilevel"/>
    <w:tmpl w:val="13B6866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E1E5981"/>
    <w:multiLevelType w:val="hybridMultilevel"/>
    <w:tmpl w:val="DB46A3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F5C70D5"/>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8250884"/>
    <w:multiLevelType w:val="multilevel"/>
    <w:tmpl w:val="16A88248"/>
    <w:lvl w:ilvl="0">
      <w:start w:val="1"/>
      <w:numFmt w:val="upperLetter"/>
      <w:pStyle w:val="DodatekA"/>
      <w:lvlText w:val="Dodatek %1:"/>
      <w:lvlJc w:val="left"/>
      <w:pPr>
        <w:ind w:left="432" w:hanging="432"/>
      </w:pPr>
      <w:rPr>
        <w:rFonts w:hint="default"/>
      </w:rPr>
    </w:lvl>
    <w:lvl w:ilvl="1">
      <w:start w:val="1"/>
      <w:numFmt w:val="decimal"/>
      <w:pStyle w:val="DodatekA1"/>
      <w:lvlText w:val="%1.%2"/>
      <w:lvlJc w:val="left"/>
      <w:pPr>
        <w:ind w:left="576" w:hanging="576"/>
      </w:pPr>
      <w:rPr>
        <w:rFonts w:hint="default"/>
        <w:lang w:val="sl-SI"/>
      </w:rPr>
    </w:lvl>
    <w:lvl w:ilvl="2">
      <w:start w:val="1"/>
      <w:numFmt w:val="decimal"/>
      <w:pStyle w:val="DodatekA11"/>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B6E0E4B"/>
    <w:multiLevelType w:val="multilevel"/>
    <w:tmpl w:val="0809001D"/>
    <w:numStyleLink w:val="SeznamGIZ"/>
  </w:abstractNum>
  <w:abstractNum w:abstractNumId="8" w15:restartNumberingAfterBreak="0">
    <w:nsid w:val="22FB1CFA"/>
    <w:multiLevelType w:val="hybridMultilevel"/>
    <w:tmpl w:val="FE8A79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921A19"/>
    <w:multiLevelType w:val="hybridMultilevel"/>
    <w:tmpl w:val="C8BA09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6331DA8"/>
    <w:multiLevelType w:val="hybridMultilevel"/>
    <w:tmpl w:val="C1626968"/>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85F783B"/>
    <w:multiLevelType w:val="hybridMultilevel"/>
    <w:tmpl w:val="6256FD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A7A501D"/>
    <w:multiLevelType w:val="multilevel"/>
    <w:tmpl w:val="0809001D"/>
    <w:styleLink w:val="SeznamGIZ"/>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wis721 Cn BT" w:hAnsi="Swis721 Cn BT" w:hint="default"/>
      </w:rPr>
    </w:lvl>
    <w:lvl w:ilvl="3">
      <w:start w:val="1"/>
      <w:numFmt w:val="bullet"/>
      <w:lvlText w:val=""/>
      <w:lvlJc w:val="left"/>
      <w:pPr>
        <w:ind w:left="1440" w:hanging="360"/>
      </w:pPr>
      <w:rPr>
        <w:rFonts w:ascii="Wingdings" w:hAnsi="Wingding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B150A3"/>
    <w:multiLevelType w:val="hybridMultilevel"/>
    <w:tmpl w:val="AC5E13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CC71AD7"/>
    <w:multiLevelType w:val="hybridMultilevel"/>
    <w:tmpl w:val="A6CC508C"/>
    <w:lvl w:ilvl="0" w:tplc="04240001">
      <w:start w:val="1"/>
      <w:numFmt w:val="bullet"/>
      <w:lvlText w:val=""/>
      <w:lvlJc w:val="left"/>
      <w:pPr>
        <w:ind w:left="1065" w:hanging="705"/>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E4D0851"/>
    <w:multiLevelType w:val="hybridMultilevel"/>
    <w:tmpl w:val="7D4AEE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07F4762"/>
    <w:multiLevelType w:val="hybridMultilevel"/>
    <w:tmpl w:val="5C187592"/>
    <w:lvl w:ilvl="0" w:tplc="B3704E4E">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34344D0"/>
    <w:multiLevelType w:val="hybridMultilevel"/>
    <w:tmpl w:val="254EAC7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F887F89"/>
    <w:multiLevelType w:val="hybridMultilevel"/>
    <w:tmpl w:val="FBF825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5B73531"/>
    <w:multiLevelType w:val="hybridMultilevel"/>
    <w:tmpl w:val="D2A219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8E70592"/>
    <w:multiLevelType w:val="hybridMultilevel"/>
    <w:tmpl w:val="BA9693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A2F1F78"/>
    <w:multiLevelType w:val="hybridMultilevel"/>
    <w:tmpl w:val="00449D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E1840A1"/>
    <w:multiLevelType w:val="hybridMultilevel"/>
    <w:tmpl w:val="42FC38DA"/>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3" w15:restartNumberingAfterBreak="0">
    <w:nsid w:val="4E863D86"/>
    <w:multiLevelType w:val="multilevel"/>
    <w:tmpl w:val="0809001D"/>
    <w:numStyleLink w:val="SeznamGIZ"/>
  </w:abstractNum>
  <w:abstractNum w:abstractNumId="24" w15:restartNumberingAfterBreak="0">
    <w:nsid w:val="52E9753C"/>
    <w:multiLevelType w:val="hybridMultilevel"/>
    <w:tmpl w:val="AFE2EAA4"/>
    <w:lvl w:ilvl="0" w:tplc="04240001">
      <w:start w:val="1"/>
      <w:numFmt w:val="bullet"/>
      <w:lvlText w:val=""/>
      <w:lvlJc w:val="left"/>
      <w:pPr>
        <w:ind w:left="1065" w:hanging="705"/>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3EE28EA"/>
    <w:multiLevelType w:val="hybridMultilevel"/>
    <w:tmpl w:val="97B09F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5DD4202"/>
    <w:multiLevelType w:val="hybridMultilevel"/>
    <w:tmpl w:val="F0FCA6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7872928"/>
    <w:multiLevelType w:val="hybridMultilevel"/>
    <w:tmpl w:val="366ADA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0462BF2"/>
    <w:multiLevelType w:val="hybridMultilevel"/>
    <w:tmpl w:val="32D22F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44E5D82"/>
    <w:multiLevelType w:val="hybridMultilevel"/>
    <w:tmpl w:val="1B943D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7DB1CBD"/>
    <w:multiLevelType w:val="hybridMultilevel"/>
    <w:tmpl w:val="58A89B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91F2145"/>
    <w:multiLevelType w:val="hybridMultilevel"/>
    <w:tmpl w:val="3C1ED3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8BC1F29"/>
    <w:multiLevelType w:val="multilevel"/>
    <w:tmpl w:val="0DDAB3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B263198"/>
    <w:multiLevelType w:val="hybridMultilevel"/>
    <w:tmpl w:val="BC98B138"/>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num w:numId="1">
    <w:abstractNumId w:val="0"/>
  </w:num>
  <w:num w:numId="2">
    <w:abstractNumId w:val="31"/>
  </w:num>
  <w:num w:numId="3">
    <w:abstractNumId w:val="2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3"/>
  </w:num>
  <w:num w:numId="12">
    <w:abstractNumId w:val="9"/>
  </w:num>
  <w:num w:numId="13">
    <w:abstractNumId w:val="4"/>
  </w:num>
  <w:num w:numId="14">
    <w:abstractNumId w:val="25"/>
  </w:num>
  <w:num w:numId="15">
    <w:abstractNumId w:val="14"/>
  </w:num>
  <w:num w:numId="16">
    <w:abstractNumId w:val="24"/>
  </w:num>
  <w:num w:numId="17">
    <w:abstractNumId w:val="18"/>
  </w:num>
  <w:num w:numId="18">
    <w:abstractNumId w:val="19"/>
  </w:num>
  <w:num w:numId="19">
    <w:abstractNumId w:val="32"/>
  </w:num>
  <w:num w:numId="20">
    <w:abstractNumId w:val="12"/>
  </w:num>
  <w:num w:numId="21">
    <w:abstractNumId w:val="23"/>
  </w:num>
  <w:num w:numId="22">
    <w:abstractNumId w:val="7"/>
  </w:num>
  <w:num w:numId="23">
    <w:abstractNumId w:val="6"/>
  </w:num>
  <w:num w:numId="24">
    <w:abstractNumId w:val="22"/>
  </w:num>
  <w:num w:numId="25">
    <w:abstractNumId w:val="33"/>
  </w:num>
  <w:num w:numId="26">
    <w:abstractNumId w:val="1"/>
  </w:num>
  <w:num w:numId="27">
    <w:abstractNumId w:val="2"/>
  </w:num>
  <w:num w:numId="28">
    <w:abstractNumId w:val="11"/>
  </w:num>
  <w:num w:numId="29">
    <w:abstractNumId w:val="20"/>
  </w:num>
  <w:num w:numId="30">
    <w:abstractNumId w:val="26"/>
  </w:num>
  <w:num w:numId="31">
    <w:abstractNumId w:val="5"/>
  </w:num>
  <w:num w:numId="32">
    <w:abstractNumId w:val="21"/>
  </w:num>
  <w:num w:numId="33">
    <w:abstractNumId w:val="29"/>
  </w:num>
  <w:num w:numId="34">
    <w:abstractNumId w:val="17"/>
  </w:num>
  <w:num w:numId="35">
    <w:abstractNumId w:val="27"/>
  </w:num>
  <w:num w:numId="36">
    <w:abstractNumId w:val="8"/>
  </w:num>
  <w:num w:numId="37">
    <w:abstractNumId w:val="16"/>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BB"/>
    <w:rsid w:val="00192AE1"/>
    <w:rsid w:val="001A4A1A"/>
    <w:rsid w:val="00244AA4"/>
    <w:rsid w:val="00756FDF"/>
    <w:rsid w:val="007E7DB1"/>
    <w:rsid w:val="0089669E"/>
    <w:rsid w:val="008C48D2"/>
    <w:rsid w:val="00AC004C"/>
    <w:rsid w:val="00B318BB"/>
    <w:rsid w:val="00D94EAD"/>
    <w:rsid w:val="00D95F1D"/>
    <w:rsid w:val="00F86D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26DFC"/>
  <w15:chartTrackingRefBased/>
  <w15:docId w15:val="{3FF288BC-2966-4FB3-9BF0-203D1390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B318BB"/>
    <w:pPr>
      <w:suppressAutoHyphens/>
      <w:spacing w:after="0" w:line="240" w:lineRule="auto"/>
      <w:jc w:val="both"/>
    </w:pPr>
    <w:rPr>
      <w:rFonts w:ascii="Times New Roman" w:eastAsia="Times New Roman" w:hAnsi="Times New Roman" w:cs="Times New Roman"/>
      <w:szCs w:val="24"/>
      <w:lang w:eastAsia="zh-CN"/>
    </w:rPr>
  </w:style>
  <w:style w:type="paragraph" w:styleId="Naslov1">
    <w:name w:val="heading 1"/>
    <w:basedOn w:val="Navaden"/>
    <w:next w:val="Navaden"/>
    <w:link w:val="Naslov1Znak"/>
    <w:qFormat/>
    <w:rsid w:val="00D95F1D"/>
    <w:pPr>
      <w:keepNext/>
      <w:numPr>
        <w:numId w:val="1"/>
      </w:numPr>
      <w:spacing w:before="240" w:after="240"/>
      <w:ind w:left="431" w:hanging="431"/>
      <w:outlineLvl w:val="0"/>
    </w:pPr>
    <w:rPr>
      <w:b/>
      <w:sz w:val="28"/>
      <w:szCs w:val="20"/>
    </w:rPr>
  </w:style>
  <w:style w:type="paragraph" w:styleId="Naslov2">
    <w:name w:val="heading 2"/>
    <w:basedOn w:val="Navaden"/>
    <w:next w:val="Navaden"/>
    <w:link w:val="Naslov2Znak"/>
    <w:qFormat/>
    <w:rsid w:val="00D95F1D"/>
    <w:pPr>
      <w:keepNext/>
      <w:numPr>
        <w:ilvl w:val="1"/>
        <w:numId w:val="1"/>
      </w:numPr>
      <w:tabs>
        <w:tab w:val="clear" w:pos="576"/>
      </w:tabs>
      <w:spacing w:before="240" w:after="240"/>
      <w:ind w:left="737" w:hanging="567"/>
      <w:outlineLvl w:val="1"/>
    </w:pPr>
    <w:rPr>
      <w:b/>
      <w:sz w:val="26"/>
    </w:rPr>
  </w:style>
  <w:style w:type="paragraph" w:styleId="Naslov3">
    <w:name w:val="heading 3"/>
    <w:basedOn w:val="Navaden"/>
    <w:next w:val="Navaden"/>
    <w:link w:val="Naslov3Znak"/>
    <w:qFormat/>
    <w:rsid w:val="00D95F1D"/>
    <w:pPr>
      <w:keepNext/>
      <w:numPr>
        <w:ilvl w:val="2"/>
        <w:numId w:val="1"/>
      </w:numPr>
      <w:spacing w:before="240" w:after="240"/>
      <w:ind w:left="1287"/>
      <w:outlineLvl w:val="2"/>
    </w:pPr>
    <w:rPr>
      <w:b/>
      <w:szCs w:val="20"/>
    </w:rPr>
  </w:style>
  <w:style w:type="paragraph" w:styleId="Naslov4">
    <w:name w:val="heading 4"/>
    <w:basedOn w:val="Navaden"/>
    <w:next w:val="Navaden"/>
    <w:link w:val="Naslov4Znak"/>
    <w:qFormat/>
    <w:rsid w:val="00D95F1D"/>
    <w:pPr>
      <w:keepNext/>
      <w:numPr>
        <w:ilvl w:val="3"/>
        <w:numId w:val="1"/>
      </w:numPr>
      <w:spacing w:before="240" w:after="240"/>
      <w:ind w:left="862" w:hanging="862"/>
      <w:outlineLvl w:val="3"/>
    </w:pPr>
    <w:rPr>
      <w:b/>
      <w:bCs/>
      <w:szCs w:val="28"/>
    </w:rPr>
  </w:style>
  <w:style w:type="paragraph" w:styleId="Naslov5">
    <w:name w:val="heading 5"/>
    <w:basedOn w:val="Navaden"/>
    <w:next w:val="Navaden"/>
    <w:link w:val="Naslov5Znak"/>
    <w:qFormat/>
    <w:rsid w:val="00B318BB"/>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B318BB"/>
    <w:pPr>
      <w:numPr>
        <w:ilvl w:val="5"/>
        <w:numId w:val="1"/>
      </w:numPr>
      <w:spacing w:before="240" w:after="60"/>
      <w:outlineLvl w:val="5"/>
    </w:pPr>
    <w:rPr>
      <w:b/>
      <w:bCs/>
      <w:szCs w:val="22"/>
    </w:rPr>
  </w:style>
  <w:style w:type="paragraph" w:styleId="Naslov7">
    <w:name w:val="heading 7"/>
    <w:basedOn w:val="Navaden"/>
    <w:next w:val="Navaden"/>
    <w:link w:val="Naslov7Znak"/>
    <w:qFormat/>
    <w:rsid w:val="00B318BB"/>
    <w:pPr>
      <w:numPr>
        <w:ilvl w:val="6"/>
        <w:numId w:val="1"/>
      </w:numPr>
      <w:spacing w:before="240" w:after="60"/>
      <w:outlineLvl w:val="6"/>
    </w:pPr>
  </w:style>
  <w:style w:type="paragraph" w:styleId="Naslov8">
    <w:name w:val="heading 8"/>
    <w:basedOn w:val="Navaden"/>
    <w:next w:val="Navaden"/>
    <w:link w:val="Naslov8Znak"/>
    <w:qFormat/>
    <w:rsid w:val="00B318BB"/>
    <w:pPr>
      <w:numPr>
        <w:ilvl w:val="7"/>
        <w:numId w:val="1"/>
      </w:numPr>
      <w:spacing w:before="240" w:after="60"/>
      <w:outlineLvl w:val="7"/>
    </w:pPr>
    <w:rPr>
      <w:i/>
      <w:iCs/>
    </w:rPr>
  </w:style>
  <w:style w:type="paragraph" w:styleId="Naslov9">
    <w:name w:val="heading 9"/>
    <w:basedOn w:val="Navaden"/>
    <w:next w:val="Navaden"/>
    <w:link w:val="Naslov9Znak"/>
    <w:qFormat/>
    <w:rsid w:val="00B318BB"/>
    <w:pPr>
      <w:numPr>
        <w:ilvl w:val="8"/>
        <w:numId w:val="1"/>
      </w:numPr>
      <w:spacing w:before="240" w:after="60"/>
      <w:outlineLvl w:val="8"/>
    </w:pPr>
    <w:rPr>
      <w:rFonts w:ascii="Arial" w:hAnsi="Arial" w:cs="Arial"/>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D95F1D"/>
    <w:rPr>
      <w:rFonts w:ascii="Times New Roman" w:eastAsia="Times New Roman" w:hAnsi="Times New Roman" w:cs="Times New Roman"/>
      <w:b/>
      <w:sz w:val="28"/>
      <w:szCs w:val="20"/>
      <w:lang w:eastAsia="zh-CN"/>
    </w:rPr>
  </w:style>
  <w:style w:type="character" w:customStyle="1" w:styleId="Naslov2Znak">
    <w:name w:val="Naslov 2 Znak"/>
    <w:basedOn w:val="Privzetapisavaodstavka"/>
    <w:link w:val="Naslov2"/>
    <w:rsid w:val="00D95F1D"/>
    <w:rPr>
      <w:rFonts w:ascii="Times New Roman" w:eastAsia="Times New Roman" w:hAnsi="Times New Roman" w:cs="Times New Roman"/>
      <w:b/>
      <w:sz w:val="26"/>
      <w:szCs w:val="24"/>
      <w:lang w:eastAsia="zh-CN"/>
    </w:rPr>
  </w:style>
  <w:style w:type="character" w:customStyle="1" w:styleId="Naslov3Znak">
    <w:name w:val="Naslov 3 Znak"/>
    <w:basedOn w:val="Privzetapisavaodstavka"/>
    <w:link w:val="Naslov3"/>
    <w:rsid w:val="00D95F1D"/>
    <w:rPr>
      <w:rFonts w:ascii="Times New Roman" w:eastAsia="Times New Roman" w:hAnsi="Times New Roman" w:cs="Times New Roman"/>
      <w:b/>
      <w:szCs w:val="20"/>
      <w:lang w:eastAsia="zh-CN"/>
    </w:rPr>
  </w:style>
  <w:style w:type="character" w:customStyle="1" w:styleId="Naslov4Znak">
    <w:name w:val="Naslov 4 Znak"/>
    <w:basedOn w:val="Privzetapisavaodstavka"/>
    <w:link w:val="Naslov4"/>
    <w:rsid w:val="00D95F1D"/>
    <w:rPr>
      <w:rFonts w:ascii="Times New Roman" w:eastAsia="Times New Roman" w:hAnsi="Times New Roman" w:cs="Times New Roman"/>
      <w:b/>
      <w:bCs/>
      <w:szCs w:val="28"/>
      <w:lang w:eastAsia="zh-CN"/>
    </w:rPr>
  </w:style>
  <w:style w:type="character" w:customStyle="1" w:styleId="Naslov5Znak">
    <w:name w:val="Naslov 5 Znak"/>
    <w:basedOn w:val="Privzetapisavaodstavka"/>
    <w:link w:val="Naslov5"/>
    <w:rsid w:val="00B318BB"/>
    <w:rPr>
      <w:rFonts w:ascii="Times New Roman" w:eastAsia="Times New Roman" w:hAnsi="Times New Roman" w:cs="Times New Roman"/>
      <w:b/>
      <w:bCs/>
      <w:i/>
      <w:iCs/>
      <w:sz w:val="26"/>
      <w:szCs w:val="26"/>
      <w:lang w:eastAsia="zh-CN"/>
    </w:rPr>
  </w:style>
  <w:style w:type="character" w:customStyle="1" w:styleId="Naslov6Znak">
    <w:name w:val="Naslov 6 Znak"/>
    <w:basedOn w:val="Privzetapisavaodstavka"/>
    <w:link w:val="Naslov6"/>
    <w:rsid w:val="00B318BB"/>
    <w:rPr>
      <w:rFonts w:ascii="Times New Roman" w:eastAsia="Times New Roman" w:hAnsi="Times New Roman" w:cs="Times New Roman"/>
      <w:b/>
      <w:bCs/>
      <w:lang w:eastAsia="zh-CN"/>
    </w:rPr>
  </w:style>
  <w:style w:type="character" w:customStyle="1" w:styleId="Naslov7Znak">
    <w:name w:val="Naslov 7 Znak"/>
    <w:basedOn w:val="Privzetapisavaodstavka"/>
    <w:link w:val="Naslov7"/>
    <w:rsid w:val="00B318BB"/>
    <w:rPr>
      <w:rFonts w:ascii="Times New Roman" w:eastAsia="Times New Roman" w:hAnsi="Times New Roman" w:cs="Times New Roman"/>
      <w:szCs w:val="24"/>
      <w:lang w:eastAsia="zh-CN"/>
    </w:rPr>
  </w:style>
  <w:style w:type="character" w:customStyle="1" w:styleId="Naslov8Znak">
    <w:name w:val="Naslov 8 Znak"/>
    <w:basedOn w:val="Privzetapisavaodstavka"/>
    <w:link w:val="Naslov8"/>
    <w:rsid w:val="00B318BB"/>
    <w:rPr>
      <w:rFonts w:ascii="Times New Roman" w:eastAsia="Times New Roman" w:hAnsi="Times New Roman" w:cs="Times New Roman"/>
      <w:i/>
      <w:iCs/>
      <w:szCs w:val="24"/>
      <w:lang w:eastAsia="zh-CN"/>
    </w:rPr>
  </w:style>
  <w:style w:type="character" w:customStyle="1" w:styleId="Naslov9Znak">
    <w:name w:val="Naslov 9 Znak"/>
    <w:basedOn w:val="Privzetapisavaodstavka"/>
    <w:link w:val="Naslov9"/>
    <w:rsid w:val="00B318BB"/>
    <w:rPr>
      <w:rFonts w:ascii="Arial" w:eastAsia="Times New Roman" w:hAnsi="Arial" w:cs="Arial"/>
      <w:lang w:eastAsia="zh-CN"/>
    </w:rPr>
  </w:style>
  <w:style w:type="character" w:customStyle="1" w:styleId="apple-converted-space">
    <w:name w:val="apple-converted-space"/>
    <w:rsid w:val="00B318BB"/>
  </w:style>
  <w:style w:type="paragraph" w:styleId="Odstavekseznama">
    <w:name w:val="List Paragraph"/>
    <w:basedOn w:val="Navaden"/>
    <w:link w:val="OdstavekseznamaZnak"/>
    <w:autoRedefine/>
    <w:uiPriority w:val="34"/>
    <w:qFormat/>
    <w:rsid w:val="00B318BB"/>
    <w:pPr>
      <w:suppressAutoHyphens w:val="0"/>
      <w:spacing w:after="200" w:line="276" w:lineRule="auto"/>
      <w:ind w:left="720"/>
      <w:contextualSpacing/>
    </w:pPr>
    <w:rPr>
      <w:rFonts w:eastAsia="Calibri"/>
      <w:szCs w:val="22"/>
      <w:lang w:eastAsia="en-US"/>
    </w:rPr>
  </w:style>
  <w:style w:type="character" w:customStyle="1" w:styleId="OdstavekseznamaZnak">
    <w:name w:val="Odstavek seznama Znak"/>
    <w:link w:val="Odstavekseznama"/>
    <w:uiPriority w:val="34"/>
    <w:rsid w:val="00B318BB"/>
    <w:rPr>
      <w:rFonts w:ascii="Times New Roman" w:eastAsia="Calibri" w:hAnsi="Times New Roman" w:cs="Times New Roman"/>
    </w:rPr>
  </w:style>
  <w:style w:type="paragraph" w:styleId="Navadensplet">
    <w:name w:val="Normal (Web)"/>
    <w:basedOn w:val="Navaden"/>
    <w:rsid w:val="00B318BB"/>
  </w:style>
  <w:style w:type="paragraph" w:styleId="Besedilooblaka">
    <w:name w:val="Balloon Text"/>
    <w:basedOn w:val="Navaden"/>
    <w:link w:val="BesedilooblakaZnak"/>
    <w:rsid w:val="00B318BB"/>
    <w:rPr>
      <w:rFonts w:ascii="Tahoma" w:hAnsi="Tahoma" w:cs="Tahoma"/>
      <w:sz w:val="16"/>
      <w:szCs w:val="16"/>
    </w:rPr>
  </w:style>
  <w:style w:type="character" w:customStyle="1" w:styleId="BesedilooblakaZnak">
    <w:name w:val="Besedilo oblačka Znak"/>
    <w:basedOn w:val="Privzetapisavaodstavka"/>
    <w:link w:val="Besedilooblaka"/>
    <w:rsid w:val="00B318BB"/>
    <w:rPr>
      <w:rFonts w:ascii="Tahoma" w:eastAsia="Times New Roman" w:hAnsi="Tahoma" w:cs="Tahoma"/>
      <w:sz w:val="16"/>
      <w:szCs w:val="16"/>
      <w:lang w:eastAsia="zh-CN"/>
    </w:rPr>
  </w:style>
  <w:style w:type="table" w:styleId="Tabelamrea">
    <w:name w:val="Table Grid"/>
    <w:basedOn w:val="Navadnatabela"/>
    <w:rsid w:val="00B318B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qFormat/>
    <w:rsid w:val="00B318BB"/>
    <w:pPr>
      <w:suppressLineNumbers/>
      <w:spacing w:before="120" w:after="120"/>
      <w:jc w:val="center"/>
    </w:pPr>
    <w:rPr>
      <w:rFonts w:cs="Mangal"/>
      <w:i/>
      <w:iCs/>
      <w:sz w:val="16"/>
    </w:rPr>
  </w:style>
  <w:style w:type="paragraph" w:styleId="Noga">
    <w:name w:val="footer"/>
    <w:basedOn w:val="Navaden"/>
    <w:link w:val="NogaZnak"/>
    <w:rsid w:val="00B318BB"/>
    <w:pPr>
      <w:tabs>
        <w:tab w:val="center" w:pos="4536"/>
        <w:tab w:val="right" w:pos="9072"/>
      </w:tabs>
    </w:pPr>
  </w:style>
  <w:style w:type="character" w:customStyle="1" w:styleId="NogaZnak">
    <w:name w:val="Noga Znak"/>
    <w:basedOn w:val="Privzetapisavaodstavka"/>
    <w:link w:val="Noga"/>
    <w:rsid w:val="00B318BB"/>
    <w:rPr>
      <w:rFonts w:ascii="Times New Roman" w:eastAsia="Times New Roman" w:hAnsi="Times New Roman" w:cs="Times New Roman"/>
      <w:szCs w:val="24"/>
      <w:lang w:eastAsia="zh-CN"/>
    </w:rPr>
  </w:style>
  <w:style w:type="paragraph" w:styleId="Glava">
    <w:name w:val="header"/>
    <w:basedOn w:val="Navaden"/>
    <w:link w:val="GlavaZnak"/>
    <w:uiPriority w:val="99"/>
    <w:rsid w:val="00B318BB"/>
    <w:pPr>
      <w:tabs>
        <w:tab w:val="center" w:pos="4536"/>
        <w:tab w:val="right" w:pos="9072"/>
      </w:tabs>
    </w:pPr>
  </w:style>
  <w:style w:type="character" w:customStyle="1" w:styleId="GlavaZnak">
    <w:name w:val="Glava Znak"/>
    <w:basedOn w:val="Privzetapisavaodstavka"/>
    <w:link w:val="Glava"/>
    <w:uiPriority w:val="99"/>
    <w:rsid w:val="00B318BB"/>
    <w:rPr>
      <w:rFonts w:ascii="Times New Roman" w:eastAsia="Times New Roman" w:hAnsi="Times New Roman" w:cs="Times New Roman"/>
      <w:szCs w:val="24"/>
      <w:lang w:eastAsia="zh-CN"/>
    </w:rPr>
  </w:style>
  <w:style w:type="paragraph" w:styleId="Revizija">
    <w:name w:val="Revision"/>
    <w:hidden/>
    <w:uiPriority w:val="99"/>
    <w:semiHidden/>
    <w:rsid w:val="00B318BB"/>
    <w:pPr>
      <w:spacing w:after="0" w:line="240" w:lineRule="auto"/>
    </w:pPr>
    <w:rPr>
      <w:rFonts w:ascii="Helvetica CE 55 Roman" w:eastAsia="Calibri" w:hAnsi="Helvetica CE 55 Roman" w:cs="Times New Roman"/>
      <w:sz w:val="24"/>
    </w:rPr>
  </w:style>
  <w:style w:type="paragraph" w:styleId="Kazalovsebine2">
    <w:name w:val="toc 2"/>
    <w:basedOn w:val="Navaden"/>
    <w:next w:val="Navaden"/>
    <w:uiPriority w:val="39"/>
    <w:rsid w:val="00B318BB"/>
    <w:pPr>
      <w:ind w:left="240"/>
    </w:pPr>
    <w:rPr>
      <w:smallCaps/>
      <w:sz w:val="20"/>
      <w:szCs w:val="20"/>
    </w:rPr>
  </w:style>
  <w:style w:type="paragraph" w:styleId="Kazalovsebine1">
    <w:name w:val="toc 1"/>
    <w:basedOn w:val="Navaden"/>
    <w:next w:val="Navaden"/>
    <w:uiPriority w:val="39"/>
    <w:rsid w:val="00B318BB"/>
    <w:pPr>
      <w:spacing w:before="120" w:after="120"/>
    </w:pPr>
    <w:rPr>
      <w:b/>
      <w:bCs/>
      <w:caps/>
      <w:sz w:val="20"/>
      <w:szCs w:val="20"/>
    </w:rPr>
  </w:style>
  <w:style w:type="paragraph" w:styleId="Kazalovsebine3">
    <w:name w:val="toc 3"/>
    <w:basedOn w:val="Navaden"/>
    <w:next w:val="Navaden"/>
    <w:uiPriority w:val="39"/>
    <w:rsid w:val="00B318BB"/>
    <w:pPr>
      <w:ind w:left="480"/>
    </w:pPr>
    <w:rPr>
      <w:i/>
      <w:iCs/>
      <w:sz w:val="20"/>
      <w:szCs w:val="20"/>
    </w:rPr>
  </w:style>
  <w:style w:type="character" w:styleId="Hiperpovezava">
    <w:name w:val="Hyperlink"/>
    <w:uiPriority w:val="99"/>
    <w:rsid w:val="00B318BB"/>
    <w:rPr>
      <w:color w:val="0000FF"/>
      <w:u w:val="single"/>
    </w:rPr>
  </w:style>
  <w:style w:type="paragraph" w:customStyle="1" w:styleId="NASLOVDOKUMENTA">
    <w:name w:val="NASLOV_DOKUMENTA"/>
    <w:basedOn w:val="Navaden"/>
    <w:next w:val="Navaden"/>
    <w:qFormat/>
    <w:rsid w:val="00B318BB"/>
    <w:pPr>
      <w:framePr w:hSpace="142" w:wrap="around" w:vAnchor="page" w:hAnchor="margin" w:xAlign="center" w:y="1832"/>
      <w:snapToGrid w:val="0"/>
      <w:suppressOverlap/>
      <w:jc w:val="center"/>
    </w:pPr>
    <w:rPr>
      <w:sz w:val="40"/>
    </w:rPr>
  </w:style>
  <w:style w:type="character" w:styleId="Besedilooznabemesta">
    <w:name w:val="Placeholder Text"/>
    <w:uiPriority w:val="99"/>
    <w:semiHidden/>
    <w:rsid w:val="00B318BB"/>
    <w:rPr>
      <w:color w:val="808080"/>
    </w:rPr>
  </w:style>
  <w:style w:type="table" w:customStyle="1" w:styleId="Svetlosenenje1">
    <w:name w:val="Svetlo senčenje1"/>
    <w:basedOn w:val="Navadnatabela"/>
    <w:uiPriority w:val="60"/>
    <w:rsid w:val="00B318BB"/>
    <w:pPr>
      <w:spacing w:after="0" w:line="240" w:lineRule="auto"/>
    </w:pPr>
    <w:rPr>
      <w:rFonts w:ascii="Calibri" w:eastAsia="Calibri" w:hAnsi="Calibri" w:cs="Times New Roman"/>
      <w:color w:val="000000"/>
      <w:sz w:val="20"/>
      <w:szCs w:val="20"/>
      <w:lang w:eastAsia="zh-CN"/>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Konnaopomba-besedilo">
    <w:name w:val="endnote text"/>
    <w:basedOn w:val="Navaden"/>
    <w:link w:val="Konnaopomba-besediloZnak"/>
    <w:uiPriority w:val="99"/>
    <w:semiHidden/>
    <w:unhideWhenUsed/>
    <w:rsid w:val="00B318BB"/>
    <w:rPr>
      <w:szCs w:val="20"/>
    </w:rPr>
  </w:style>
  <w:style w:type="character" w:customStyle="1" w:styleId="Konnaopomba-besediloZnak">
    <w:name w:val="Končna opomba - besedilo Znak"/>
    <w:basedOn w:val="Privzetapisavaodstavka"/>
    <w:link w:val="Konnaopomba-besedilo"/>
    <w:uiPriority w:val="99"/>
    <w:semiHidden/>
    <w:rsid w:val="00B318BB"/>
    <w:rPr>
      <w:rFonts w:ascii="Times New Roman" w:eastAsia="Times New Roman" w:hAnsi="Times New Roman" w:cs="Times New Roman"/>
      <w:szCs w:val="20"/>
      <w:lang w:eastAsia="zh-CN"/>
    </w:rPr>
  </w:style>
  <w:style w:type="character" w:styleId="Konnaopomba-sklic">
    <w:name w:val="endnote reference"/>
    <w:uiPriority w:val="99"/>
    <w:semiHidden/>
    <w:unhideWhenUsed/>
    <w:rsid w:val="00B318BB"/>
    <w:rPr>
      <w:vertAlign w:val="superscript"/>
    </w:rPr>
  </w:style>
  <w:style w:type="paragraph" w:styleId="Kazaloslik">
    <w:name w:val="table of figures"/>
    <w:basedOn w:val="Navaden"/>
    <w:next w:val="Navaden"/>
    <w:uiPriority w:val="99"/>
    <w:unhideWhenUsed/>
    <w:rsid w:val="00B318BB"/>
  </w:style>
  <w:style w:type="paragraph" w:styleId="Pripombabesedilo">
    <w:name w:val="annotation text"/>
    <w:basedOn w:val="Navaden"/>
    <w:link w:val="PripombabesediloZnak"/>
    <w:semiHidden/>
    <w:unhideWhenUsed/>
    <w:rsid w:val="00B318BB"/>
    <w:rPr>
      <w:rFonts w:asciiTheme="minorHAnsi" w:eastAsiaTheme="minorHAnsi" w:hAnsiTheme="minorHAnsi" w:cstheme="minorBidi"/>
      <w:szCs w:val="22"/>
      <w:lang w:eastAsia="en-US"/>
    </w:rPr>
  </w:style>
  <w:style w:type="character" w:customStyle="1" w:styleId="PripombabesediloZnak">
    <w:name w:val="Pripomba – besedilo Znak"/>
    <w:basedOn w:val="Privzetapisavaodstavka"/>
    <w:link w:val="Pripombabesedilo"/>
    <w:semiHidden/>
    <w:rsid w:val="00B318BB"/>
  </w:style>
  <w:style w:type="paragraph" w:styleId="Zadevapripombe">
    <w:name w:val="annotation subject"/>
    <w:basedOn w:val="Pripombabesedilo1"/>
    <w:next w:val="Pripombabesedilo1"/>
    <w:link w:val="ZadevapripombeZnak"/>
    <w:rsid w:val="00B318BB"/>
    <w:rPr>
      <w:b/>
      <w:bCs/>
    </w:rPr>
  </w:style>
  <w:style w:type="character" w:customStyle="1" w:styleId="ZadevapripombeZnak">
    <w:name w:val="Zadeva pripombe Znak"/>
    <w:basedOn w:val="PripombabesediloZnak"/>
    <w:link w:val="Zadevapripombe"/>
    <w:rsid w:val="00B318BB"/>
    <w:rPr>
      <w:rFonts w:ascii="Times New Roman" w:eastAsia="Times New Roman" w:hAnsi="Times New Roman" w:cs="Times New Roman"/>
      <w:b/>
      <w:bCs/>
      <w:sz w:val="20"/>
      <w:szCs w:val="20"/>
      <w:lang w:eastAsia="zh-CN"/>
    </w:rPr>
  </w:style>
  <w:style w:type="paragraph" w:customStyle="1" w:styleId="GLAVATS">
    <w:name w:val="GLAVA_TS"/>
    <w:next w:val="Navaden"/>
    <w:link w:val="GLAVATSZnak"/>
    <w:qFormat/>
    <w:rsid w:val="00B318BB"/>
    <w:pPr>
      <w:tabs>
        <w:tab w:val="center" w:pos="4855"/>
        <w:tab w:val="right" w:pos="9565"/>
      </w:tabs>
      <w:kinsoku w:val="0"/>
      <w:autoSpaceDE w:val="0"/>
      <w:autoSpaceDN w:val="0"/>
      <w:adjustRightInd w:val="0"/>
      <w:snapToGrid w:val="0"/>
      <w:spacing w:after="20" w:line="240" w:lineRule="auto"/>
    </w:pPr>
    <w:rPr>
      <w:rFonts w:ascii="BankGothic Md BT" w:eastAsia="Calibri" w:hAnsi="BankGothic Md BT" w:cs="Times New Roman"/>
      <w:color w:val="FFFFFF"/>
    </w:rPr>
  </w:style>
  <w:style w:type="paragraph" w:customStyle="1" w:styleId="Vrstadokumenta">
    <w:name w:val="Vrsta dokumenta"/>
    <w:basedOn w:val="Navaden"/>
    <w:link w:val="VrstadokumentaZnak"/>
    <w:qFormat/>
    <w:rsid w:val="00B318BB"/>
    <w:pPr>
      <w:jc w:val="center"/>
    </w:pPr>
    <w:rPr>
      <w:rFonts w:ascii="BankGothic Md BT" w:hAnsi="BankGothic Md BT"/>
      <w:color w:val="003893"/>
      <w:sz w:val="32"/>
      <w:szCs w:val="32"/>
    </w:rPr>
  </w:style>
  <w:style w:type="paragraph" w:customStyle="1" w:styleId="Datumdokumenta">
    <w:name w:val="Datum dokumenta"/>
    <w:basedOn w:val="Vrstadokumenta"/>
    <w:qFormat/>
    <w:rsid w:val="00B318BB"/>
    <w:rPr>
      <w:sz w:val="24"/>
    </w:rPr>
  </w:style>
  <w:style w:type="character" w:customStyle="1" w:styleId="VrstadokumentaZnak">
    <w:name w:val="Vrsta dokumenta Znak"/>
    <w:link w:val="Vrstadokumenta"/>
    <w:rsid w:val="00B318BB"/>
    <w:rPr>
      <w:rFonts w:ascii="BankGothic Md BT" w:eastAsia="Times New Roman" w:hAnsi="BankGothic Md BT" w:cs="Times New Roman"/>
      <w:color w:val="003893"/>
      <w:sz w:val="32"/>
      <w:szCs w:val="32"/>
      <w:lang w:eastAsia="zh-CN"/>
    </w:rPr>
  </w:style>
  <w:style w:type="paragraph" w:customStyle="1" w:styleId="NaslovKazal">
    <w:name w:val="Naslov Kazal"/>
    <w:basedOn w:val="Navaden"/>
    <w:next w:val="Navaden"/>
    <w:qFormat/>
    <w:rsid w:val="00B318BB"/>
    <w:pPr>
      <w:tabs>
        <w:tab w:val="left" w:pos="626"/>
        <w:tab w:val="center" w:pos="4889"/>
      </w:tabs>
      <w:jc w:val="left"/>
    </w:pPr>
    <w:rPr>
      <w:rFonts w:ascii="BankGothic Md BT" w:hAnsi="BankGothic Md BT"/>
      <w:b/>
      <w:bCs/>
      <w:caps/>
      <w:color w:val="003893"/>
      <w:sz w:val="28"/>
      <w:szCs w:val="28"/>
    </w:rPr>
  </w:style>
  <w:style w:type="table" w:customStyle="1" w:styleId="Tabelamrea1">
    <w:name w:val="Tabela – mreža1"/>
    <w:basedOn w:val="Navadnatabela"/>
    <w:next w:val="Navadnatabela"/>
    <w:uiPriority w:val="1"/>
    <w:rsid w:val="00B318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rsid w:val="00B318BB"/>
    <w:rPr>
      <w:color w:val="800080"/>
      <w:u w:val="single"/>
    </w:rPr>
  </w:style>
  <w:style w:type="paragraph" w:customStyle="1" w:styleId="GLAVATSSTSTR">
    <w:name w:val="GLAVA_TS_ST_STR"/>
    <w:basedOn w:val="GLAVATS"/>
    <w:link w:val="GLAVATSSTSTRZnak"/>
    <w:qFormat/>
    <w:rsid w:val="00B318BB"/>
    <w:rPr>
      <w:rFonts w:eastAsia="SimSun"/>
      <w:sz w:val="24"/>
      <w:szCs w:val="24"/>
    </w:rPr>
  </w:style>
  <w:style w:type="numbering" w:customStyle="1" w:styleId="SeznamGIZ">
    <w:name w:val="Seznam GIZ"/>
    <w:uiPriority w:val="99"/>
    <w:rsid w:val="00B318BB"/>
    <w:pPr>
      <w:numPr>
        <w:numId w:val="20"/>
      </w:numPr>
    </w:pPr>
  </w:style>
  <w:style w:type="character" w:customStyle="1" w:styleId="GLAVATSZnak">
    <w:name w:val="GLAVA_TS Znak"/>
    <w:basedOn w:val="Privzetapisavaodstavka"/>
    <w:link w:val="GLAVATS"/>
    <w:rsid w:val="00B318BB"/>
    <w:rPr>
      <w:rFonts w:ascii="BankGothic Md BT" w:eastAsia="Calibri" w:hAnsi="BankGothic Md BT" w:cs="Times New Roman"/>
      <w:color w:val="FFFFFF"/>
    </w:rPr>
  </w:style>
  <w:style w:type="character" w:customStyle="1" w:styleId="GLAVATSSTSTRZnak">
    <w:name w:val="GLAVA_TS_ST_STR Znak"/>
    <w:basedOn w:val="GLAVATSZnak"/>
    <w:link w:val="GLAVATSSTSTR"/>
    <w:rsid w:val="00B318BB"/>
    <w:rPr>
      <w:rFonts w:ascii="BankGothic Md BT" w:eastAsia="SimSun" w:hAnsi="BankGothic Md BT" w:cs="Times New Roman"/>
      <w:color w:val="FFFFFF"/>
      <w:sz w:val="24"/>
      <w:szCs w:val="24"/>
    </w:rPr>
  </w:style>
  <w:style w:type="table" w:styleId="Srednjesenenje2poudarek1">
    <w:name w:val="Medium Shading 2 Accent 1"/>
    <w:basedOn w:val="Navadnatabela"/>
    <w:uiPriority w:val="64"/>
    <w:rsid w:val="00B318BB"/>
    <w:pPr>
      <w:spacing w:after="0" w:line="240" w:lineRule="auto"/>
    </w:pPr>
    <w:rPr>
      <w:rFonts w:ascii="Calibri" w:eastAsia="Calibri" w:hAnsi="Calibri" w:cs="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Kazalovsebine6">
    <w:name w:val="toc 6"/>
    <w:basedOn w:val="Navaden"/>
    <w:next w:val="Navaden"/>
    <w:rsid w:val="00B318BB"/>
    <w:pPr>
      <w:spacing w:after="100" w:line="276" w:lineRule="auto"/>
      <w:ind w:left="1100"/>
    </w:pPr>
    <w:rPr>
      <w:rFonts w:ascii="Calibri" w:hAnsi="Calibri"/>
      <w:szCs w:val="22"/>
    </w:rPr>
  </w:style>
  <w:style w:type="table" w:customStyle="1" w:styleId="Tabelamrea2">
    <w:name w:val="Tabela – mreža2"/>
    <w:basedOn w:val="Navadnatabela"/>
    <w:next w:val="Navadnatabela"/>
    <w:uiPriority w:val="59"/>
    <w:rsid w:val="00B318BB"/>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10">
    <w:name w:val="Table Grid 1"/>
    <w:basedOn w:val="Navadnatabela"/>
    <w:rsid w:val="00B318BB"/>
    <w:pPr>
      <w:spacing w:before="120" w:after="0" w:line="240" w:lineRule="auto"/>
      <w:jc w:val="both"/>
    </w:pPr>
    <w:rPr>
      <w:rFonts w:ascii="Times New Roman" w:eastAsia="Times New Roman" w:hAnsi="Times New Roman" w:cs="Times New Roman"/>
      <w:sz w:val="20"/>
      <w:szCs w:val="20"/>
      <w:lang w:eastAsia="sl-S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Srednjesenenje2poudarek2">
    <w:name w:val="Medium Shading 2 Accent 2"/>
    <w:basedOn w:val="Navadnatabela"/>
    <w:uiPriority w:val="64"/>
    <w:rsid w:val="00B318BB"/>
    <w:pPr>
      <w:spacing w:after="0" w:line="240" w:lineRule="auto"/>
    </w:pPr>
    <w:rPr>
      <w:rFonts w:ascii="Calibri" w:eastAsia="Calibri" w:hAnsi="Calibri" w:cs="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GIZ">
    <w:name w:val="GIZ"/>
    <w:basedOn w:val="Navadnatabela"/>
    <w:uiPriority w:val="99"/>
    <w:rsid w:val="00B318BB"/>
    <w:pPr>
      <w:spacing w:after="0" w:line="240" w:lineRule="auto"/>
      <w:jc w:val="center"/>
    </w:pPr>
    <w:rPr>
      <w:rFonts w:ascii="Swis721 Cn BT" w:eastAsia="Calibri" w:hAnsi="Swis721 Cn BT" w:cs="Times New Roman"/>
      <w:sz w:val="20"/>
      <w:szCs w:val="20"/>
      <w:lang w:eastAsia="zh-CN"/>
    </w:rPr>
    <w:tblPr>
      <w:tblStyleRowBandSize w:val="1"/>
      <w:tblStyleColBandSize w:val="1"/>
      <w:tblBorders>
        <w:top w:val="single" w:sz="2" w:space="0" w:color="003788"/>
        <w:bottom w:val="single" w:sz="2" w:space="0" w:color="003788"/>
        <w:insideH w:val="single" w:sz="2" w:space="0" w:color="003788"/>
        <w:insideV w:val="single" w:sz="12" w:space="0" w:color="FFFFFF" w:themeColor="background1"/>
      </w:tblBorders>
      <w:tblCellMar>
        <w:left w:w="0" w:type="dxa"/>
        <w:right w:w="0" w:type="dxa"/>
      </w:tblCellMar>
    </w:tblPr>
    <w:tcPr>
      <w:shd w:val="clear" w:color="auto" w:fill="auto"/>
      <w:vAlign w:val="center"/>
    </w:tcPr>
    <w:tblStylePr w:type="firstRow">
      <w:pPr>
        <w:jc w:val="center"/>
      </w:pPr>
      <w:rPr>
        <w:rFonts w:ascii="Swis721 Cn BT" w:hAnsi="Swis721 Cn BT"/>
        <w:sz w:val="20"/>
      </w:rPr>
      <w:tblPr/>
      <w:tcPr>
        <w:tcBorders>
          <w:bottom w:val="single" w:sz="8" w:space="0" w:color="FFFFFF" w:themeColor="background1"/>
          <w:insideV w:val="single" w:sz="8" w:space="0" w:color="FFFFFF" w:themeColor="background1"/>
        </w:tcBorders>
        <w:shd w:val="clear" w:color="auto" w:fill="003788"/>
      </w:tcPr>
    </w:tblStylePr>
    <w:tblStylePr w:type="lastRow">
      <w:pPr>
        <w:jc w:val="center"/>
      </w:pPr>
      <w:tblPr/>
      <w:tcPr>
        <w:tcBorders>
          <w:top w:val="single" w:sz="8" w:space="0" w:color="FFFFFF" w:themeColor="background1"/>
          <w:insideV w:val="single" w:sz="8" w:space="0" w:color="FFFFFF" w:themeColor="background1"/>
        </w:tcBorders>
        <w:shd w:val="clear" w:color="auto" w:fill="003788"/>
      </w:tcPr>
    </w:tblStylePr>
    <w:tblStylePr w:type="firstCol">
      <w:tblPr/>
      <w:tcPr>
        <w:tcBorders>
          <w:right w:val="nil"/>
          <w:insideH w:val="single" w:sz="8" w:space="0" w:color="FFFFFF" w:themeColor="background1"/>
        </w:tcBorders>
        <w:shd w:val="clear" w:color="auto" w:fill="003788"/>
      </w:tcPr>
    </w:tblStylePr>
    <w:tblStylePr w:type="lastCol">
      <w:tblPr/>
      <w:tcPr>
        <w:tcBorders>
          <w:insideH w:val="single" w:sz="6" w:space="0" w:color="FFFFFF" w:themeColor="background1"/>
        </w:tcBorders>
        <w:shd w:val="clear" w:color="auto" w:fill="003788"/>
      </w:tcPr>
    </w:tblStylePr>
    <w:tblStylePr w:type="band1Vert">
      <w:tblPr/>
      <w:tcPr>
        <w:tcBorders>
          <w:top w:val="nil"/>
          <w:left w:val="nil"/>
          <w:bottom w:val="nil"/>
          <w:right w:val="nil"/>
          <w:insideH w:val="nil"/>
          <w:insideV w:val="nil"/>
          <w:tl2br w:val="nil"/>
          <w:tr2bl w:val="nil"/>
        </w:tcBorders>
        <w:shd w:val="clear" w:color="auto" w:fill="auto"/>
      </w:tcPr>
    </w:tblStylePr>
    <w:tblStylePr w:type="band2Vert">
      <w:tblPr/>
      <w:tcPr>
        <w:tcBorders>
          <w:top w:val="nil"/>
          <w:left w:val="nil"/>
          <w:bottom w:val="nil"/>
          <w:right w:val="nil"/>
          <w:insideH w:val="nil"/>
          <w:insideV w:val="nil"/>
          <w:tl2br w:val="nil"/>
          <w:tr2bl w:val="nil"/>
        </w:tcBorders>
        <w:shd w:val="clear" w:color="auto" w:fill="auto"/>
      </w:tcPr>
    </w:tblStylePr>
    <w:tblStylePr w:type="band1Horz">
      <w:rPr>
        <w:rFonts w:ascii="Swis721 Cn BT" w:hAnsi="Swis721 Cn BT"/>
        <w:color w:val="auto"/>
        <w:sz w:val="20"/>
      </w:rPr>
      <w:tblPr/>
      <w:tcPr>
        <w:tcBorders>
          <w:top w:val="nil"/>
          <w:bottom w:val="single" w:sz="2" w:space="0" w:color="003788"/>
        </w:tcBorders>
        <w:shd w:val="clear" w:color="auto" w:fill="auto"/>
      </w:tcPr>
    </w:tblStylePr>
    <w:tblStylePr w:type="band2Horz">
      <w:tblPr/>
      <w:tcPr>
        <w:tcBorders>
          <w:bottom w:val="single" w:sz="2" w:space="0" w:color="003788"/>
        </w:tcBorders>
        <w:shd w:val="clear" w:color="auto" w:fill="auto"/>
      </w:tcPr>
    </w:tblStylePr>
    <w:tblStylePr w:type="neCell">
      <w:tblPr/>
      <w:tcPr>
        <w:tcBorders>
          <w:right w:val="nil"/>
        </w:tcBorders>
        <w:shd w:val="clear" w:color="auto" w:fill="003788"/>
      </w:tcPr>
    </w:tblStylePr>
    <w:tblStylePr w:type="swCell">
      <w:tblPr/>
      <w:tcPr>
        <w:tcBorders>
          <w:top w:val="nil"/>
          <w:left w:val="nil"/>
          <w:bottom w:val="nil"/>
          <w:right w:val="nil"/>
          <w:insideH w:val="nil"/>
          <w:insideV w:val="nil"/>
          <w:tl2br w:val="nil"/>
          <w:tr2bl w:val="nil"/>
        </w:tcBorders>
        <w:shd w:val="clear" w:color="auto" w:fill="003788"/>
      </w:tcPr>
    </w:tblStylePr>
  </w:style>
  <w:style w:type="table" w:styleId="Srednjesenenje2poudarek6">
    <w:name w:val="Medium Shading 2 Accent 6"/>
    <w:basedOn w:val="Navadnatabela"/>
    <w:uiPriority w:val="64"/>
    <w:rsid w:val="00B318BB"/>
    <w:pPr>
      <w:spacing w:after="0" w:line="240" w:lineRule="auto"/>
    </w:pPr>
    <w:rPr>
      <w:rFonts w:ascii="Calibri" w:eastAsia="Calibri" w:hAnsi="Calibri" w:cs="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etlosenenjepoudarek2">
    <w:name w:val="Light Shading Accent 2"/>
    <w:basedOn w:val="Navadnatabela"/>
    <w:uiPriority w:val="60"/>
    <w:rsid w:val="00B318BB"/>
    <w:pPr>
      <w:spacing w:after="0" w:line="240" w:lineRule="auto"/>
    </w:pPr>
    <w:rPr>
      <w:rFonts w:ascii="Calibri" w:eastAsia="Calibri" w:hAnsi="Calibri" w:cs="Times New Roman"/>
      <w:color w:val="C45911" w:themeColor="accent2" w:themeShade="BF"/>
      <w:sz w:val="20"/>
      <w:szCs w:val="20"/>
      <w:lang w:eastAsia="zh-CN"/>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Srednjesenenje2poudarek4">
    <w:name w:val="Medium Shading 2 Accent 4"/>
    <w:basedOn w:val="Navadnatabela"/>
    <w:uiPriority w:val="64"/>
    <w:rsid w:val="00B318BB"/>
    <w:pPr>
      <w:spacing w:after="0" w:line="240" w:lineRule="auto"/>
    </w:pPr>
    <w:rPr>
      <w:rFonts w:ascii="Calibri" w:eastAsia="Calibri" w:hAnsi="Calibri" w:cs="Times New Roman"/>
      <w:sz w:val="20"/>
      <w:szCs w:val="20"/>
      <w:lang w:eastAsia="zh-C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rednjiseznam2poudarek4">
    <w:name w:val="Medium List 2 Accent 4"/>
    <w:basedOn w:val="Navadnatabela"/>
    <w:uiPriority w:val="66"/>
    <w:rsid w:val="00B318BB"/>
    <w:pPr>
      <w:spacing w:after="0" w:line="240" w:lineRule="auto"/>
    </w:pPr>
    <w:rPr>
      <w:rFonts w:asciiTheme="majorHAnsi" w:eastAsiaTheme="majorEastAsia" w:hAnsiTheme="majorHAnsi" w:cstheme="majorBidi"/>
      <w:color w:val="000000" w:themeColor="text1"/>
      <w:sz w:val="20"/>
      <w:szCs w:val="20"/>
      <w:lang w:eastAsia="zh-CN"/>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vetelseznampoudarek2">
    <w:name w:val="Light List Accent 2"/>
    <w:basedOn w:val="Navadnatabela"/>
    <w:uiPriority w:val="61"/>
    <w:rsid w:val="00B318BB"/>
    <w:pPr>
      <w:spacing w:after="0" w:line="240" w:lineRule="auto"/>
    </w:pPr>
    <w:rPr>
      <w:rFonts w:ascii="Calibri" w:eastAsia="Calibri" w:hAnsi="Calibri" w:cs="Times New Roman"/>
      <w:sz w:val="20"/>
      <w:szCs w:val="20"/>
      <w:lang w:eastAsia="zh-CN"/>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customStyle="1" w:styleId="DodatekA">
    <w:name w:val="Dodatek A"/>
    <w:basedOn w:val="Naslov2"/>
    <w:next w:val="Navaden"/>
    <w:link w:val="DodatekAZnak"/>
    <w:qFormat/>
    <w:rsid w:val="00B318BB"/>
    <w:pPr>
      <w:numPr>
        <w:ilvl w:val="0"/>
        <w:numId w:val="23"/>
      </w:numPr>
      <w:jc w:val="left"/>
    </w:pPr>
  </w:style>
  <w:style w:type="paragraph" w:customStyle="1" w:styleId="DodatekA1">
    <w:name w:val="Dodatek A.1"/>
    <w:basedOn w:val="Naslov3"/>
    <w:next w:val="Navaden"/>
    <w:autoRedefine/>
    <w:qFormat/>
    <w:rsid w:val="00B318BB"/>
    <w:pPr>
      <w:numPr>
        <w:ilvl w:val="1"/>
        <w:numId w:val="23"/>
      </w:numPr>
    </w:pPr>
    <w:rPr>
      <w:b w:val="0"/>
      <w:noProof/>
      <w:lang w:val="en-GB"/>
    </w:rPr>
  </w:style>
  <w:style w:type="character" w:customStyle="1" w:styleId="DodatekAZnak">
    <w:name w:val="Dodatek A Znak"/>
    <w:basedOn w:val="Naslov2Znak"/>
    <w:link w:val="DodatekA"/>
    <w:rsid w:val="00B318BB"/>
    <w:rPr>
      <w:rFonts w:ascii="Times New Roman" w:eastAsia="Times New Roman" w:hAnsi="Times New Roman" w:cs="Times New Roman"/>
      <w:b/>
      <w:sz w:val="26"/>
      <w:szCs w:val="24"/>
      <w:lang w:eastAsia="zh-CN"/>
    </w:rPr>
  </w:style>
  <w:style w:type="paragraph" w:customStyle="1" w:styleId="DodatekA11">
    <w:name w:val="Dodatek A.1.1"/>
    <w:basedOn w:val="Naslov4"/>
    <w:rsid w:val="00B318BB"/>
    <w:pPr>
      <w:numPr>
        <w:ilvl w:val="2"/>
        <w:numId w:val="23"/>
      </w:numPr>
    </w:pPr>
    <w:rPr>
      <w:b w:val="0"/>
      <w:i/>
    </w:rPr>
  </w:style>
  <w:style w:type="table" w:customStyle="1" w:styleId="GIZ1">
    <w:name w:val="GIZ1"/>
    <w:basedOn w:val="Navadnatabela"/>
    <w:uiPriority w:val="99"/>
    <w:rsid w:val="00B318BB"/>
    <w:pPr>
      <w:spacing w:after="0" w:line="240" w:lineRule="auto"/>
      <w:jc w:val="center"/>
    </w:pPr>
    <w:rPr>
      <w:rFonts w:ascii="Swis721 Cn BT" w:eastAsia="Calibri" w:hAnsi="Swis721 Cn BT" w:cs="Times New Roman"/>
      <w:sz w:val="20"/>
      <w:szCs w:val="20"/>
      <w:lang w:eastAsia="zh-CN"/>
    </w:rPr>
    <w:tblPr>
      <w:tblStyleRowBandSize w:val="1"/>
      <w:tblStyleColBandSize w:val="1"/>
      <w:tblBorders>
        <w:top w:val="single" w:sz="2" w:space="0" w:color="003788"/>
        <w:bottom w:val="single" w:sz="2" w:space="0" w:color="003788"/>
        <w:insideH w:val="single" w:sz="2" w:space="0" w:color="003788"/>
        <w:insideV w:val="single" w:sz="12" w:space="0" w:color="FFFFFF" w:themeColor="background1"/>
      </w:tblBorders>
      <w:tblCellMar>
        <w:left w:w="0" w:type="dxa"/>
        <w:right w:w="0" w:type="dxa"/>
      </w:tblCellMar>
    </w:tblPr>
    <w:tcPr>
      <w:shd w:val="clear" w:color="auto" w:fill="auto"/>
      <w:vAlign w:val="center"/>
    </w:tcPr>
    <w:tblStylePr w:type="firstRow">
      <w:pPr>
        <w:jc w:val="center"/>
      </w:pPr>
      <w:rPr>
        <w:rFonts w:ascii="Swis721 Cn BT" w:hAnsi="Swis721 Cn BT"/>
        <w:sz w:val="20"/>
      </w:rPr>
      <w:tblPr/>
      <w:tcPr>
        <w:tcBorders>
          <w:bottom w:val="single" w:sz="8" w:space="0" w:color="FFFFFF" w:themeColor="background1"/>
          <w:insideV w:val="single" w:sz="8" w:space="0" w:color="FFFFFF" w:themeColor="background1"/>
        </w:tcBorders>
        <w:shd w:val="clear" w:color="auto" w:fill="003788"/>
      </w:tcPr>
    </w:tblStylePr>
    <w:tblStylePr w:type="lastRow">
      <w:pPr>
        <w:jc w:val="center"/>
      </w:pPr>
      <w:tblPr/>
      <w:tcPr>
        <w:tcBorders>
          <w:top w:val="single" w:sz="8" w:space="0" w:color="FFFFFF" w:themeColor="background1"/>
          <w:insideV w:val="single" w:sz="8" w:space="0" w:color="FFFFFF" w:themeColor="background1"/>
        </w:tcBorders>
        <w:shd w:val="clear" w:color="auto" w:fill="003788"/>
      </w:tcPr>
    </w:tblStylePr>
    <w:tblStylePr w:type="firstCol">
      <w:tblPr/>
      <w:tcPr>
        <w:tcBorders>
          <w:right w:val="nil"/>
          <w:insideH w:val="single" w:sz="8" w:space="0" w:color="FFFFFF" w:themeColor="background1"/>
        </w:tcBorders>
        <w:shd w:val="clear" w:color="auto" w:fill="003788"/>
      </w:tcPr>
    </w:tblStylePr>
    <w:tblStylePr w:type="lastCol">
      <w:tblPr/>
      <w:tcPr>
        <w:tcBorders>
          <w:insideH w:val="single" w:sz="6" w:space="0" w:color="FFFFFF" w:themeColor="background1"/>
        </w:tcBorders>
        <w:shd w:val="clear" w:color="auto" w:fill="003788"/>
      </w:tcPr>
    </w:tblStylePr>
    <w:tblStylePr w:type="band1Vert">
      <w:tblPr/>
      <w:tcPr>
        <w:tcBorders>
          <w:top w:val="nil"/>
          <w:left w:val="nil"/>
          <w:bottom w:val="nil"/>
          <w:right w:val="nil"/>
          <w:insideH w:val="nil"/>
          <w:insideV w:val="nil"/>
          <w:tl2br w:val="nil"/>
          <w:tr2bl w:val="nil"/>
        </w:tcBorders>
        <w:shd w:val="clear" w:color="auto" w:fill="auto"/>
      </w:tcPr>
    </w:tblStylePr>
    <w:tblStylePr w:type="band2Vert">
      <w:tblPr/>
      <w:tcPr>
        <w:tcBorders>
          <w:top w:val="nil"/>
          <w:left w:val="nil"/>
          <w:bottom w:val="nil"/>
          <w:right w:val="nil"/>
          <w:insideH w:val="nil"/>
          <w:insideV w:val="nil"/>
          <w:tl2br w:val="nil"/>
          <w:tr2bl w:val="nil"/>
        </w:tcBorders>
        <w:shd w:val="clear" w:color="auto" w:fill="auto"/>
      </w:tcPr>
    </w:tblStylePr>
    <w:tblStylePr w:type="band1Horz">
      <w:rPr>
        <w:rFonts w:ascii="Swis721 Cn BT" w:hAnsi="Swis721 Cn BT"/>
        <w:color w:val="auto"/>
        <w:sz w:val="20"/>
      </w:rPr>
      <w:tblPr/>
      <w:tcPr>
        <w:tcBorders>
          <w:top w:val="nil"/>
          <w:bottom w:val="single" w:sz="2" w:space="0" w:color="003788"/>
        </w:tcBorders>
        <w:shd w:val="clear" w:color="auto" w:fill="auto"/>
      </w:tcPr>
    </w:tblStylePr>
    <w:tblStylePr w:type="band2Horz">
      <w:tblPr/>
      <w:tcPr>
        <w:tcBorders>
          <w:bottom w:val="single" w:sz="2" w:space="0" w:color="003788"/>
        </w:tcBorders>
        <w:shd w:val="clear" w:color="auto" w:fill="auto"/>
      </w:tcPr>
    </w:tblStylePr>
    <w:tblStylePr w:type="neCell">
      <w:tblPr/>
      <w:tcPr>
        <w:tcBorders>
          <w:right w:val="nil"/>
        </w:tcBorders>
        <w:shd w:val="clear" w:color="auto" w:fill="003788"/>
      </w:tcPr>
    </w:tblStylePr>
    <w:tblStylePr w:type="swCell">
      <w:tblPr/>
      <w:tcPr>
        <w:tcBorders>
          <w:top w:val="nil"/>
          <w:left w:val="nil"/>
          <w:bottom w:val="nil"/>
          <w:right w:val="nil"/>
          <w:insideH w:val="nil"/>
          <w:insideV w:val="nil"/>
          <w:tl2br w:val="nil"/>
          <w:tr2bl w:val="nil"/>
        </w:tcBorders>
        <w:shd w:val="clear" w:color="auto" w:fill="003788"/>
      </w:tcPr>
    </w:tblStylePr>
  </w:style>
  <w:style w:type="paragraph" w:styleId="NaslovTOC">
    <w:name w:val="TOC Heading"/>
    <w:basedOn w:val="Naslov1"/>
    <w:next w:val="Navaden"/>
    <w:uiPriority w:val="39"/>
    <w:unhideWhenUsed/>
    <w:qFormat/>
    <w:rsid w:val="00B318BB"/>
    <w:pPr>
      <w:numPr>
        <w:numId w:val="0"/>
      </w:numPr>
      <w:spacing w:after="0" w:line="259" w:lineRule="auto"/>
      <w:jc w:val="left"/>
      <w:outlineLvl w:val="9"/>
    </w:pPr>
    <w:rPr>
      <w:rFonts w:asciiTheme="majorHAnsi" w:eastAsiaTheme="majorEastAsia" w:hAnsiTheme="majorHAnsi" w:cstheme="majorBidi"/>
      <w:b w:val="0"/>
      <w:bCs/>
      <w:caps/>
      <w:color w:val="2E74B5" w:themeColor="accent1" w:themeShade="BF"/>
      <w:sz w:val="32"/>
      <w:szCs w:val="32"/>
      <w:lang w:eastAsia="sl-SI"/>
    </w:rPr>
  </w:style>
  <w:style w:type="character" w:customStyle="1" w:styleId="WW8Num1z0">
    <w:name w:val="WW8Num1z0"/>
    <w:rsid w:val="00B318BB"/>
  </w:style>
  <w:style w:type="character" w:customStyle="1" w:styleId="WW8Num2z0">
    <w:name w:val="WW8Num2z0"/>
    <w:rsid w:val="00B318BB"/>
  </w:style>
  <w:style w:type="character" w:customStyle="1" w:styleId="WW8Num3z0">
    <w:name w:val="WW8Num3z0"/>
    <w:rsid w:val="00B318BB"/>
    <w:rPr>
      <w:rFonts w:ascii="Times New Roman" w:hAnsi="Times New Roman" w:cs="Times New Roman"/>
    </w:rPr>
  </w:style>
  <w:style w:type="character" w:customStyle="1" w:styleId="WW8Num4z0">
    <w:name w:val="WW8Num4z0"/>
    <w:rsid w:val="00B318BB"/>
    <w:rPr>
      <w:rFonts w:ascii="Symbol" w:hAnsi="Symbol" w:cs="Symbol"/>
    </w:rPr>
  </w:style>
  <w:style w:type="character" w:customStyle="1" w:styleId="WW8Num4z1">
    <w:name w:val="WW8Num4z1"/>
    <w:rsid w:val="00B318BB"/>
    <w:rPr>
      <w:rFonts w:ascii="Times New Roman" w:eastAsia="Times New Roman" w:hAnsi="Times New Roman" w:cs="Times New Roman"/>
    </w:rPr>
  </w:style>
  <w:style w:type="character" w:customStyle="1" w:styleId="WW8Num4z2">
    <w:name w:val="WW8Num4z2"/>
    <w:rsid w:val="00B318BB"/>
    <w:rPr>
      <w:rFonts w:ascii="Wingdings" w:hAnsi="Wingdings" w:cs="Wingdings"/>
    </w:rPr>
  </w:style>
  <w:style w:type="character" w:customStyle="1" w:styleId="WW8Num4z4">
    <w:name w:val="WW8Num4z4"/>
    <w:rsid w:val="00B318BB"/>
    <w:rPr>
      <w:rFonts w:ascii="Courier New" w:hAnsi="Courier New" w:cs="Courier New"/>
    </w:rPr>
  </w:style>
  <w:style w:type="character" w:customStyle="1" w:styleId="WW8Num5z0">
    <w:name w:val="WW8Num5z0"/>
    <w:rsid w:val="00B318BB"/>
    <w:rPr>
      <w:rFonts w:ascii="Arial" w:eastAsia="Times New Roman" w:hAnsi="Arial" w:cs="Arial"/>
      <w:b w:val="0"/>
      <w:color w:val="auto"/>
      <w:sz w:val="24"/>
      <w:szCs w:val="24"/>
    </w:rPr>
  </w:style>
  <w:style w:type="character" w:customStyle="1" w:styleId="WW8Num5z1">
    <w:name w:val="WW8Num5z1"/>
    <w:rsid w:val="00B318BB"/>
    <w:rPr>
      <w:rFonts w:ascii="Courier New" w:hAnsi="Courier New" w:cs="Courier New"/>
    </w:rPr>
  </w:style>
  <w:style w:type="character" w:customStyle="1" w:styleId="WW8Num5z2">
    <w:name w:val="WW8Num5z2"/>
    <w:rsid w:val="00B318BB"/>
    <w:rPr>
      <w:rFonts w:ascii="Wingdings" w:hAnsi="Wingdings" w:cs="Wingdings"/>
    </w:rPr>
  </w:style>
  <w:style w:type="character" w:customStyle="1" w:styleId="WW8Num5z3">
    <w:name w:val="WW8Num5z3"/>
    <w:rsid w:val="00B318BB"/>
    <w:rPr>
      <w:rFonts w:ascii="Symbol" w:hAnsi="Symbol" w:cs="Symbol"/>
    </w:rPr>
  </w:style>
  <w:style w:type="character" w:customStyle="1" w:styleId="WW8Num6z0">
    <w:name w:val="WW8Num6z0"/>
    <w:rsid w:val="00B318BB"/>
    <w:rPr>
      <w:rFonts w:ascii="Courier New" w:hAnsi="Courier New" w:cs="Courier New"/>
      <w:color w:val="000000"/>
    </w:rPr>
  </w:style>
  <w:style w:type="character" w:customStyle="1" w:styleId="WW8Num6z2">
    <w:name w:val="WW8Num6z2"/>
    <w:rsid w:val="00B318BB"/>
    <w:rPr>
      <w:rFonts w:ascii="Wingdings" w:hAnsi="Wingdings" w:cs="Wingdings"/>
    </w:rPr>
  </w:style>
  <w:style w:type="character" w:customStyle="1" w:styleId="WW8Num6z3">
    <w:name w:val="WW8Num6z3"/>
    <w:rsid w:val="00B318BB"/>
    <w:rPr>
      <w:rFonts w:ascii="Symbol" w:hAnsi="Symbol" w:cs="Symbol"/>
    </w:rPr>
  </w:style>
  <w:style w:type="character" w:customStyle="1" w:styleId="WW8Num7z0">
    <w:name w:val="WW8Num7z0"/>
    <w:rsid w:val="00B318BB"/>
  </w:style>
  <w:style w:type="character" w:customStyle="1" w:styleId="WW8Num8z0">
    <w:name w:val="WW8Num8z0"/>
    <w:rsid w:val="00B318BB"/>
    <w:rPr>
      <w:rFonts w:ascii="Arial" w:hAnsi="Arial" w:cs="Arial"/>
      <w:color w:val="000000"/>
      <w:lang w:val="pl-PL"/>
    </w:rPr>
  </w:style>
  <w:style w:type="character" w:customStyle="1" w:styleId="WW8Num8z1">
    <w:name w:val="WW8Num8z1"/>
    <w:rsid w:val="00B318BB"/>
    <w:rPr>
      <w:rFonts w:ascii="Courier New" w:hAnsi="Courier New" w:cs="Courier New"/>
    </w:rPr>
  </w:style>
  <w:style w:type="character" w:customStyle="1" w:styleId="WW8Num8z2">
    <w:name w:val="WW8Num8z2"/>
    <w:rsid w:val="00B318BB"/>
    <w:rPr>
      <w:rFonts w:ascii="Wingdings" w:hAnsi="Wingdings" w:cs="Wingdings"/>
    </w:rPr>
  </w:style>
  <w:style w:type="character" w:customStyle="1" w:styleId="WW8Num8z3">
    <w:name w:val="WW8Num8z3"/>
    <w:rsid w:val="00B318BB"/>
    <w:rPr>
      <w:rFonts w:ascii="Symbol" w:hAnsi="Symbol" w:cs="Symbol"/>
    </w:rPr>
  </w:style>
  <w:style w:type="character" w:customStyle="1" w:styleId="WW8Num9z0">
    <w:name w:val="WW8Num9z0"/>
    <w:rsid w:val="00B318BB"/>
  </w:style>
  <w:style w:type="character" w:customStyle="1" w:styleId="WW8Num10z0">
    <w:name w:val="WW8Num10z0"/>
    <w:rsid w:val="00B318BB"/>
    <w:rPr>
      <w:rFonts w:ascii="Sylfaen" w:hAnsi="Sylfaen" w:cs="Sylfaen"/>
    </w:rPr>
  </w:style>
  <w:style w:type="character" w:customStyle="1" w:styleId="WW8Num10z1">
    <w:name w:val="WW8Num10z1"/>
    <w:rsid w:val="00B318BB"/>
    <w:rPr>
      <w:rFonts w:ascii="Courier New" w:hAnsi="Courier New" w:cs="Courier New"/>
    </w:rPr>
  </w:style>
  <w:style w:type="character" w:customStyle="1" w:styleId="WW8Num10z2">
    <w:name w:val="WW8Num10z2"/>
    <w:rsid w:val="00B318BB"/>
    <w:rPr>
      <w:rFonts w:ascii="Wingdings" w:hAnsi="Wingdings" w:cs="Wingdings"/>
    </w:rPr>
  </w:style>
  <w:style w:type="character" w:customStyle="1" w:styleId="WW8Num10z3">
    <w:name w:val="WW8Num10z3"/>
    <w:rsid w:val="00B318BB"/>
    <w:rPr>
      <w:rFonts w:ascii="Symbol" w:hAnsi="Symbol" w:cs="Symbol"/>
    </w:rPr>
  </w:style>
  <w:style w:type="character" w:customStyle="1" w:styleId="WW8Num11z0">
    <w:name w:val="WW8Num11z0"/>
    <w:rsid w:val="00B318BB"/>
  </w:style>
  <w:style w:type="character" w:customStyle="1" w:styleId="WW8Num12z0">
    <w:name w:val="WW8Num12z0"/>
    <w:rsid w:val="00B318BB"/>
    <w:rPr>
      <w:b/>
    </w:rPr>
  </w:style>
  <w:style w:type="character" w:customStyle="1" w:styleId="WW8Num12z1">
    <w:name w:val="WW8Num12z1"/>
    <w:rsid w:val="00B318BB"/>
  </w:style>
  <w:style w:type="character" w:customStyle="1" w:styleId="WW8Num12z2">
    <w:name w:val="WW8Num12z2"/>
    <w:rsid w:val="00B318BB"/>
  </w:style>
  <w:style w:type="character" w:customStyle="1" w:styleId="WW8Num12z3">
    <w:name w:val="WW8Num12z3"/>
    <w:rsid w:val="00B318BB"/>
  </w:style>
  <w:style w:type="character" w:customStyle="1" w:styleId="WW8Num12z4">
    <w:name w:val="WW8Num12z4"/>
    <w:rsid w:val="00B318BB"/>
  </w:style>
  <w:style w:type="character" w:customStyle="1" w:styleId="WW8Num12z5">
    <w:name w:val="WW8Num12z5"/>
    <w:rsid w:val="00B318BB"/>
  </w:style>
  <w:style w:type="character" w:customStyle="1" w:styleId="WW8Num12z6">
    <w:name w:val="WW8Num12z6"/>
    <w:rsid w:val="00B318BB"/>
  </w:style>
  <w:style w:type="character" w:customStyle="1" w:styleId="WW8Num12z7">
    <w:name w:val="WW8Num12z7"/>
    <w:rsid w:val="00B318BB"/>
  </w:style>
  <w:style w:type="character" w:customStyle="1" w:styleId="WW8Num12z8">
    <w:name w:val="WW8Num12z8"/>
    <w:rsid w:val="00B318BB"/>
  </w:style>
  <w:style w:type="character" w:customStyle="1" w:styleId="WW8Num13z0">
    <w:name w:val="WW8Num13z0"/>
    <w:rsid w:val="00B318BB"/>
    <w:rPr>
      <w:rFonts w:ascii="Courier New" w:hAnsi="Courier New" w:cs="Courier New"/>
    </w:rPr>
  </w:style>
  <w:style w:type="character" w:customStyle="1" w:styleId="WW8Num13z2">
    <w:name w:val="WW8Num13z2"/>
    <w:rsid w:val="00B318BB"/>
    <w:rPr>
      <w:rFonts w:ascii="Wingdings" w:hAnsi="Wingdings" w:cs="Wingdings"/>
    </w:rPr>
  </w:style>
  <w:style w:type="character" w:customStyle="1" w:styleId="WW8Num13z3">
    <w:name w:val="WW8Num13z3"/>
    <w:rsid w:val="00B318BB"/>
    <w:rPr>
      <w:rFonts w:ascii="Symbol" w:hAnsi="Symbol" w:cs="Symbol"/>
    </w:rPr>
  </w:style>
  <w:style w:type="character" w:customStyle="1" w:styleId="WW8Num14z0">
    <w:name w:val="WW8Num14z0"/>
    <w:rsid w:val="00B318BB"/>
  </w:style>
  <w:style w:type="character" w:customStyle="1" w:styleId="WW8Num15z0">
    <w:name w:val="WW8Num15z0"/>
    <w:rsid w:val="00B318BB"/>
    <w:rPr>
      <w:rFonts w:ascii="Courier New" w:hAnsi="Courier New" w:cs="Courier New"/>
    </w:rPr>
  </w:style>
  <w:style w:type="character" w:customStyle="1" w:styleId="WW8Num15z2">
    <w:name w:val="WW8Num15z2"/>
    <w:rsid w:val="00B318BB"/>
    <w:rPr>
      <w:rFonts w:ascii="Wingdings" w:hAnsi="Wingdings" w:cs="Wingdings"/>
    </w:rPr>
  </w:style>
  <w:style w:type="character" w:customStyle="1" w:styleId="WW8Num15z3">
    <w:name w:val="WW8Num15z3"/>
    <w:rsid w:val="00B318BB"/>
    <w:rPr>
      <w:rFonts w:ascii="Symbol" w:hAnsi="Symbol" w:cs="Symbol"/>
    </w:rPr>
  </w:style>
  <w:style w:type="character" w:customStyle="1" w:styleId="WW8Num16z0">
    <w:name w:val="WW8Num16z0"/>
    <w:rsid w:val="00B318BB"/>
    <w:rPr>
      <w:rFonts w:ascii="Courier New" w:hAnsi="Courier New" w:cs="Courier New"/>
    </w:rPr>
  </w:style>
  <w:style w:type="character" w:customStyle="1" w:styleId="WW8Num16z2">
    <w:name w:val="WW8Num16z2"/>
    <w:rsid w:val="00B318BB"/>
    <w:rPr>
      <w:rFonts w:ascii="Wingdings" w:hAnsi="Wingdings" w:cs="Wingdings"/>
    </w:rPr>
  </w:style>
  <w:style w:type="character" w:customStyle="1" w:styleId="WW8Num16z3">
    <w:name w:val="WW8Num16z3"/>
    <w:rsid w:val="00B318BB"/>
    <w:rPr>
      <w:rFonts w:ascii="Symbol" w:hAnsi="Symbol" w:cs="Symbol"/>
    </w:rPr>
  </w:style>
  <w:style w:type="character" w:customStyle="1" w:styleId="WW8Num17z0">
    <w:name w:val="WW8Num17z0"/>
    <w:rsid w:val="00B318BB"/>
    <w:rPr>
      <w:rFonts w:ascii="Symbol" w:hAnsi="Symbol" w:cs="Symbol"/>
    </w:rPr>
  </w:style>
  <w:style w:type="character" w:customStyle="1" w:styleId="WW8Num17z1">
    <w:name w:val="WW8Num17z1"/>
    <w:rsid w:val="00B318BB"/>
    <w:rPr>
      <w:rFonts w:ascii="Courier New" w:hAnsi="Courier New" w:cs="Courier New"/>
    </w:rPr>
  </w:style>
  <w:style w:type="character" w:customStyle="1" w:styleId="WW8Num17z2">
    <w:name w:val="WW8Num17z2"/>
    <w:rsid w:val="00B318BB"/>
    <w:rPr>
      <w:rFonts w:ascii="Wingdings" w:hAnsi="Wingdings" w:cs="Wingdings"/>
    </w:rPr>
  </w:style>
  <w:style w:type="character" w:customStyle="1" w:styleId="WW8Num18z0">
    <w:name w:val="WW8Num18z0"/>
    <w:rsid w:val="00B318BB"/>
  </w:style>
  <w:style w:type="character" w:customStyle="1" w:styleId="WW8Num18z1">
    <w:name w:val="WW8Num18z1"/>
    <w:rsid w:val="00B318BB"/>
  </w:style>
  <w:style w:type="character" w:customStyle="1" w:styleId="WW8Num18z2">
    <w:name w:val="WW8Num18z2"/>
    <w:rsid w:val="00B318BB"/>
  </w:style>
  <w:style w:type="character" w:customStyle="1" w:styleId="WW8Num18z3">
    <w:name w:val="WW8Num18z3"/>
    <w:rsid w:val="00B318BB"/>
  </w:style>
  <w:style w:type="character" w:customStyle="1" w:styleId="WW8Num18z4">
    <w:name w:val="WW8Num18z4"/>
    <w:rsid w:val="00B318BB"/>
  </w:style>
  <w:style w:type="character" w:customStyle="1" w:styleId="WW8Num18z5">
    <w:name w:val="WW8Num18z5"/>
    <w:rsid w:val="00B318BB"/>
  </w:style>
  <w:style w:type="character" w:customStyle="1" w:styleId="WW8Num18z6">
    <w:name w:val="WW8Num18z6"/>
    <w:rsid w:val="00B318BB"/>
  </w:style>
  <w:style w:type="character" w:customStyle="1" w:styleId="WW8Num18z7">
    <w:name w:val="WW8Num18z7"/>
    <w:rsid w:val="00B318BB"/>
  </w:style>
  <w:style w:type="character" w:customStyle="1" w:styleId="WW8Num18z8">
    <w:name w:val="WW8Num18z8"/>
    <w:rsid w:val="00B318BB"/>
  </w:style>
  <w:style w:type="character" w:customStyle="1" w:styleId="WW8Num19z0">
    <w:name w:val="WW8Num19z0"/>
    <w:rsid w:val="00B318BB"/>
    <w:rPr>
      <w:rFonts w:ascii="Symbol" w:hAnsi="Symbol" w:cs="Symbol"/>
    </w:rPr>
  </w:style>
  <w:style w:type="character" w:customStyle="1" w:styleId="WW8Num19z1">
    <w:name w:val="WW8Num19z1"/>
    <w:rsid w:val="00B318BB"/>
    <w:rPr>
      <w:rFonts w:ascii="Courier New" w:hAnsi="Courier New" w:cs="Courier New"/>
    </w:rPr>
  </w:style>
  <w:style w:type="character" w:customStyle="1" w:styleId="WW8Num19z2">
    <w:name w:val="WW8Num19z2"/>
    <w:rsid w:val="00B318BB"/>
    <w:rPr>
      <w:rFonts w:ascii="Wingdings" w:hAnsi="Wingdings" w:cs="Wingdings"/>
    </w:rPr>
  </w:style>
  <w:style w:type="character" w:customStyle="1" w:styleId="WW8Num20z0">
    <w:name w:val="WW8Num20z0"/>
    <w:rsid w:val="00B318BB"/>
    <w:rPr>
      <w:rFonts w:ascii="Courier New" w:hAnsi="Courier New" w:cs="Courier New"/>
    </w:rPr>
  </w:style>
  <w:style w:type="character" w:customStyle="1" w:styleId="WW8Num20z2">
    <w:name w:val="WW8Num20z2"/>
    <w:rsid w:val="00B318BB"/>
    <w:rPr>
      <w:rFonts w:ascii="Wingdings" w:hAnsi="Wingdings" w:cs="Wingdings"/>
    </w:rPr>
  </w:style>
  <w:style w:type="character" w:customStyle="1" w:styleId="WW8Num20z3">
    <w:name w:val="WW8Num20z3"/>
    <w:rsid w:val="00B318BB"/>
    <w:rPr>
      <w:rFonts w:ascii="Symbol" w:hAnsi="Symbol" w:cs="Symbol"/>
    </w:rPr>
  </w:style>
  <w:style w:type="character" w:customStyle="1" w:styleId="WW8Num21z0">
    <w:name w:val="WW8Num21z0"/>
    <w:rsid w:val="00B318BB"/>
  </w:style>
  <w:style w:type="character" w:customStyle="1" w:styleId="WW8Num22z0">
    <w:name w:val="WW8Num22z0"/>
    <w:rsid w:val="00B318BB"/>
    <w:rPr>
      <w:b/>
    </w:rPr>
  </w:style>
  <w:style w:type="character" w:customStyle="1" w:styleId="WW8Num22z1">
    <w:name w:val="WW8Num22z1"/>
    <w:rsid w:val="00B318BB"/>
  </w:style>
  <w:style w:type="character" w:customStyle="1" w:styleId="WW8Num22z2">
    <w:name w:val="WW8Num22z2"/>
    <w:rsid w:val="00B318BB"/>
  </w:style>
  <w:style w:type="character" w:customStyle="1" w:styleId="WW8Num22z3">
    <w:name w:val="WW8Num22z3"/>
    <w:rsid w:val="00B318BB"/>
  </w:style>
  <w:style w:type="character" w:customStyle="1" w:styleId="WW8Num22z4">
    <w:name w:val="WW8Num22z4"/>
    <w:rsid w:val="00B318BB"/>
  </w:style>
  <w:style w:type="character" w:customStyle="1" w:styleId="WW8Num22z5">
    <w:name w:val="WW8Num22z5"/>
    <w:rsid w:val="00B318BB"/>
  </w:style>
  <w:style w:type="character" w:customStyle="1" w:styleId="WW8Num22z6">
    <w:name w:val="WW8Num22z6"/>
    <w:rsid w:val="00B318BB"/>
  </w:style>
  <w:style w:type="character" w:customStyle="1" w:styleId="WW8Num22z7">
    <w:name w:val="WW8Num22z7"/>
    <w:rsid w:val="00B318BB"/>
  </w:style>
  <w:style w:type="character" w:customStyle="1" w:styleId="WW8Num22z8">
    <w:name w:val="WW8Num22z8"/>
    <w:rsid w:val="00B318BB"/>
  </w:style>
  <w:style w:type="character" w:customStyle="1" w:styleId="WW8Num23z0">
    <w:name w:val="WW8Num23z0"/>
    <w:rsid w:val="00B318BB"/>
    <w:rPr>
      <w:rFonts w:ascii="Courier New" w:hAnsi="Courier New" w:cs="Courier New"/>
      <w:color w:val="000000"/>
      <w:lang w:val="pl-PL"/>
    </w:rPr>
  </w:style>
  <w:style w:type="character" w:customStyle="1" w:styleId="WW8Num23z2">
    <w:name w:val="WW8Num23z2"/>
    <w:rsid w:val="00B318BB"/>
    <w:rPr>
      <w:rFonts w:ascii="Wingdings" w:hAnsi="Wingdings" w:cs="Wingdings"/>
    </w:rPr>
  </w:style>
  <w:style w:type="character" w:customStyle="1" w:styleId="WW8Num23z3">
    <w:name w:val="WW8Num23z3"/>
    <w:rsid w:val="00B318BB"/>
    <w:rPr>
      <w:rFonts w:ascii="Symbol" w:hAnsi="Symbol" w:cs="Symbol"/>
    </w:rPr>
  </w:style>
  <w:style w:type="character" w:customStyle="1" w:styleId="Privzetapisavaodstavka1">
    <w:name w:val="Privzeta pisava odstavka1"/>
    <w:rsid w:val="00B318BB"/>
  </w:style>
  <w:style w:type="character" w:styleId="tevilkastrani">
    <w:name w:val="page number"/>
    <w:basedOn w:val="Privzetapisavaodstavka1"/>
    <w:rsid w:val="00B318BB"/>
  </w:style>
  <w:style w:type="character" w:styleId="Krepko">
    <w:name w:val="Strong"/>
    <w:qFormat/>
    <w:rsid w:val="00B318BB"/>
    <w:rPr>
      <w:b/>
      <w:bCs/>
    </w:rPr>
  </w:style>
  <w:style w:type="character" w:customStyle="1" w:styleId="Pripombasklic1">
    <w:name w:val="Pripomba – sklic1"/>
    <w:rsid w:val="00B318BB"/>
    <w:rPr>
      <w:sz w:val="16"/>
      <w:szCs w:val="16"/>
    </w:rPr>
  </w:style>
  <w:style w:type="character" w:customStyle="1" w:styleId="IndexLink">
    <w:name w:val="Index Link"/>
    <w:rsid w:val="00B318BB"/>
  </w:style>
  <w:style w:type="paragraph" w:customStyle="1" w:styleId="Heading">
    <w:name w:val="Heading"/>
    <w:basedOn w:val="Navaden"/>
    <w:next w:val="Telobesedila"/>
    <w:rsid w:val="00B318BB"/>
    <w:pPr>
      <w:spacing w:before="240" w:after="60"/>
      <w:jc w:val="center"/>
    </w:pPr>
    <w:rPr>
      <w:rFonts w:ascii="Arial" w:hAnsi="Arial" w:cs="Arial"/>
      <w:b/>
      <w:bCs/>
      <w:kern w:val="1"/>
      <w:sz w:val="32"/>
      <w:szCs w:val="32"/>
    </w:rPr>
  </w:style>
  <w:style w:type="paragraph" w:styleId="Telobesedila">
    <w:name w:val="Body Text"/>
    <w:basedOn w:val="Navaden"/>
    <w:link w:val="TelobesedilaZnak"/>
    <w:rsid w:val="00B318BB"/>
    <w:pPr>
      <w:jc w:val="center"/>
    </w:pPr>
  </w:style>
  <w:style w:type="character" w:customStyle="1" w:styleId="TelobesedilaZnak">
    <w:name w:val="Telo besedila Znak"/>
    <w:basedOn w:val="Privzetapisavaodstavka"/>
    <w:link w:val="Telobesedila"/>
    <w:rsid w:val="00B318BB"/>
    <w:rPr>
      <w:rFonts w:ascii="Times New Roman" w:eastAsia="Times New Roman" w:hAnsi="Times New Roman" w:cs="Times New Roman"/>
      <w:szCs w:val="24"/>
      <w:lang w:eastAsia="zh-CN"/>
    </w:rPr>
  </w:style>
  <w:style w:type="paragraph" w:styleId="Seznam">
    <w:name w:val="List"/>
    <w:basedOn w:val="Navaden"/>
    <w:rsid w:val="00B318BB"/>
    <w:pPr>
      <w:ind w:left="283" w:hanging="283"/>
    </w:pPr>
  </w:style>
  <w:style w:type="paragraph" w:customStyle="1" w:styleId="Index">
    <w:name w:val="Index"/>
    <w:basedOn w:val="Navaden"/>
    <w:rsid w:val="00B318BB"/>
    <w:pPr>
      <w:suppressLineNumbers/>
    </w:pPr>
    <w:rPr>
      <w:rFonts w:cs="Mangal"/>
    </w:rPr>
  </w:style>
  <w:style w:type="paragraph" w:customStyle="1" w:styleId="len1">
    <w:name w:val="Člen1"/>
    <w:basedOn w:val="Navaden"/>
    <w:next w:val="Navaden"/>
    <w:rsid w:val="00B318BB"/>
    <w:pPr>
      <w:numPr>
        <w:numId w:val="26"/>
      </w:numPr>
      <w:tabs>
        <w:tab w:val="left" w:pos="5220"/>
        <w:tab w:val="left" w:pos="5400"/>
      </w:tabs>
      <w:spacing w:before="120" w:after="120"/>
    </w:pPr>
  </w:style>
  <w:style w:type="paragraph" w:customStyle="1" w:styleId="lenpoglavje">
    <w:name w:val="Člen_poglavje"/>
    <w:basedOn w:val="Navaden"/>
    <w:next w:val="Navaden"/>
    <w:rsid w:val="00B318BB"/>
    <w:pPr>
      <w:tabs>
        <w:tab w:val="left" w:pos="4680"/>
      </w:tabs>
      <w:spacing w:before="267" w:after="200"/>
      <w:ind w:left="13" w:right="13"/>
    </w:pPr>
    <w:rPr>
      <w:rFonts w:ascii="Arial" w:hAnsi="Arial" w:cs="Arial"/>
      <w:b/>
      <w:bCs/>
      <w:color w:val="222222"/>
      <w:szCs w:val="22"/>
    </w:rPr>
  </w:style>
  <w:style w:type="paragraph" w:customStyle="1" w:styleId="len-podpoglavje">
    <w:name w:val="Člen-podpoglavje"/>
    <w:basedOn w:val="lenpoglavje"/>
    <w:rsid w:val="00B318BB"/>
    <w:pPr>
      <w:numPr>
        <w:numId w:val="27"/>
      </w:numPr>
      <w:tabs>
        <w:tab w:val="clear" w:pos="4680"/>
      </w:tabs>
      <w:ind w:left="13" w:right="0" w:firstLine="0"/>
    </w:pPr>
    <w:rPr>
      <w:sz w:val="20"/>
    </w:rPr>
  </w:style>
  <w:style w:type="paragraph" w:customStyle="1" w:styleId="Telobesedila21">
    <w:name w:val="Telo besedila 21"/>
    <w:basedOn w:val="Navaden"/>
    <w:rsid w:val="00B318BB"/>
    <w:rPr>
      <w:u w:val="single"/>
    </w:rPr>
  </w:style>
  <w:style w:type="paragraph" w:styleId="Kazalovsebine4">
    <w:name w:val="toc 4"/>
    <w:basedOn w:val="Navaden"/>
    <w:next w:val="Navaden"/>
    <w:uiPriority w:val="39"/>
    <w:rsid w:val="00B318BB"/>
    <w:pPr>
      <w:ind w:left="720"/>
    </w:pPr>
    <w:rPr>
      <w:sz w:val="18"/>
      <w:szCs w:val="18"/>
    </w:rPr>
  </w:style>
  <w:style w:type="paragraph" w:styleId="Kazalovsebine7">
    <w:name w:val="toc 7"/>
    <w:basedOn w:val="Navaden"/>
    <w:next w:val="Navaden"/>
    <w:rsid w:val="00B318BB"/>
    <w:pPr>
      <w:ind w:left="1440"/>
    </w:pPr>
    <w:rPr>
      <w:sz w:val="18"/>
      <w:szCs w:val="18"/>
    </w:rPr>
  </w:style>
  <w:style w:type="paragraph" w:customStyle="1" w:styleId="Telobesedila31">
    <w:name w:val="Telo besedila 31"/>
    <w:basedOn w:val="Navaden"/>
    <w:rsid w:val="00B318BB"/>
  </w:style>
  <w:style w:type="paragraph" w:customStyle="1" w:styleId="wfxRecipient">
    <w:name w:val="wfxRecipient"/>
    <w:basedOn w:val="Navaden"/>
    <w:rsid w:val="00B318BB"/>
    <w:rPr>
      <w:sz w:val="20"/>
      <w:szCs w:val="20"/>
      <w:lang w:val="de-DE"/>
    </w:rPr>
  </w:style>
  <w:style w:type="paragraph" w:styleId="Telobesedila-zamik">
    <w:name w:val="Body Text Indent"/>
    <w:basedOn w:val="Navaden"/>
    <w:link w:val="Telobesedila-zamikZnak"/>
    <w:rsid w:val="00B318BB"/>
    <w:pPr>
      <w:ind w:left="2160"/>
    </w:pPr>
    <w:rPr>
      <w:rFonts w:ascii="Arial" w:hAnsi="Arial" w:cs="Arial"/>
    </w:rPr>
  </w:style>
  <w:style w:type="character" w:customStyle="1" w:styleId="Telobesedila-zamikZnak">
    <w:name w:val="Telo besedila - zamik Znak"/>
    <w:basedOn w:val="Privzetapisavaodstavka"/>
    <w:link w:val="Telobesedila-zamik"/>
    <w:rsid w:val="00B318BB"/>
    <w:rPr>
      <w:rFonts w:ascii="Arial" w:eastAsia="Times New Roman" w:hAnsi="Arial" w:cs="Arial"/>
      <w:szCs w:val="24"/>
      <w:lang w:eastAsia="zh-CN"/>
    </w:rPr>
  </w:style>
  <w:style w:type="paragraph" w:customStyle="1" w:styleId="Telobesedila-zamik21">
    <w:name w:val="Telo besedila - zamik 21"/>
    <w:basedOn w:val="Navaden"/>
    <w:rsid w:val="00B318BB"/>
    <w:pPr>
      <w:ind w:left="708" w:firstLine="2127"/>
    </w:pPr>
  </w:style>
  <w:style w:type="paragraph" w:customStyle="1" w:styleId="Telobesedila-zamik31">
    <w:name w:val="Telo besedila - zamik 31"/>
    <w:basedOn w:val="Navaden"/>
    <w:rsid w:val="00B318BB"/>
    <w:pPr>
      <w:ind w:left="2832"/>
    </w:pPr>
  </w:style>
  <w:style w:type="paragraph" w:customStyle="1" w:styleId="Datum1">
    <w:name w:val="Datum1"/>
    <w:basedOn w:val="Navaden"/>
    <w:next w:val="Navaden"/>
    <w:rsid w:val="00B318BB"/>
  </w:style>
  <w:style w:type="paragraph" w:styleId="E-potnipodpis">
    <w:name w:val="E-mail Signature"/>
    <w:basedOn w:val="Navaden"/>
    <w:link w:val="E-potnipodpisZnak"/>
    <w:rsid w:val="00B318BB"/>
  </w:style>
  <w:style w:type="character" w:customStyle="1" w:styleId="E-potnipodpisZnak">
    <w:name w:val="E-poštni podpis Znak"/>
    <w:basedOn w:val="Privzetapisavaodstavka"/>
    <w:link w:val="E-potnipodpis"/>
    <w:rsid w:val="00B318BB"/>
    <w:rPr>
      <w:rFonts w:ascii="Times New Roman" w:eastAsia="Times New Roman" w:hAnsi="Times New Roman" w:cs="Times New Roman"/>
      <w:szCs w:val="24"/>
      <w:lang w:eastAsia="zh-CN"/>
    </w:rPr>
  </w:style>
  <w:style w:type="paragraph" w:customStyle="1" w:styleId="Glavasporoila1">
    <w:name w:val="Glava sporočila1"/>
    <w:basedOn w:val="Navaden"/>
    <w:rsid w:val="00B318BB"/>
    <w:pPr>
      <w:pBdr>
        <w:top w:val="single" w:sz="6" w:space="1" w:color="000000"/>
        <w:left w:val="single" w:sz="6" w:space="1" w:color="000000"/>
        <w:bottom w:val="single" w:sz="6" w:space="1" w:color="000000"/>
        <w:right w:val="single" w:sz="6" w:space="1" w:color="000000"/>
      </w:pBdr>
      <w:shd w:val="clear" w:color="auto" w:fill="CCCCCC"/>
      <w:ind w:left="1134" w:hanging="1134"/>
    </w:pPr>
    <w:rPr>
      <w:rFonts w:ascii="Arial" w:hAnsi="Arial" w:cs="Arial"/>
    </w:rPr>
  </w:style>
  <w:style w:type="paragraph" w:customStyle="1" w:styleId="Golobesedilo1">
    <w:name w:val="Golo besedilo1"/>
    <w:basedOn w:val="Navaden"/>
    <w:rsid w:val="00B318BB"/>
    <w:rPr>
      <w:rFonts w:ascii="Courier New" w:hAnsi="Courier New" w:cs="Courier New"/>
      <w:sz w:val="20"/>
      <w:szCs w:val="20"/>
    </w:rPr>
  </w:style>
  <w:style w:type="paragraph" w:styleId="HTMLnaslov">
    <w:name w:val="HTML Address"/>
    <w:basedOn w:val="Navaden"/>
    <w:link w:val="HTMLnaslovZnak"/>
    <w:rsid w:val="00B318BB"/>
    <w:rPr>
      <w:i/>
      <w:iCs/>
    </w:rPr>
  </w:style>
  <w:style w:type="character" w:customStyle="1" w:styleId="HTMLnaslovZnak">
    <w:name w:val="HTML naslov Znak"/>
    <w:basedOn w:val="Privzetapisavaodstavka"/>
    <w:link w:val="HTMLnaslov"/>
    <w:rsid w:val="00B318BB"/>
    <w:rPr>
      <w:rFonts w:ascii="Times New Roman" w:eastAsia="Times New Roman" w:hAnsi="Times New Roman" w:cs="Times New Roman"/>
      <w:i/>
      <w:iCs/>
      <w:szCs w:val="24"/>
      <w:lang w:eastAsia="zh-CN"/>
    </w:rPr>
  </w:style>
  <w:style w:type="paragraph" w:styleId="HTML-oblikovano">
    <w:name w:val="HTML Preformatted"/>
    <w:basedOn w:val="Navaden"/>
    <w:link w:val="HTML-oblikovanoZnak"/>
    <w:rsid w:val="00B318BB"/>
    <w:rPr>
      <w:rFonts w:ascii="Courier New" w:hAnsi="Courier New" w:cs="Courier New"/>
      <w:sz w:val="20"/>
      <w:szCs w:val="20"/>
    </w:rPr>
  </w:style>
  <w:style w:type="character" w:customStyle="1" w:styleId="HTML-oblikovanoZnak">
    <w:name w:val="HTML-oblikovano Znak"/>
    <w:basedOn w:val="Privzetapisavaodstavka"/>
    <w:link w:val="HTML-oblikovano"/>
    <w:rsid w:val="00B318BB"/>
    <w:rPr>
      <w:rFonts w:ascii="Courier New" w:eastAsia="Times New Roman" w:hAnsi="Courier New" w:cs="Courier New"/>
      <w:sz w:val="20"/>
      <w:szCs w:val="20"/>
      <w:lang w:eastAsia="zh-CN"/>
    </w:rPr>
  </w:style>
  <w:style w:type="paragraph" w:styleId="Naslovnaslovnika">
    <w:name w:val="envelope address"/>
    <w:basedOn w:val="Navaden"/>
    <w:rsid w:val="00B318BB"/>
    <w:pPr>
      <w:ind w:left="2880"/>
    </w:pPr>
    <w:rPr>
      <w:rFonts w:ascii="Arial" w:hAnsi="Arial" w:cs="Arial"/>
    </w:rPr>
  </w:style>
  <w:style w:type="paragraph" w:styleId="Naslovpoiljatelja">
    <w:name w:val="envelope return"/>
    <w:basedOn w:val="Navaden"/>
    <w:rsid w:val="00B318BB"/>
    <w:rPr>
      <w:rFonts w:ascii="Arial" w:hAnsi="Arial" w:cs="Arial"/>
      <w:sz w:val="20"/>
      <w:szCs w:val="20"/>
    </w:rPr>
  </w:style>
  <w:style w:type="paragraph" w:customStyle="1" w:styleId="Navaden-zamik1">
    <w:name w:val="Navaden - zamik1"/>
    <w:basedOn w:val="Navaden"/>
    <w:rsid w:val="00B318BB"/>
    <w:pPr>
      <w:ind w:left="708"/>
    </w:pPr>
  </w:style>
  <w:style w:type="paragraph" w:customStyle="1" w:styleId="Opomba-naslov1">
    <w:name w:val="Opomba - naslov1"/>
    <w:basedOn w:val="Navaden"/>
    <w:next w:val="Navaden"/>
    <w:rsid w:val="00B318BB"/>
  </w:style>
  <w:style w:type="paragraph" w:customStyle="1" w:styleId="Otevilenseznam1">
    <w:name w:val="Oštevilčen seznam1"/>
    <w:basedOn w:val="Navaden"/>
    <w:rsid w:val="00B318BB"/>
    <w:pPr>
      <w:tabs>
        <w:tab w:val="left" w:pos="360"/>
      </w:tabs>
      <w:ind w:left="360" w:hanging="360"/>
    </w:pPr>
  </w:style>
  <w:style w:type="paragraph" w:customStyle="1" w:styleId="Otevilenseznam21">
    <w:name w:val="Oštevilčen seznam 21"/>
    <w:basedOn w:val="Navaden"/>
    <w:rsid w:val="00B318BB"/>
    <w:pPr>
      <w:tabs>
        <w:tab w:val="left" w:pos="643"/>
      </w:tabs>
      <w:ind w:left="643" w:hanging="360"/>
    </w:pPr>
  </w:style>
  <w:style w:type="paragraph" w:customStyle="1" w:styleId="Otevilenseznam31">
    <w:name w:val="Oštevilčen seznam 31"/>
    <w:basedOn w:val="Navaden"/>
    <w:rsid w:val="00B318BB"/>
    <w:pPr>
      <w:tabs>
        <w:tab w:val="left" w:pos="926"/>
      </w:tabs>
      <w:ind w:left="926" w:hanging="360"/>
    </w:pPr>
  </w:style>
  <w:style w:type="paragraph" w:customStyle="1" w:styleId="Otevilenseznam41">
    <w:name w:val="Oštevilčen seznam 41"/>
    <w:basedOn w:val="Navaden"/>
    <w:rsid w:val="00B318BB"/>
    <w:pPr>
      <w:tabs>
        <w:tab w:val="left" w:pos="1209"/>
      </w:tabs>
      <w:ind w:left="1209" w:hanging="360"/>
    </w:pPr>
  </w:style>
  <w:style w:type="paragraph" w:customStyle="1" w:styleId="Otevilenseznam51">
    <w:name w:val="Oštevilčen seznam 51"/>
    <w:basedOn w:val="Navaden"/>
    <w:rsid w:val="00B318BB"/>
    <w:pPr>
      <w:tabs>
        <w:tab w:val="left" w:pos="1492"/>
      </w:tabs>
      <w:ind w:left="1492" w:hanging="360"/>
    </w:pPr>
  </w:style>
  <w:style w:type="paragraph" w:customStyle="1" w:styleId="Oznaenseznam1">
    <w:name w:val="Označen seznam1"/>
    <w:basedOn w:val="Navaden"/>
    <w:rsid w:val="00B318BB"/>
    <w:pPr>
      <w:tabs>
        <w:tab w:val="left" w:pos="360"/>
      </w:tabs>
      <w:ind w:left="360" w:hanging="360"/>
    </w:pPr>
  </w:style>
  <w:style w:type="paragraph" w:customStyle="1" w:styleId="Oznaenseznam21">
    <w:name w:val="Označen seznam 21"/>
    <w:basedOn w:val="Navaden"/>
    <w:rsid w:val="00B318BB"/>
    <w:pPr>
      <w:tabs>
        <w:tab w:val="left" w:pos="643"/>
      </w:tabs>
      <w:ind w:left="643" w:hanging="360"/>
    </w:pPr>
  </w:style>
  <w:style w:type="paragraph" w:customStyle="1" w:styleId="Oznaenseznam31">
    <w:name w:val="Označen seznam 31"/>
    <w:basedOn w:val="Navaden"/>
    <w:rsid w:val="00B318BB"/>
    <w:pPr>
      <w:tabs>
        <w:tab w:val="left" w:pos="926"/>
      </w:tabs>
      <w:ind w:left="926" w:hanging="360"/>
    </w:pPr>
  </w:style>
  <w:style w:type="paragraph" w:customStyle="1" w:styleId="Oznaenseznam41">
    <w:name w:val="Označen seznam 41"/>
    <w:basedOn w:val="Navaden"/>
    <w:rsid w:val="00B318BB"/>
    <w:pPr>
      <w:tabs>
        <w:tab w:val="left" w:pos="1209"/>
      </w:tabs>
      <w:ind w:left="1209" w:hanging="360"/>
    </w:pPr>
  </w:style>
  <w:style w:type="paragraph" w:customStyle="1" w:styleId="Oznaenseznam51">
    <w:name w:val="Označen seznam 51"/>
    <w:basedOn w:val="Navaden"/>
    <w:rsid w:val="00B318BB"/>
    <w:pPr>
      <w:tabs>
        <w:tab w:val="left" w:pos="1492"/>
      </w:tabs>
      <w:ind w:left="1492" w:hanging="360"/>
    </w:pPr>
  </w:style>
  <w:style w:type="paragraph" w:styleId="Podnaslov">
    <w:name w:val="Subtitle"/>
    <w:basedOn w:val="Navaden"/>
    <w:next w:val="Telobesedila"/>
    <w:link w:val="PodnaslovZnak"/>
    <w:qFormat/>
    <w:rsid w:val="00B318BB"/>
    <w:pPr>
      <w:spacing w:after="60"/>
      <w:jc w:val="center"/>
    </w:pPr>
    <w:rPr>
      <w:rFonts w:ascii="Arial" w:hAnsi="Arial" w:cs="Arial"/>
    </w:rPr>
  </w:style>
  <w:style w:type="character" w:customStyle="1" w:styleId="PodnaslovZnak">
    <w:name w:val="Podnaslov Znak"/>
    <w:basedOn w:val="Privzetapisavaodstavka"/>
    <w:link w:val="Podnaslov"/>
    <w:rsid w:val="00B318BB"/>
    <w:rPr>
      <w:rFonts w:ascii="Arial" w:eastAsia="Times New Roman" w:hAnsi="Arial" w:cs="Arial"/>
      <w:szCs w:val="24"/>
      <w:lang w:eastAsia="zh-CN"/>
    </w:rPr>
  </w:style>
  <w:style w:type="paragraph" w:styleId="Podpis">
    <w:name w:val="Signature"/>
    <w:basedOn w:val="Navaden"/>
    <w:link w:val="PodpisZnak"/>
    <w:rsid w:val="00B318BB"/>
    <w:pPr>
      <w:ind w:left="4252"/>
    </w:pPr>
  </w:style>
  <w:style w:type="character" w:customStyle="1" w:styleId="PodpisZnak">
    <w:name w:val="Podpis Znak"/>
    <w:basedOn w:val="Privzetapisavaodstavka"/>
    <w:link w:val="Podpis"/>
    <w:rsid w:val="00B318BB"/>
    <w:rPr>
      <w:rFonts w:ascii="Times New Roman" w:eastAsia="Times New Roman" w:hAnsi="Times New Roman" w:cs="Times New Roman"/>
      <w:szCs w:val="24"/>
      <w:lang w:eastAsia="zh-CN"/>
    </w:rPr>
  </w:style>
  <w:style w:type="paragraph" w:customStyle="1" w:styleId="Blokbesedila1">
    <w:name w:val="Blok besedila1"/>
    <w:basedOn w:val="Navaden"/>
    <w:rsid w:val="00B318BB"/>
    <w:pPr>
      <w:spacing w:after="120"/>
      <w:ind w:left="1440" w:right="1440"/>
    </w:pPr>
  </w:style>
  <w:style w:type="paragraph" w:customStyle="1" w:styleId="Seznam-nadaljevanje1">
    <w:name w:val="Seznam - nadaljevanje1"/>
    <w:basedOn w:val="Navaden"/>
    <w:rsid w:val="00B318BB"/>
    <w:pPr>
      <w:spacing w:after="120"/>
      <w:ind w:left="283"/>
    </w:pPr>
  </w:style>
  <w:style w:type="paragraph" w:customStyle="1" w:styleId="Seznam-nadaljevanje21">
    <w:name w:val="Seznam - nadaljevanje 21"/>
    <w:basedOn w:val="Navaden"/>
    <w:rsid w:val="00B318BB"/>
    <w:pPr>
      <w:spacing w:after="120"/>
      <w:ind w:left="566"/>
    </w:pPr>
  </w:style>
  <w:style w:type="paragraph" w:customStyle="1" w:styleId="Seznam-nadaljevanje31">
    <w:name w:val="Seznam - nadaljevanje 31"/>
    <w:basedOn w:val="Navaden"/>
    <w:rsid w:val="00B318BB"/>
    <w:pPr>
      <w:spacing w:after="120"/>
      <w:ind w:left="849"/>
    </w:pPr>
  </w:style>
  <w:style w:type="paragraph" w:customStyle="1" w:styleId="Seznam-nadaljevanje41">
    <w:name w:val="Seznam - nadaljevanje 41"/>
    <w:basedOn w:val="Navaden"/>
    <w:rsid w:val="00B318BB"/>
    <w:pPr>
      <w:spacing w:after="120"/>
      <w:ind w:left="1132"/>
    </w:pPr>
  </w:style>
  <w:style w:type="paragraph" w:customStyle="1" w:styleId="Seznam-nadaljevanje51">
    <w:name w:val="Seznam - nadaljevanje 51"/>
    <w:basedOn w:val="Navaden"/>
    <w:rsid w:val="00B318BB"/>
    <w:pPr>
      <w:spacing w:after="120"/>
      <w:ind w:left="1415"/>
    </w:pPr>
  </w:style>
  <w:style w:type="paragraph" w:customStyle="1" w:styleId="Seznam21">
    <w:name w:val="Seznam 21"/>
    <w:basedOn w:val="Navaden"/>
    <w:rsid w:val="00B318BB"/>
    <w:pPr>
      <w:ind w:left="566" w:hanging="283"/>
    </w:pPr>
  </w:style>
  <w:style w:type="paragraph" w:customStyle="1" w:styleId="Seznam31">
    <w:name w:val="Seznam 31"/>
    <w:basedOn w:val="Navaden"/>
    <w:rsid w:val="00B318BB"/>
    <w:pPr>
      <w:ind w:left="849" w:hanging="283"/>
    </w:pPr>
  </w:style>
  <w:style w:type="paragraph" w:customStyle="1" w:styleId="Seznam41">
    <w:name w:val="Seznam 41"/>
    <w:basedOn w:val="Navaden"/>
    <w:rsid w:val="00B318BB"/>
    <w:pPr>
      <w:ind w:left="1132" w:hanging="283"/>
    </w:pPr>
  </w:style>
  <w:style w:type="paragraph" w:customStyle="1" w:styleId="Seznam51">
    <w:name w:val="Seznam 51"/>
    <w:basedOn w:val="Navaden"/>
    <w:rsid w:val="00B318BB"/>
    <w:pPr>
      <w:ind w:left="1415" w:hanging="283"/>
    </w:pPr>
  </w:style>
  <w:style w:type="paragraph" w:customStyle="1" w:styleId="Telobesedila-prvizamik1">
    <w:name w:val="Telo besedila - prvi zamik1"/>
    <w:basedOn w:val="Telobesedila"/>
    <w:rsid w:val="00B318BB"/>
    <w:pPr>
      <w:spacing w:after="120"/>
      <w:ind w:firstLine="210"/>
      <w:jc w:val="left"/>
    </w:pPr>
  </w:style>
  <w:style w:type="paragraph" w:customStyle="1" w:styleId="Telobesedila-prvizamik21">
    <w:name w:val="Telo besedila - prvi zamik 21"/>
    <w:basedOn w:val="Telobesedila-zamik"/>
    <w:rsid w:val="00B318BB"/>
    <w:pPr>
      <w:spacing w:after="120"/>
      <w:ind w:left="283" w:firstLine="210"/>
    </w:pPr>
    <w:rPr>
      <w:rFonts w:ascii="Times New Roman" w:hAnsi="Times New Roman" w:cs="Times New Roman"/>
    </w:rPr>
  </w:style>
  <w:style w:type="paragraph" w:customStyle="1" w:styleId="Uvodnipozdrav1">
    <w:name w:val="Uvodni pozdrav1"/>
    <w:basedOn w:val="Navaden"/>
    <w:next w:val="Navaden"/>
    <w:rsid w:val="00B318BB"/>
  </w:style>
  <w:style w:type="paragraph" w:customStyle="1" w:styleId="Zakljunipozdrav1">
    <w:name w:val="Zaključni pozdrav1"/>
    <w:basedOn w:val="Navaden"/>
    <w:rsid w:val="00B318BB"/>
    <w:pPr>
      <w:ind w:left="4252"/>
    </w:pPr>
  </w:style>
  <w:style w:type="paragraph" w:customStyle="1" w:styleId="Pripombabesedilo1">
    <w:name w:val="Pripomba – besedilo1"/>
    <w:basedOn w:val="Navaden"/>
    <w:rsid w:val="00B318BB"/>
    <w:rPr>
      <w:sz w:val="20"/>
      <w:szCs w:val="20"/>
    </w:rPr>
  </w:style>
  <w:style w:type="paragraph" w:customStyle="1" w:styleId="p">
    <w:name w:val="p"/>
    <w:basedOn w:val="Navaden"/>
    <w:rsid w:val="00B318BB"/>
    <w:pPr>
      <w:spacing w:before="53" w:after="13"/>
      <w:ind w:left="13" w:right="13" w:firstLine="240"/>
    </w:pPr>
    <w:rPr>
      <w:rFonts w:ascii="Arial" w:hAnsi="Arial" w:cs="Arial"/>
      <w:color w:val="222222"/>
      <w:szCs w:val="22"/>
    </w:rPr>
  </w:style>
  <w:style w:type="paragraph" w:styleId="Kazalovsebine5">
    <w:name w:val="toc 5"/>
    <w:basedOn w:val="Navaden"/>
    <w:next w:val="Navaden"/>
    <w:uiPriority w:val="39"/>
    <w:rsid w:val="00B318BB"/>
    <w:pPr>
      <w:spacing w:after="100" w:line="276" w:lineRule="auto"/>
      <w:ind w:left="880"/>
    </w:pPr>
    <w:rPr>
      <w:rFonts w:ascii="Calibri" w:hAnsi="Calibri"/>
      <w:szCs w:val="22"/>
    </w:rPr>
  </w:style>
  <w:style w:type="paragraph" w:styleId="Kazalovsebine8">
    <w:name w:val="toc 8"/>
    <w:basedOn w:val="Navaden"/>
    <w:next w:val="Navaden"/>
    <w:rsid w:val="00B318BB"/>
    <w:pPr>
      <w:spacing w:after="100" w:line="276" w:lineRule="auto"/>
      <w:ind w:left="1540"/>
    </w:pPr>
    <w:rPr>
      <w:rFonts w:ascii="Calibri" w:hAnsi="Calibri"/>
      <w:szCs w:val="22"/>
    </w:rPr>
  </w:style>
  <w:style w:type="paragraph" w:styleId="Kazalovsebine9">
    <w:name w:val="toc 9"/>
    <w:basedOn w:val="Navaden"/>
    <w:next w:val="Navaden"/>
    <w:rsid w:val="00B318BB"/>
    <w:pPr>
      <w:spacing w:after="100" w:line="276" w:lineRule="auto"/>
      <w:ind w:left="1760"/>
    </w:pPr>
    <w:rPr>
      <w:rFonts w:ascii="Calibri" w:hAnsi="Calibri"/>
      <w:szCs w:val="22"/>
    </w:rPr>
  </w:style>
  <w:style w:type="paragraph" w:customStyle="1" w:styleId="Contents10">
    <w:name w:val="Contents 10"/>
    <w:basedOn w:val="Index"/>
    <w:rsid w:val="00B318BB"/>
    <w:pPr>
      <w:tabs>
        <w:tab w:val="right" w:leader="dot" w:pos="7091"/>
      </w:tabs>
      <w:ind w:left="2547"/>
    </w:pPr>
  </w:style>
  <w:style w:type="paragraph" w:customStyle="1" w:styleId="TableContents">
    <w:name w:val="Table Contents"/>
    <w:basedOn w:val="Navaden"/>
    <w:rsid w:val="00B318BB"/>
    <w:pPr>
      <w:suppressLineNumbers/>
    </w:pPr>
  </w:style>
  <w:style w:type="paragraph" w:customStyle="1" w:styleId="TableHeading">
    <w:name w:val="Table Heading"/>
    <w:basedOn w:val="TableContents"/>
    <w:rsid w:val="00B318BB"/>
    <w:pPr>
      <w:jc w:val="center"/>
    </w:pPr>
    <w:rPr>
      <w:b/>
      <w:bCs/>
    </w:rPr>
  </w:style>
  <w:style w:type="paragraph" w:customStyle="1" w:styleId="esegmenth4">
    <w:name w:val="esegment_h4"/>
    <w:basedOn w:val="Navaden"/>
    <w:rsid w:val="00B318BB"/>
    <w:pPr>
      <w:suppressAutoHyphens w:val="0"/>
      <w:spacing w:after="140"/>
      <w:jc w:val="center"/>
    </w:pPr>
    <w:rPr>
      <w:b/>
      <w:bCs/>
      <w:color w:val="313131"/>
      <w:lang w:eastAsia="sl-SI"/>
    </w:rPr>
  </w:style>
  <w:style w:type="character" w:customStyle="1" w:styleId="TableHeaderZnak">
    <w:name w:val="Table Header Znak"/>
    <w:link w:val="TableHeader"/>
    <w:rsid w:val="00B318BB"/>
    <w:rPr>
      <w:rFonts w:ascii="Arial" w:hAnsi="Arial" w:cs="Arial"/>
      <w:b/>
      <w:bCs/>
      <w:sz w:val="18"/>
      <w:lang w:val="en-US"/>
    </w:rPr>
  </w:style>
  <w:style w:type="paragraph" w:customStyle="1" w:styleId="TableHeader">
    <w:name w:val="Table Header"/>
    <w:basedOn w:val="Navaden"/>
    <w:link w:val="TableHeaderZnak"/>
    <w:rsid w:val="00B318BB"/>
    <w:pPr>
      <w:tabs>
        <w:tab w:val="left" w:pos="0"/>
      </w:tabs>
      <w:suppressAutoHyphens w:val="0"/>
      <w:jc w:val="center"/>
    </w:pPr>
    <w:rPr>
      <w:rFonts w:ascii="Arial" w:eastAsiaTheme="minorHAnsi" w:hAnsi="Arial" w:cs="Arial"/>
      <w:b/>
      <w:bCs/>
      <w:sz w:val="18"/>
      <w:szCs w:val="22"/>
      <w:lang w:val="en-US" w:eastAsia="en-US"/>
    </w:rPr>
  </w:style>
  <w:style w:type="table" w:customStyle="1" w:styleId="Tabela">
    <w:name w:val="Tabela"/>
    <w:basedOn w:val="Navadnatabela"/>
    <w:rsid w:val="00B318BB"/>
    <w:pPr>
      <w:spacing w:after="0" w:line="240" w:lineRule="auto"/>
    </w:pPr>
    <w:rPr>
      <w:rFonts w:ascii="Times New Roman" w:eastAsia="Times New Roman" w:hAnsi="Times New Roman" w:cs="Times New Roman"/>
      <w:sz w:val="20"/>
      <w:szCs w:val="20"/>
      <w:lang w:eastAsia="sl-SI"/>
    </w:rPr>
    <w:tblPr/>
  </w:style>
  <w:style w:type="character" w:customStyle="1" w:styleId="infotitle">
    <w:name w:val="infotitle"/>
    <w:rsid w:val="00B318BB"/>
  </w:style>
  <w:style w:type="table" w:customStyle="1" w:styleId="Tabelamrea3">
    <w:name w:val="Tabela – mreža3"/>
    <w:basedOn w:val="Navadnatabela"/>
    <w:next w:val="Tabelamrea"/>
    <w:uiPriority w:val="1"/>
    <w:rsid w:val="00B318BB"/>
    <w:pPr>
      <w:spacing w:after="0" w:line="240" w:lineRule="auto"/>
    </w:pPr>
    <w:rPr>
      <w:rFonts w:ascii="Calibri" w:eastAsia="Calibri" w:hAnsi="Calibri"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gi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image" Target="media/image1.gif"/><Relationship Id="rId14" Type="http://schemas.openxmlformats.org/officeDocument/2006/relationships/image" Target="media/image6.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7189</Words>
  <Characters>40979</Characters>
  <Application>Microsoft Office Word</Application>
  <DocSecurity>0</DocSecurity>
  <Lines>341</Lines>
  <Paragraphs>96</Paragraphs>
  <ScaleCrop>false</ScaleCrop>
  <HeadingPairs>
    <vt:vector size="2" baseType="variant">
      <vt:variant>
        <vt:lpstr>Naslov</vt:lpstr>
      </vt:variant>
      <vt:variant>
        <vt:i4>1</vt:i4>
      </vt:variant>
    </vt:vector>
  </HeadingPairs>
  <TitlesOfParts>
    <vt:vector size="1" baseType="lpstr">
      <vt:lpstr/>
    </vt:vector>
  </TitlesOfParts>
  <Company>SODO d.o.o.</Company>
  <LinksUpToDate>false</LinksUpToDate>
  <CharactersWithSpaces>48072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Tomaž Kožar</dc:creator>
  <cp:keywords/>
  <dc:description/>
  <cp:lastModifiedBy>Matjaz Miklavcic</cp:lastModifiedBy>
  <cp:revision>2</cp:revision>
  <dcterms:created xsi:type="dcterms:W3CDTF">2022-05-16T09:33:00Z</dcterms:created>
  <dcterms:modified xsi:type="dcterms:W3CDTF">2022-05-16T09:33:00Z</dcterms:modified>
</cp:coreProperties>
</file>